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B2D" w:rsidRPr="00B623A8" w:rsidRDefault="00B46B2D" w:rsidP="00B46B2D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6B2D" w:rsidRDefault="00B46B2D" w:rsidP="00B46B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46B2D" w:rsidRDefault="00B46B2D" w:rsidP="00B46B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46B2D" w:rsidRDefault="00B46B2D" w:rsidP="00B46B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6B2D" w:rsidRDefault="00B46B2D" w:rsidP="00B46B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6B2D" w:rsidRDefault="00B46B2D" w:rsidP="00B46B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6B2D" w:rsidRDefault="00B46B2D" w:rsidP="00B46B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6B2D" w:rsidRDefault="00B46B2D" w:rsidP="00B46B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46B2D" w:rsidRDefault="00B46B2D" w:rsidP="00B46B2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46B2D" w:rsidRDefault="00B46B2D" w:rsidP="00B46B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46B2D" w:rsidRDefault="00B46B2D" w:rsidP="00B46B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46B2D" w:rsidRDefault="00B46B2D" w:rsidP="00B46B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6B2D" w:rsidRDefault="00B46B2D" w:rsidP="00B46B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46B2D" w:rsidRDefault="00B46B2D" w:rsidP="00B46B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6B2D" w:rsidRDefault="00B46B2D" w:rsidP="00B46B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B46B2D" w:rsidRDefault="00B46B2D" w:rsidP="00B46B2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46B2D" w:rsidRDefault="00B46B2D" w:rsidP="00B46B2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12.10.2020 року                                            Крупець                                                       №10</w:t>
      </w:r>
    </w:p>
    <w:p w:rsidR="00B46B2D" w:rsidRPr="00E12288" w:rsidRDefault="00B46B2D" w:rsidP="00B46B2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46B2D" w:rsidRPr="00E12288" w:rsidRDefault="00B46B2D" w:rsidP="00B46B2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B46B2D" w:rsidRPr="00E12288" w:rsidRDefault="00B46B2D" w:rsidP="00B46B2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B46B2D" w:rsidRPr="00E12288" w:rsidRDefault="00B46B2D" w:rsidP="00B46B2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B46B2D" w:rsidRPr="00E12288" w:rsidRDefault="00B46B2D" w:rsidP="00B46B2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натурі (на місцевості)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Пєрєвєрзєва О.А.</w:t>
      </w:r>
    </w:p>
    <w:p w:rsidR="00B46B2D" w:rsidRPr="00E12288" w:rsidRDefault="00B46B2D" w:rsidP="00B46B2D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46B2D" w:rsidRPr="00E12288" w:rsidRDefault="00B46B2D" w:rsidP="00B46B2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розглянувши заяву  </w:t>
      </w:r>
      <w:r w:rsidRPr="006F5706">
        <w:rPr>
          <w:rFonts w:ascii="Times New Roman" w:eastAsia="Arial Unicode MS" w:hAnsi="Times New Roman"/>
          <w:color w:val="000000"/>
          <w:sz w:val="24"/>
          <w:szCs w:val="24"/>
        </w:rPr>
        <w:t>Пєрєвєрзєва О.А.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рада </w:t>
      </w:r>
    </w:p>
    <w:p w:rsidR="00B46B2D" w:rsidRPr="00E12288" w:rsidRDefault="00B46B2D" w:rsidP="00B46B2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B46B2D" w:rsidRPr="00E12288" w:rsidRDefault="00B46B2D" w:rsidP="00B46B2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Затвердити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Пєрєвєрзєву Олександру Анатолійовичу</w:t>
      </w:r>
      <w:r>
        <w:rPr>
          <w:rFonts w:ascii="Times New Roman" w:hAnsi="Times New Roman"/>
          <w:sz w:val="24"/>
        </w:rPr>
        <w:t>, який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ий</w:t>
      </w:r>
      <w:r w:rsidRPr="00E12288">
        <w:rPr>
          <w:rFonts w:ascii="Times New Roman" w:hAnsi="Times New Roman"/>
          <w:sz w:val="24"/>
        </w:rPr>
        <w:t xml:space="preserve"> за адрес</w:t>
      </w:r>
      <w:r>
        <w:rPr>
          <w:rFonts w:ascii="Times New Roman" w:hAnsi="Times New Roman"/>
          <w:sz w:val="24"/>
        </w:rPr>
        <w:t xml:space="preserve">ою: </w:t>
      </w:r>
      <w:r w:rsidR="00D91952">
        <w:rPr>
          <w:rFonts w:ascii="Times New Roman" w:hAnsi="Times New Roman"/>
          <w:sz w:val="24"/>
          <w:lang w:val="uk-UA"/>
        </w:rPr>
        <w:t>_____________</w:t>
      </w:r>
      <w:r w:rsidRPr="00E12288">
        <w:rPr>
          <w:rFonts w:ascii="Times New Roman" w:hAnsi="Times New Roman"/>
          <w:sz w:val="24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ідентифікаційний номер </w:t>
      </w:r>
      <w:r w:rsidR="00D91952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____________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атну власність, площею 0,3395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га,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984000:03:012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154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для  ведення товарного сільськогосподарського виробництва, яка розташована Хмельницька область, Славутський  район,  за межами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населеного пункту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с.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Крупець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B46B2D" w:rsidRPr="00E12288" w:rsidRDefault="00B46B2D" w:rsidP="00B46B2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2.Пєрєвєрзєву</w:t>
      </w:r>
      <w:r w:rsidRPr="006F5706">
        <w:rPr>
          <w:rFonts w:ascii="Times New Roman" w:eastAsia="Arial Unicode MS" w:hAnsi="Times New Roman"/>
          <w:color w:val="000000"/>
          <w:sz w:val="24"/>
          <w:szCs w:val="24"/>
        </w:rPr>
        <w:t xml:space="preserve"> О.А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B46B2D" w:rsidRPr="00E12288" w:rsidRDefault="00B46B2D" w:rsidP="00B46B2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46B2D" w:rsidRPr="00E12288" w:rsidRDefault="00B46B2D" w:rsidP="00B46B2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B46B2D" w:rsidRPr="00E12288" w:rsidRDefault="00B46B2D" w:rsidP="00B46B2D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B46B2D" w:rsidRPr="00E12288" w:rsidRDefault="00B46B2D" w:rsidP="00B46B2D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B46B2D" w:rsidRPr="00E12288" w:rsidRDefault="00B46B2D" w:rsidP="00B46B2D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B46B2D" w:rsidRDefault="00B46B2D" w:rsidP="00B46B2D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>Валерій  МИХАЛЮК</w:t>
      </w:r>
    </w:p>
    <w:p w:rsidR="00B911C6" w:rsidRDefault="00B911C6"/>
    <w:sectPr w:rsidR="00B911C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B2D"/>
    <w:rsid w:val="00171A2E"/>
    <w:rsid w:val="00304C90"/>
    <w:rsid w:val="00505B6D"/>
    <w:rsid w:val="006D3977"/>
    <w:rsid w:val="007D6C18"/>
    <w:rsid w:val="00B46B2D"/>
    <w:rsid w:val="00B911C6"/>
    <w:rsid w:val="00D1641A"/>
    <w:rsid w:val="00D9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46B2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46B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46B2D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46B2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46B2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46B2D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9</TotalTime>
  <Pages>1</Pages>
  <Words>261</Words>
  <Characters>1490</Characters>
  <Application>Microsoft Office Word</Application>
  <DocSecurity>0</DocSecurity>
  <Lines>12</Lines>
  <Paragraphs>3</Paragraphs>
  <ScaleCrop>false</ScaleCrop>
  <Company>Microsoft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2020-10-16T16:23:00Z</dcterms:created>
  <dcterms:modified xsi:type="dcterms:W3CDTF">2020-10-16T17:40:00Z</dcterms:modified>
</cp:coreProperties>
</file>