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2DE" w:rsidRDefault="000952DE" w:rsidP="000952D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52DE" w:rsidRDefault="000952DE" w:rsidP="000952D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952DE" w:rsidRDefault="000952DE" w:rsidP="000952D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952DE" w:rsidRDefault="000952DE" w:rsidP="0009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52DE" w:rsidRDefault="000952DE" w:rsidP="0009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52DE" w:rsidRDefault="000952DE" w:rsidP="0009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52DE" w:rsidRDefault="000952DE" w:rsidP="0009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52DE" w:rsidRDefault="000952DE" w:rsidP="0009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952DE" w:rsidRDefault="000952DE" w:rsidP="000952D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952DE" w:rsidRDefault="000952DE" w:rsidP="0009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952DE" w:rsidRDefault="000952DE" w:rsidP="0009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952DE" w:rsidRDefault="000952DE" w:rsidP="0009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52DE" w:rsidRDefault="000952DE" w:rsidP="0009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952DE" w:rsidRDefault="000952DE" w:rsidP="0009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52DE" w:rsidRDefault="000952DE" w:rsidP="000952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952DE" w:rsidRDefault="000952DE" w:rsidP="000952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952DE" w:rsidRDefault="000952DE" w:rsidP="000952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№51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0952DE" w:rsidRPr="00002D8B" w:rsidRDefault="000952DE" w:rsidP="000952D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952DE" w:rsidRDefault="000952DE" w:rsidP="000952D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0952DE" w:rsidRDefault="000952DE" w:rsidP="000952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0952DE" w:rsidRDefault="000952DE" w:rsidP="000952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0952DE" w:rsidRDefault="000952DE" w:rsidP="000952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Шуст В.А.</w:t>
      </w:r>
    </w:p>
    <w:p w:rsidR="000952DE" w:rsidRDefault="000952DE" w:rsidP="000952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0952DE" w:rsidRDefault="000952DE" w:rsidP="000952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Шуст В.А.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0952DE" w:rsidRPr="00002D8B" w:rsidRDefault="000952DE" w:rsidP="000952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0952DE" w:rsidRDefault="000952DE" w:rsidP="000952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Шуст Василю Адамовичу,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0B3B1B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0,2000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га,для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 ведення особистого селянського господарства, яка розташована в Хмельницька область, Шепетівський район, село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0952DE" w:rsidRDefault="000952DE" w:rsidP="000952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Шуст В.А,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0952DE" w:rsidRDefault="000952DE" w:rsidP="000952D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0952DE" w:rsidRDefault="000952DE" w:rsidP="000952D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952DE" w:rsidRDefault="000952DE" w:rsidP="000952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952DE" w:rsidRDefault="000952DE" w:rsidP="000952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952DE" w:rsidRDefault="000952DE" w:rsidP="000952DE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952DE" w:rsidRDefault="000952DE" w:rsidP="000952DE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952DE" w:rsidRDefault="000952DE" w:rsidP="000952DE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1607A" w:rsidRPr="000952DE" w:rsidRDefault="000952DE" w:rsidP="000952D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E1607A" w:rsidRPr="000952D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2DE"/>
    <w:rsid w:val="000952DE"/>
    <w:rsid w:val="000B3B1B"/>
    <w:rsid w:val="00E1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2D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952D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952D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952DE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2D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952D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952D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952DE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241</Words>
  <Characters>1374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2021-07-26T12:35:00Z</dcterms:created>
  <dcterms:modified xsi:type="dcterms:W3CDTF">2021-07-27T07:30:00Z</dcterms:modified>
</cp:coreProperties>
</file>