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D4" w:rsidRPr="00FB2913" w:rsidRDefault="007C33D4" w:rsidP="007C33D4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2F18B2" wp14:editId="1ED363BF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5216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52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92F18B2" id="Группа 2508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33D4" w:rsidRDefault="007C33D4" w:rsidP="007C33D4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" fillcolor="black" stroked="f"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" fillcolor="black" stroked="f"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7C33D4" w:rsidRPr="00FB2913" w:rsidRDefault="007C33D4" w:rsidP="007C33D4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7C33D4" w:rsidRPr="00FB2913" w:rsidRDefault="007C33D4" w:rsidP="007C33D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7C33D4" w:rsidRPr="00FB2913" w:rsidRDefault="007C33D4" w:rsidP="007C33D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A64C43" wp14:editId="3CC870D2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247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24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3D4" w:rsidRDefault="007C33D4" w:rsidP="007C33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EA64C43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" fillcolor="black" stroked="f"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" fillcolor="black" stroked="f"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33D4" w:rsidRDefault="007C33D4" w:rsidP="007C33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C33D4" w:rsidRPr="00FB2913" w:rsidRDefault="007C33D4" w:rsidP="007C33D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7C33D4" w:rsidRPr="00FB2913" w:rsidRDefault="007C33D4" w:rsidP="007C33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C33D4" w:rsidRPr="00FB2913" w:rsidRDefault="007C33D4" w:rsidP="007C33D4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Л.П.</w:t>
      </w:r>
    </w:p>
    <w:p w:rsidR="007C33D4" w:rsidRPr="00FB2913" w:rsidRDefault="007C33D4" w:rsidP="007C33D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  <w:proofErr w:type="gramEnd"/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Петрівні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82DF0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площею 0,0666га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ведення особистого селянського господарства,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lang w:eastAsia="en-US"/>
        </w:rPr>
        <w:t>.С</w:t>
      </w:r>
      <w:proofErr w:type="gramEnd"/>
      <w:r>
        <w:rPr>
          <w:rFonts w:ascii="Times New Roman" w:eastAsia="Calibri" w:hAnsi="Times New Roman" w:cs="Times New Roman"/>
          <w:sz w:val="24"/>
          <w:lang w:eastAsia="en-US"/>
        </w:rPr>
        <w:t>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C33D4" w:rsidRPr="00FB2913" w:rsidRDefault="007C33D4" w:rsidP="007C33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C33D4" w:rsidRPr="00FB2913" w:rsidRDefault="007C33D4" w:rsidP="007C33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C33D4" w:rsidRPr="00FB2913" w:rsidRDefault="007C33D4" w:rsidP="007C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8098A" w:rsidRPr="007C33D4" w:rsidRDefault="007C33D4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08098A" w:rsidRPr="007C33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D4"/>
    <w:rsid w:val="0008098A"/>
    <w:rsid w:val="007C33D4"/>
    <w:rsid w:val="00B8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D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D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2021-06-22T07:38:00Z</dcterms:created>
  <dcterms:modified xsi:type="dcterms:W3CDTF">2021-06-22T12:50:00Z</dcterms:modified>
</cp:coreProperties>
</file>