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CF2" w:rsidRPr="00DE6ED3" w:rsidRDefault="00395CF2" w:rsidP="00395C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95CF2" w:rsidRPr="00DE6ED3" w:rsidRDefault="00395CF2" w:rsidP="00395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395CF2" w:rsidRPr="00DE6ED3" w:rsidRDefault="00395CF2" w:rsidP="00395C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2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5CF2" w:rsidRDefault="00395CF2" w:rsidP="00395C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D+Jtu+&#10;9HgAAAhZBAAOAAAAAAAAAAAAAAAAAC4CAABkcnMvZTJvRG9jLnhtbFBLAQItABQABgAIAAAAIQCy&#10;HUyb4AAAAAoBAAAPAAAAAAAAAAAAAAAAAE57AABkcnMvZG93bnJldi54bWxQSwUGAAAAAAQABADz&#10;AAAAW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5CF2" w:rsidRDefault="00395CF2" w:rsidP="00395C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395CF2" w:rsidRPr="00DE6ED3" w:rsidRDefault="00395CF2" w:rsidP="00395CF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395CF2" w:rsidRPr="00DE6ED3" w:rsidRDefault="00395CF2" w:rsidP="00395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395CF2" w:rsidRPr="00DE6ED3" w:rsidRDefault="00395CF2" w:rsidP="00395CF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395CF2" w:rsidRPr="00DE6ED3" w:rsidRDefault="00395CF2" w:rsidP="00395C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395CF2" w:rsidRPr="00DE6ED3" w:rsidRDefault="00395CF2" w:rsidP="00395C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395CF2" w:rsidRPr="00DE6ED3" w:rsidRDefault="00395CF2" w:rsidP="00395CF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Бучнов</w:t>
      </w:r>
      <w:proofErr w:type="spellEnd"/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В.В.</w:t>
      </w: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Бучнова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95CF2" w:rsidRPr="00DE6ED3" w:rsidRDefault="00395CF2" w:rsidP="00395CF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Віктору Володимировичу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селянського господарства, площею 0,1677 га, яка розташована Х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, вулиця Зелена.</w:t>
      </w:r>
    </w:p>
    <w:p w:rsidR="00395CF2" w:rsidRPr="00DE6ED3" w:rsidRDefault="00395CF2" w:rsidP="00395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Віктору Володимировичу,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631947" w:rsidRPr="00631947">
        <w:rPr>
          <w:rFonts w:ascii="Times New Roman" w:eastAsia="Calibri" w:hAnsi="Times New Roman" w:cs="Times New Roman"/>
          <w:sz w:val="24"/>
        </w:rPr>
        <w:t>____________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631947" w:rsidRPr="0063194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0,1677 га, кадастровий номер: 6823986800:02:005:0055,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вул.Зелена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395CF2" w:rsidRPr="00DE6ED3" w:rsidRDefault="00395CF2" w:rsidP="00395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Бучнову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95CF2" w:rsidRPr="00DE6ED3" w:rsidRDefault="00395CF2" w:rsidP="00395C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95CF2" w:rsidRPr="00DE6ED3" w:rsidRDefault="00395CF2" w:rsidP="00395C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395CF2" w:rsidRPr="00395CF2" w:rsidRDefault="00395CF2" w:rsidP="00395C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77884" w:rsidRPr="00395CF2" w:rsidRDefault="00395CF2" w:rsidP="00395CF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777884" w:rsidRPr="00395C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CF2"/>
    <w:rsid w:val="00171A2E"/>
    <w:rsid w:val="00304C90"/>
    <w:rsid w:val="00395CF2"/>
    <w:rsid w:val="00505B6D"/>
    <w:rsid w:val="00631947"/>
    <w:rsid w:val="006D3977"/>
    <w:rsid w:val="00777884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263</Words>
  <Characters>1500</Characters>
  <Application>Microsoft Office Word</Application>
  <DocSecurity>0</DocSecurity>
  <Lines>12</Lines>
  <Paragraphs>3</Paragraphs>
  <ScaleCrop>false</ScaleCrop>
  <Company>Microsoft</Company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2021-03-17T09:29:00Z</dcterms:created>
  <dcterms:modified xsi:type="dcterms:W3CDTF">2021-03-17T09:40:00Z</dcterms:modified>
</cp:coreProperties>
</file>