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833" w:rsidRPr="005D6D0E" w:rsidRDefault="00FF4833" w:rsidP="00FF4833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833" w:rsidRDefault="00FF4833" w:rsidP="00FF48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F4833" w:rsidRDefault="00FF4833" w:rsidP="00FF48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F4833" w:rsidRDefault="00FF4833" w:rsidP="00FF48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4833" w:rsidRDefault="00FF4833" w:rsidP="00FF48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4833" w:rsidRDefault="00FF4833" w:rsidP="00FF48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4833" w:rsidRDefault="00FF4833" w:rsidP="00FF48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4833" w:rsidRDefault="00FF4833" w:rsidP="00FF48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F4833" w:rsidRDefault="00FF4833" w:rsidP="00FF483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F4833" w:rsidRDefault="00FF4833" w:rsidP="00FF48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F4833" w:rsidRDefault="00FF4833" w:rsidP="00FF48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F4833" w:rsidRDefault="00FF4833" w:rsidP="00FF48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4833" w:rsidRDefault="00FF4833" w:rsidP="00FF48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F4833" w:rsidRDefault="00FF4833" w:rsidP="00FF48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4833" w:rsidRDefault="00FF4833" w:rsidP="00FF48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F4833" w:rsidRDefault="00FF4833" w:rsidP="00FF483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F4833" w:rsidRPr="00186FBA" w:rsidRDefault="00FF4833" w:rsidP="00FF483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25.02.2021 року                                            Крупець                                                       №15</w:t>
      </w:r>
    </w:p>
    <w:p w:rsidR="00FF4833" w:rsidRPr="00CF04D8" w:rsidRDefault="00FF4833" w:rsidP="00FF483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F4833" w:rsidRPr="00CF04D8" w:rsidRDefault="00FF4833" w:rsidP="00FF483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розгляд заяви Коваль О.М.</w:t>
      </w:r>
    </w:p>
    <w:p w:rsidR="00FF4833" w:rsidRPr="00CF04D8" w:rsidRDefault="00FF4833" w:rsidP="00FF483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F4833" w:rsidRPr="00CF04D8" w:rsidRDefault="00FF4833" w:rsidP="00FF483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статті 144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Земельного кодексу України, Закону України «Про землеустрій», розглянувши заяву   Коваль О.М., сільська   рада     </w:t>
      </w:r>
    </w:p>
    <w:p w:rsidR="00FF4833" w:rsidRPr="00CF04D8" w:rsidRDefault="00FF4833" w:rsidP="00FF483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FF4833" w:rsidRPr="00CF04D8" w:rsidRDefault="00FF4833" w:rsidP="00FF483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  Коваль Олени Микитівни,  яка зареєстрована за адресою: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Крупець, вул.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Кринична, 2  припинити право користування на земельну ділянку орієнтовною площею  0,1000 га, яка розташована на території Крупецької сільської ради,  та перевести в землі запасу. </w:t>
      </w:r>
    </w:p>
    <w:p w:rsidR="00FF4833" w:rsidRPr="00CF04D8" w:rsidRDefault="00FF4833" w:rsidP="00FF483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FF4833" w:rsidRPr="00CF04D8" w:rsidRDefault="00FF4833" w:rsidP="00FF483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F4833" w:rsidRPr="00CF04D8" w:rsidRDefault="00FF4833" w:rsidP="00FF483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F4833" w:rsidRPr="00CF04D8" w:rsidRDefault="00FF4833" w:rsidP="00FF483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F4833" w:rsidRPr="00CF04D8" w:rsidRDefault="00FF4833" w:rsidP="00FF483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F4833" w:rsidRPr="00CF04D8" w:rsidRDefault="00FF4833" w:rsidP="00FF48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F4833" w:rsidRPr="00CF04D8" w:rsidRDefault="00FF4833" w:rsidP="00FF48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Сільський голова                                                                  </w:t>
      </w:r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996087" w:rsidRDefault="00996087">
      <w:bookmarkStart w:id="0" w:name="_GoBack"/>
      <w:bookmarkEnd w:id="0"/>
    </w:p>
    <w:sectPr w:rsidR="0099608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33"/>
    <w:rsid w:val="00171A2E"/>
    <w:rsid w:val="00304C90"/>
    <w:rsid w:val="00505B6D"/>
    <w:rsid w:val="006D3977"/>
    <w:rsid w:val="007D6C18"/>
    <w:rsid w:val="00996087"/>
    <w:rsid w:val="00D1641A"/>
    <w:rsid w:val="00FF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FF483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FF4833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F4833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FF483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FF4833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F4833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182</Words>
  <Characters>1040</Characters>
  <Application>Microsoft Office Word</Application>
  <DocSecurity>0</DocSecurity>
  <Lines>8</Lines>
  <Paragraphs>2</Paragraphs>
  <ScaleCrop>false</ScaleCrop>
  <Company>Microsoft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2021-03-02T13:54:00Z</dcterms:created>
  <dcterms:modified xsi:type="dcterms:W3CDTF">2021-03-02T13:55:00Z</dcterms:modified>
</cp:coreProperties>
</file>