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1A" w:rsidRPr="00B623A8" w:rsidRDefault="00D24A1A" w:rsidP="00D24A1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7B7395" wp14:editId="630E12A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75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75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A1A" w:rsidRDefault="00D24A1A" w:rsidP="00D24A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4hWqncAAF9ZBAAOAAAAZHJzL2Uyb0RvYy54bWzsfW1uJjmS3n8DvsML/RygWsn8zsLULGa6&#10;ugYGxvYA8/oAb0mqkmCV3rKk7q7dxQIGfARfxDfwFXZv5CfIIJNUZUTk1HQbgwV7gE5NKxRJRgSZ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7W4hWqncAAF9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/OksIA&#10;AADeAAAADwAAAGRycy9kb3ducmV2LnhtbERPS4vCMBC+L/gfwgje1lTLqlSjiKh4EJa62/vQTB/Y&#10;TEoTtf77jSDsbT6+56w2vWnEnTpXW1YwGUcgiHOray4V/P4cPhcgnEfW2FgmBU9ysFkPPlaYaPvg&#10;lO4XX4oQwi5BBZX3bSKlyysy6Ma2JQ5cYTuDPsCulLrDRwg3jZxG0UwarDk0VNjSrqL8erkZBTY+&#10;ns5ZOU3jPc89b78XRdaflRoN++0ShKfe/4vf7pMO8+P51wxe74Qb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86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fZqscA&#10;AADeAAAADwAAAGRycy9kb3ducmV2LnhtbERPTUsDMRC9C/6HMEIvxWbbYlfXpqUUtloPQqvgddiM&#10;m9XNZEnSdu2vbwTB2zze58yXvW3FkXxoHCsYjzIQxJXTDdcK3t/K23sQISJrbB2Tgh8KsFxcX82x&#10;0O7EOzruYy1SCIcCFZgYu0LKUBmyGEauI07cp/MWY4K+ltrjKYXbVk6ybCYtNpwaDHa0NlR97w9W&#10;wVf5aj7W+Xnjhw87Og/Ll6d2O1NqcNOvHkFE6uO/+M/9rNP8aX6Xw+876Qa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H2a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p2cUA&#10;AADeAAAADwAAAGRycy9kb3ducmV2LnhtbESPzWrDMAzH74O+g1Fhl9E4XdlW0rqljHWMXko/HkDE&#10;ShwayyH2muztp8NgNwn9P35ab0ffqjv1sQlsYJ7loIjLYBuuDVwv+9kSVEzIFtvAZOCHImw3k4c1&#10;FjYMfKL7OdVKQjgWaMCl1BVax9KRx5iFjlhuVeg9Jln7WtseBwn3rX7O81ftsWFpcNjRu6Pydv72&#10;UnJc4PFQDZf954gDfhwcP+1OxjxOx90KVKIx/Yv/3F9W8BdvL8Ir78g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+n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ZeMUA&#10;AADeAAAADwAAAGRycy9kb3ducmV2LnhtbERPS0sDMRC+C/0PYQrebNZqH65NS6kKIniwCsXbsJnu&#10;Lt1MQjJ2139vBMHbfHzPWW0G16kzxdR6NnA9KUARV962XBv4eH+6WoJKgmyx80wGvinBZj26WGFp&#10;fc9vdN5LrXIIpxINNCKh1DpVDTlMEx+IM3f00aFkGGttI/Y53HV6WhRz7bDl3NBgoF1D1Wn/5Qy8&#10;9o/hZTGfHcNnvJ3q9GDlsBNjLsfD9h6U0CD/4j/3s83zbxazO/h9J9+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1l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vYsUA&#10;AADeAAAADwAAAGRycy9kb3ducmV2LnhtbESP3WrCQBCF74W+wzIFb0Q3KqikriJSS/FG/HmAITtm&#10;Q7OzIbs16dt3LgTvZphzzjdnve19rR7UxiqwgekkA0VcBFtxaeB2PYxXoGJCtlgHJgN/FGG7eRus&#10;Mbeh4zM9LqlUEsIxRwMupSbXOhaOPMZJaIjldg+txyRrW2rbYifhvtazLFtojxULwWFDe0fFz+XX&#10;C+Q0x9Px3l0PXz12+Hl0PNqdjRm+97sPUIn69BI/3d9W3p8vF1JA6sgMe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S9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fw8UA&#10;AADeAAAADwAAAGRycy9kb3ducmV2LnhtbERPTUsDMRC9C/6HMII3m23VraxNi9QKIvTQVhBvw2a6&#10;u7iZhGTaXf+9EQRv83ifs1iNrldniqnzbGA6KUAR19523Bh4P7zcPIBKgmyx90wGvinBanl5scDK&#10;+oF3dN5Lo3IIpwoNtCKh0jrVLTlMEx+IM3f00aFkGBttIw453PV6VhSldthxbmgx0Lql+mt/cga2&#10;wya8zcv7Y/iMdzOdnq18rMWY66vx6RGU0Cj/4j/3q83zb+flFH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Z/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4cXcUA&#10;AADeAAAADwAAAGRycy9kb3ducmV2LnhtbERP32vCMBB+H/g/hBP2IjNVmRudUXQQJkwQ3WCvR3O2&#10;Zc2lJJmt/70RhL3dx/fzFqveNuJMPtSOFUzGGQjiwpmaSwXfX/rpFUSIyAYbx6TgQgFWy8HDAnPj&#10;Oj7Q+RhLkUI45KigirHNpQxFRRbD2LXEiTs5bzEm6EtpPHYp3DZymmVzabHm1FBhS+8VFb/HP6tg&#10;s+/KmR8Vm959nj5+nrU2eqeVehz26zcQkfr4L767tybNn73M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hx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zOcMA&#10;AADeAAAADwAAAGRycy9kb3ducmV2LnhtbERPS2rDMBDdF3IHMYHuGjnfBtdKCCmGULJJ2gMM1tRy&#10;bY2MpDju7atCobt5vO8U+9F2YiAfGscK5rMMBHHldMO1go/38mkLIkRkjZ1jUvBNAfa7yUOBuXZ3&#10;vtBwjbVIIRxyVGBi7HMpQ2XIYpi5njhxn85bjAn6WmqP9xRuO7nIso202HBqMNjT0VDVXm9WQfm2&#10;OA/tTfvSHcaVpbX52r4apR6n4+EFRKQx/ov/3Ced5i+fN0v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LzO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shssUA&#10;AADeAAAADwAAAGRycy9kb3ducmV2LnhtbERP32vCMBB+H+x/CDfYy9DU6VQ6o+ggTHAwpoKvR3O2&#10;Zc2lJJnt/nsjDPZ2H9/PW6x624gL+VA7VjAaZiCIC2dqLhUcD3owBxEissHGMSn4pQCr5f3dAnPj&#10;Ov6iyz6WIoVwyFFBFWObSxmKiiyGoWuJE3d23mJM0JfSeOxSuG3kc5ZNpcWaU0OFLb1VVHzvf6yC&#10;zWdXjv1Tsend7vx+etHa6A+t1ONDv34FEamP/+I/99ak+ePZdAK3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yG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O1sMA&#10;AADeAAAADwAAAGRycy9kb3ducmV2LnhtbERP3WrCMBS+F3yHcITdaaqbTrpGEUdhDG90e4BDc9Z0&#10;bU5KEmv39stg4N35+H5PsR9tJwbyoXGsYLnIQBBXTjdcK/j8KOdbECEia+wck4IfCrDfTScF5trd&#10;+EzDJdYihXDIUYGJsc+lDJUhi2HheuLEfTlvMSboa6k93lK47eQqyzbSYsOpwWBPR0NVe7laBeX7&#10;6jS0V+1LdxifLK3N9/bVKPUwGw8vICKN8S7+d7/pNP/xebO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fO1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OScEA&#10;AADeAAAADwAAAGRycy9kb3ducmV2LnhtbERPzYrCMBC+L/gOYQRva6quVWpTEUFZj9vdBxiasS02&#10;k9pEW9/eCMLe5uP7nXQ7mEbcqXO1ZQWzaQSCuLC65lLB3+/hcw3CeWSNjWVS8CAH22z0kWKibc8/&#10;dM99KUIIuwQVVN63iZSuqMigm9qWOHBn2xn0AXal1B32Idw0ch5FsTRYc2iosKV9RcUlvxkFX4/+&#10;eM2Xl+igDc1Oi/bEvlgqNRkPuw0IT4P/F7/d3zrMX6ziGF7vhBt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Lzk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V9fcQA&#10;AADeAAAADwAAAGRycy9kb3ducmV2LnhtbERPS2vCQBC+F/wPywje6kaF2KauIkpK6alN1fOQHZPQ&#10;7GzIbh7++64g9DYf33M2u9HUoqfWVZYVLOYRCOLc6ooLBaef9PkFhPPIGmvLpOBGDnbbydMGE20H&#10;/qY+84UIIewSVFB63yRSurwkg25uG+LAXW1r0AfYFlK3OIRwU8tlFMXSYMWhocSGDiXlv1lnFHTx&#10;ZXni66f+yo6399djunfyXCg1m477NxCeRv8vfrg/dJi/Wsdr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fX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ZEskA&#10;AADeAAAADwAAAGRycy9kb3ducmV2LnhtbESPQU/CQBCF7yb8h82QeJMtYCpUFoImJsBBIuLB29gd&#10;2kJ3tnZXqP+eOZh4m8l78943s0XnanWmNlSeDQwHCSji3NuKCwP795e7CagQkS3WnsnALwVYzHs3&#10;M8ysv/AbnXexUBLCIUMDZYxNpnXIS3IYBr4hFu3gW4dR1rbQtsWLhLtaj5Ik1Q4rloYSG3ouKT/t&#10;fpyBj+0knW6f1vfHzesXjp39/rRVasxtv1s+gorUxX/z3/XKCv74IRVeeUdm0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bVZE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rHcQA&#10;AADeAAAADwAAAGRycy9kb3ducmV2LnhtbERPS2vCQBC+F/wPyxS81U21pJq6ig+q4ilVweuQnSbB&#10;7GzIrhr99a5Q6G0+vueMp62pxIUaV1pW8N6LQBBnVpecKzjsv9+GIJxH1lhZJgU3cjCddF7GmGh7&#10;5R+67HwuQgi7BBUU3teJlC4ryKDr2Zo4cL+2MegDbHKpG7yGcFPJfhTF0mDJoaHAmhYFZafd2Si4&#10;x0dM3bo/Xw60p9vHcGW36Uqp7ms7+wLhqfX/4j/3Rof5g894BM93wg1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Aax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988cA&#10;AADeAAAADwAAAGRycy9kb3ducmV2LnhtbESPzW7CQAyE75X6DitX4gabUn5KyoKqikrcCqEPYGXN&#10;JiLrDdkthD49PlTqzZbHM/Mt171v1IW6WAc28DzKQBGXwdbsDHwfPoevoGJCttgEJgM3irBePT4s&#10;Mbfhynu6FMkpMeGYo4EqpTbXOpYVeYyj0BLL7Rg6j0nWzmnb4VXMfaPHWTbTHmuWhApb+qioPBU/&#10;3sA5jKe2Lzb4ddosdrVzk/PvfmLM4Kl/fwOVqE//4r/vrZX6L/O5AAiOzK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aPfP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+g8MA&#10;AADeAAAADwAAAGRycy9kb3ducmV2LnhtbERPyW7CMBC9V+IfrEHiBg6gEppiECBV4spy4Di1hyQl&#10;HofYQNqvx0hIvc3TW2e2aG0lbtT40rGC4SABQaydKTlXcNh/9acgfEA2WDkmBb/kYTHvvM0wM+7O&#10;W7rtQi5iCPsMFRQh1JmUXhdk0Q9cTRy5k2sshgibXJoG7zHcVnKUJBNpseTYUGBN64L0eXe1Cjbl&#10;N71P9OnDTld6e/y7hHH6Y5TqddvlJ4hAbfgXv9wbE+eP03QIz3fi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+g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mZI8YA&#10;AADeAAAADwAAAGRycy9kb3ducmV2LnhtbERP0WrCQBB8L/gPxwp9qxcjVBs9pRYEpSrUFn1dcmsu&#10;mNsLuWuMf98rCL7N7uzM7MwWna1ES40vHSsYDhIQxLnTJRcKfr5XLxMQPiBrrByTght5WMx7TzPM&#10;tLvyF7WHUIhowj5DBSaEOpPS54Ys+oGriSN3do3FEMemkLrBazS3lUyT5FVaLDkmGKzpw1B+Ofxa&#10;BS3ub8nJLHdvm3Kbp/vl8VPHvXrud+9TEIG68Di+q9c6vj8aj1P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mZ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jIsMA&#10;AADeAAAADwAAAGRycy9kb3ducmV2LnhtbERPTUvDQBC9C/0Pywje7MYUbIndFilUPGrsoccxO82m&#10;ZmfC7tpEf70rCN7m8T5nvZ18ry4UYids4G5egCJuxHbcGji87W9XoGJCttgLk4EvirDdzK7WWFkZ&#10;+ZUudWpVDuFYoQGX0lBpHRtHHuNcBuLMnSR4TBmGVtuAYw73vS6L4l577Dg3OBxo56j5qD+9gfGp&#10;eT+Xp6N132GQff0i57IXY26up8cHUImm9C/+cz/bPH+xXC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jj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lrQcUA&#10;AADeAAAADwAAAGRycy9kb3ducmV2LnhtbERP22oCMRB9L/QfwhR8q1mtuLI1ivUCIpWi1ffpZtzd&#10;Npksm1TXv2+Egm9zONcZT1trxJkaXzlW0OsmIIhzpysuFBw+V88jED4gazSOScGVPEwnjw9jzLS7&#10;8I7O+1CIGMI+QwVlCHUmpc9Lsui7riaO3Mk1FkOETSF1g5cYbo3sJ8lQWqw4NpRY07yk/Gf/axWs&#10;Phbmu7/dzY4yzJfplxlt3hbvSnWe2tkriEBtuIv/3Wsd57+k6QB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Wt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TTsQA&#10;AADeAAAADwAAAGRycy9kb3ducmV2LnhtbERPTYvCMBC9C/6HMIKXRVMVV+kaRQRRwYVdFbyOzWxb&#10;bCalibX+eyMseJvH+5zZojGFqKlyuWUFg34EgjixOudUwem47k1BOI+ssbBMCh7kYDFvt2YYa3vn&#10;X6oPPhUhhF2MCjLvy1hKl2Rk0PVtSRy4P1sZ9AFWqdQV3kO4KeQwij6lwZxDQ4YlrTJKroebUVD/&#10;7C/ptnbl7jr9cOPRZbP51melup1m+QXCU+Pf4n/3Vof5o8lkD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zE0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zJMYA&#10;AADeAAAADwAAAGRycy9kb3ducmV2LnhtbERPS2sCMRC+C/6HMEJvmq1tfaxGqUKhl4Kvg97GzXR3&#10;cTPZJlG3/fWNIHibj+8503ljKnEh50vLCp57CQjizOqScwW77Ud3BMIHZI2VZVLwSx7ms3Zriqm2&#10;V17TZRNyEUPYp6igCKFOpfRZQQZ9z9bEkfu2zmCI0OVSO7zGcFPJfpIMpMGSY0OBNS0Lyk6bs1Gw&#10;GI8WP6tX/vpbHw902B9Pb32XKPXUad4nIAI14SG+uz91nP8yHA7g9k68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3zJMYAAADeAAAADwAAAAAAAAAAAAAAAACYAgAAZHJz&#10;L2Rvd25yZXYueG1sUEsFBgAAAAAEAAQA9QAAAIsDAAAAAA==&#10;" fillcolor="black" stroked="f"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Yv8YA&#10;AADeAAAADwAAAGRycy9kb3ducmV2LnhtbERPS2vCQBC+F/wPywi91U0tGkldRW0LherBx8HjNDtN&#10;lmRnQ3arsb++Kwje5uN7znTe2VqcqPXGsYLnQQKCOHfacKHgsP94moDwAVlj7ZgUXMjDfNZ7mGKm&#10;3Zm3dNqFQsQQ9hkqKENoMil9XpJFP3ANceR+XGsxRNgWUrd4juG2lsMkGUuLhmNDiQ2tSsqr3a9V&#10;cPwam8nW0PB7/bd81+tRtdy8VUo99rvFK4hAXbiLb+5PHee/pGkK13fiDX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JY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+h/8cA&#10;AADeAAAADwAAAGRycy9kb3ducmV2LnhtbESPT0/DMAzF70j7DpGRuLEUkNhUlk3TEIILB/ZHXK3G&#10;a7o2Tkmyrdunxwckbrbe83s/zxaD79SJYmoCG3gYF6CIq2Abrg1sN2/3U1ApI1vsApOBCyVYzEc3&#10;MyxtOPMXnda5VhLCqUQDLue+1DpVjjymceiJRduH6DHLGmttI54l3Hf6sSietceGpcFhTytHVbs+&#10;egNx+f3aXvm4a4vr5yW9H4afKTpj7m6H5QuoTEP+N/9df1jBf5pMhFfe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Pof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KyL8QA&#10;AADeAAAADwAAAGRycy9kb3ducmV2LnhtbERP22rCQBB9L/QflhF8KXWjQlNTVymCIFQKWj9gmp0m&#10;wd3ZkB019uvdQsG3OZzrzJe9d+pMXWwCGxiPMlDEZbANVwYOX+vnV1BRkC26wGTgShGWi8eHORY2&#10;XHhH571UKoVwLNBALdIWWseyJo9xFFrixP2EzqMk2FXadnhJ4d7pSZa9aI8Np4YaW1rVVB73J2/A&#10;Tb7d7COPW7ke9Db79bJ7+rTGDAf9+xsooV7u4n/3xqb50zyfwd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ysi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qz8cA&#10;AADeAAAADwAAAGRycy9kb3ducmV2LnhtbESPQU/DMAyF70j7D5EncWMpQ4KpLJvYpkm9cKAb2tVr&#10;TFOROFUTtsKvxwckbrb8/N77lusxeHWhIXWRDdzPClDETbQdtwaOh/3dAlTKyBZ9ZDLwTQnWq8nN&#10;Eksbr/xGlzq3Skw4lWjA5dyXWqfGUcA0iz2x3D7iEDDLOrTaDngV8+D1vCgedcCOJcFhT1tHzWf9&#10;FQzs6t7Pj5XbpNP76/nsq589nXbG3E7Hl2dQmcb8L/77rqzUf3haCIDg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NKs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9YsIA&#10;AADeAAAADwAAAGRycy9kb3ducmV2LnhtbERPS4vCMBC+C/sfwizsTRNdUKlGkWUFYU++Dt6GZGyr&#10;zaQ00Xb/vREEb/PxPWe+7Fwl7tSE0rOG4UCBIDbelpxrOOzX/SmIEJEtVp5Jwz8FWC4+enPMrG95&#10;S/ddzEUK4ZChhiLGOpMymIIchoGviRN39o3DmGCTS9tgm8JdJUdKjaXDklNDgTX9FGSuu5vTcFnL&#10;P28UmuPh2G7s5PQ7pkpp/fXZrWYgInXxLX65NzbN/55Mh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D1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QcsQA&#10;AADeAAAADwAAAGRycy9kb3ducmV2LnhtbERPTWvCQBC9C/6HZQq96aYRbIiuooVCqfRQFfE4Zsck&#10;JDsbdldN/31XELzN433OfNmbVlzJ+dqygrdxAoK4sLrmUsF+9znKQPiArLG1TAr+yMNyMRzMMdf2&#10;xr903YZSxBD2OSqoQuhyKX1RkUE/th1x5M7WGQwRulJqh7cYblqZJslUGqw5NlTY0UdFRbO9GAXH&#10;y4bPP5PvlVuHg+13vklPWaPU60u/moEI1Ien+OH+0nH+5D1L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+UH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gm8YA&#10;AADeAAAADwAAAGRycy9kb3ducmV2LnhtbERPS2sCMRC+F/wPYQRvNVttdV2NUgWhl0J9HPQ2bqa7&#10;i5vJNom67a9vCgVv8/E9Z7ZoTS2u5HxlWcFTPwFBnFtdcaFgv1s/piB8QNZYWyYF3+RhMe88zDDT&#10;9sYbum5DIWII+wwVlCE0mZQ+L8mg79uGOHKf1hkMEbpCaoe3GG5qOUiSkTRYcWwosaFVSfl5ezEK&#10;lpN0+fXxzO8/m9ORjofT+WXgEqV63fZ1CiJQG+7if/ebjvOH43QIf+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8gm8YAAADeAAAADwAAAAAAAAAAAAAAAACYAgAAZHJz&#10;L2Rvd25yZXYueG1sUEsFBgAAAAAEAAQA9QAAAIsDAAAAAA==&#10;" fillcolor="black" stroked="f"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CzRcQA&#10;AADeAAAADwAAAGRycy9kb3ducmV2LnhtbERPTUsDMRC9C/0PYQrebLataNk2LUtBFE/bqvQ63Yyb&#10;xc1kSWK6/nsjCL3N433OZjfaXiTyoXOsYD4rQBA3TnfcKnh/e7pbgQgRWWPvmBT8UIDddnKzwVK7&#10;Cx8oHWMrcgiHEhWYGIdSytAYshhmbiDO3KfzFmOGvpXa4yWH214uiuJBWuw4NxgcaG+o+Tp+WwXp&#10;vK+rZTolc3j1Vetd/fxxrpW6nY7VGkSkMV7F/+4XnecvH1f3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s0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S18YA&#10;AADeAAAADwAAAGRycy9kb3ducmV2LnhtbERPTWvCQBC9C/0PyxR6042Wapq6ikhb1IttKtjjkJ1m&#10;Q7OzIbuNsb++WxC8zeN9znzZ21p01PrKsYLxKAFBXDhdcang8PEyTEH4gKyxdkwKzuRhubgZzDHT&#10;7sTv1OWhFDGEfYYKTAhNJqUvDFn0I9cQR+7LtRZDhG0pdYunGG5rOUmSqbRYcWww2NDaUPGd/1gF&#10;frx+Pu7s72P3+Wp4n2/N9K00St3d9qsnEIH6cBVf3Bsd59/P0gf4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BS1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4A1A" w:rsidRDefault="00D24A1A" w:rsidP="00D24A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4A1A" w:rsidRDefault="00D24A1A" w:rsidP="00D24A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24A1A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A1A" w:rsidRPr="0045385D" w:rsidRDefault="00D24A1A" w:rsidP="00D24A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 w:rsidRPr="0045385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45385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 w:rsidRPr="0045385D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24A1A" w:rsidRPr="0045385D" w:rsidRDefault="00D24A1A" w:rsidP="00D24A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4A1A" w:rsidRDefault="00D24A1A" w:rsidP="00D24A1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№48</w:t>
      </w:r>
    </w:p>
    <w:p w:rsidR="00D24A1A" w:rsidRPr="000865FB" w:rsidRDefault="00D24A1A" w:rsidP="00D24A1A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/>
          <w:sz w:val="24"/>
          <w:szCs w:val="24"/>
        </w:rPr>
      </w:pPr>
    </w:p>
    <w:p w:rsidR="00D24A1A" w:rsidRPr="0045385D" w:rsidRDefault="00D24A1A" w:rsidP="00D24A1A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85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45385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5385D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26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червня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2020 року № 15 «Про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ставок та </w:t>
      </w:r>
      <w:proofErr w:type="spellStart"/>
      <w:proofErr w:type="gramStart"/>
      <w:r w:rsidRPr="0045385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5385D">
        <w:rPr>
          <w:rFonts w:ascii="Times New Roman" w:hAnsi="Times New Roman" w:cs="Times New Roman"/>
          <w:b/>
          <w:sz w:val="24"/>
          <w:szCs w:val="24"/>
        </w:rPr>
        <w:t>ільг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сплати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відмінне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на 2021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рік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>»</w:t>
      </w:r>
    </w:p>
    <w:p w:rsidR="00D24A1A" w:rsidRPr="0045385D" w:rsidRDefault="00D24A1A" w:rsidP="00D24A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24A1A" w:rsidRPr="0045385D" w:rsidRDefault="00D24A1A" w:rsidP="00D24A1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385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385D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266,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52</w:t>
      </w:r>
      <w:r w:rsidRPr="0045385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45385D">
        <w:rPr>
          <w:rFonts w:ascii="Times New Roman" w:hAnsi="Times New Roman" w:cs="Times New Roman"/>
          <w:sz w:val="24"/>
          <w:szCs w:val="24"/>
        </w:rPr>
        <w:t>, 52</w:t>
      </w:r>
      <w:r w:rsidRPr="0045385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4538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ХХ «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рада  </w:t>
      </w:r>
    </w:p>
    <w:p w:rsidR="00D24A1A" w:rsidRPr="0045385D" w:rsidRDefault="00D24A1A" w:rsidP="00D24A1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85D">
        <w:rPr>
          <w:rFonts w:ascii="Times New Roman" w:hAnsi="Times New Roman" w:cs="Times New Roman"/>
          <w:sz w:val="24"/>
          <w:szCs w:val="24"/>
        </w:rPr>
        <w:t>ВИРІШИЛА:</w:t>
      </w:r>
    </w:p>
    <w:p w:rsidR="00D24A1A" w:rsidRPr="0045385D" w:rsidRDefault="00D24A1A" w:rsidP="00D24A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85D">
        <w:rPr>
          <w:rFonts w:ascii="Times New Roman" w:hAnsi="Times New Roman" w:cs="Times New Roman"/>
          <w:sz w:val="24"/>
          <w:szCs w:val="24"/>
        </w:rPr>
        <w:t xml:space="preserve">1. Внести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2020 року № 15 «Про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ставок та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відмінне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», 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>.</w:t>
      </w:r>
    </w:p>
    <w:p w:rsidR="00D24A1A" w:rsidRPr="0045385D" w:rsidRDefault="00D24A1A" w:rsidP="00D24A1A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5385D">
        <w:rPr>
          <w:rFonts w:ascii="Times New Roman" w:hAnsi="Times New Roman" w:cs="Times New Roman"/>
          <w:noProof/>
          <w:sz w:val="24"/>
          <w:szCs w:val="24"/>
        </w:rPr>
        <w:t>2. Оприлюднити рішення в засобах масової інформації або в інший можливий спосіб.</w:t>
      </w:r>
    </w:p>
    <w:p w:rsidR="00D24A1A" w:rsidRPr="0045385D" w:rsidRDefault="00D24A1A" w:rsidP="00D24A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85D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3</w:t>
      </w:r>
      <w:r w:rsidRPr="004538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з 01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2021 року.</w:t>
      </w:r>
    </w:p>
    <w:p w:rsidR="00D24A1A" w:rsidRPr="0045385D" w:rsidRDefault="00D24A1A" w:rsidP="00D24A1A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5385D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4. Контроль за виконанням рішення покласти на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4538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C39C2" w:rsidRDefault="00BC39C2" w:rsidP="00D24A1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D24A1A" w:rsidRPr="0045385D" w:rsidRDefault="00D24A1A" w:rsidP="00D24A1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5385D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</w:t>
      </w:r>
      <w:r w:rsidRPr="0045385D"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       Валерій МИХАЛЮК</w:t>
      </w:r>
    </w:p>
    <w:p w:rsidR="00D24A1A" w:rsidRPr="0045385D" w:rsidRDefault="00D24A1A" w:rsidP="00D24A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4A1A" w:rsidRDefault="00D24A1A" w:rsidP="00D24A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A1A" w:rsidRPr="0045385D" w:rsidRDefault="00D24A1A" w:rsidP="00D24A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4A1A" w:rsidRPr="0045385D" w:rsidRDefault="00D24A1A" w:rsidP="00D24A1A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 w:rsidRPr="0045385D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D24A1A" w:rsidRPr="0045385D" w:rsidRDefault="00D24A1A" w:rsidP="00D24A1A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 w:rsidRPr="0045385D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24A1A" w:rsidRPr="0045385D" w:rsidRDefault="00D24A1A" w:rsidP="00D24A1A">
      <w:pPr>
        <w:pStyle w:val="HTML0"/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r w:rsidRPr="0045385D">
        <w:rPr>
          <w:rFonts w:ascii="Times New Roman" w:hAnsi="Times New Roman"/>
          <w:color w:val="000000"/>
          <w:lang w:val="uk-UA"/>
        </w:rPr>
        <w:t xml:space="preserve">рішення  ХХХVІІІ сесії </w:t>
      </w:r>
    </w:p>
    <w:p w:rsidR="00D24A1A" w:rsidRPr="0045385D" w:rsidRDefault="00D24A1A" w:rsidP="00D24A1A">
      <w:pPr>
        <w:pStyle w:val="HTML0"/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proofErr w:type="spellStart"/>
      <w:r w:rsidRPr="0045385D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45385D">
        <w:rPr>
          <w:rFonts w:ascii="Times New Roman" w:hAnsi="Times New Roman"/>
          <w:color w:val="000000"/>
          <w:lang w:val="uk-UA"/>
        </w:rPr>
        <w:t xml:space="preserve"> сільської ради </w:t>
      </w:r>
    </w:p>
    <w:p w:rsidR="00D24A1A" w:rsidRPr="0045385D" w:rsidRDefault="00D24A1A" w:rsidP="00D24A1A">
      <w:pPr>
        <w:pStyle w:val="HTML0"/>
        <w:spacing w:line="276" w:lineRule="auto"/>
        <w:ind w:left="4248" w:firstLine="708"/>
        <w:rPr>
          <w:rFonts w:ascii="Times New Roman" w:hAnsi="Times New Roman"/>
          <w:color w:val="000000"/>
          <w:lang w:val="uk-UA"/>
        </w:rPr>
      </w:pPr>
      <w:r w:rsidRPr="0045385D">
        <w:rPr>
          <w:rFonts w:ascii="Times New Roman" w:hAnsi="Times New Roman"/>
          <w:color w:val="000000"/>
          <w:lang w:val="uk-UA"/>
        </w:rPr>
        <w:t>VІІ скликання від 26.06.2020 р. №15</w:t>
      </w:r>
    </w:p>
    <w:p w:rsidR="00D24A1A" w:rsidRPr="0045385D" w:rsidRDefault="00D24A1A" w:rsidP="00D24A1A">
      <w:pPr>
        <w:pStyle w:val="HTML0"/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 w:rsidRPr="0045385D">
        <w:rPr>
          <w:rFonts w:ascii="Times New Roman" w:hAnsi="Times New Roman"/>
          <w:color w:val="000000"/>
          <w:lang w:val="uk-UA"/>
        </w:rPr>
        <w:t>(в редакції рішення І</w:t>
      </w:r>
      <w:r w:rsidRPr="0045385D">
        <w:rPr>
          <w:rFonts w:ascii="Times New Roman" w:hAnsi="Times New Roman"/>
          <w:color w:val="000000"/>
        </w:rPr>
        <w:t>V</w:t>
      </w:r>
      <w:r w:rsidRPr="0045385D">
        <w:rPr>
          <w:rFonts w:ascii="Times New Roman" w:hAnsi="Times New Roman"/>
          <w:color w:val="000000"/>
          <w:lang w:val="uk-UA"/>
        </w:rPr>
        <w:t xml:space="preserve"> сесії сільської ради від</w:t>
      </w:r>
      <w:r>
        <w:rPr>
          <w:rFonts w:ascii="Times New Roman" w:hAnsi="Times New Roman"/>
          <w:color w:val="000000"/>
          <w:lang w:val="uk-UA"/>
        </w:rPr>
        <w:t xml:space="preserve"> 23.12.2020 р. №48</w:t>
      </w:r>
      <w:r w:rsidRPr="0045385D">
        <w:rPr>
          <w:rFonts w:ascii="Times New Roman" w:hAnsi="Times New Roman"/>
          <w:color w:val="000000"/>
          <w:lang w:val="uk-UA"/>
        </w:rPr>
        <w:t xml:space="preserve"> )</w:t>
      </w:r>
    </w:p>
    <w:p w:rsidR="00D24A1A" w:rsidRPr="0045385D" w:rsidRDefault="00D24A1A" w:rsidP="00D24A1A">
      <w:pPr>
        <w:keepNext/>
        <w:keepLines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85D">
        <w:rPr>
          <w:rFonts w:ascii="Times New Roman" w:hAnsi="Times New Roman" w:cs="Times New Roman"/>
          <w:b/>
          <w:sz w:val="24"/>
          <w:szCs w:val="24"/>
        </w:rPr>
        <w:t>ПЕРЕЛІК</w:t>
      </w:r>
      <w:r w:rsidRPr="0045385D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proofErr w:type="gramStart"/>
      <w:r w:rsidRPr="0045385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5385D">
        <w:rPr>
          <w:rFonts w:ascii="Times New Roman" w:hAnsi="Times New Roman" w:cs="Times New Roman"/>
          <w:b/>
          <w:sz w:val="24"/>
          <w:szCs w:val="24"/>
        </w:rPr>
        <w:t>ільг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фізичних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юридичних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осіб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наданих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відповідно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підпункту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266.4.2 пункту 266.4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статті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266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Податкового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кодексу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сплати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відмінне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5385D">
        <w:rPr>
          <w:rFonts w:ascii="Times New Roman" w:hAnsi="Times New Roman" w:cs="Times New Roman"/>
          <w:b/>
          <w:sz w:val="24"/>
          <w:szCs w:val="24"/>
        </w:rPr>
        <w:t xml:space="preserve"> ділянки</w:t>
      </w:r>
      <w:r w:rsidRPr="0045385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D24A1A" w:rsidRPr="0045385D" w:rsidRDefault="00D24A1A" w:rsidP="00D24A1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ільги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встановлюються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вводяться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дію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br/>
        <w:t xml:space="preserve"> з 01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2021 року.</w:t>
      </w:r>
    </w:p>
    <w:p w:rsidR="00D24A1A" w:rsidRPr="0045385D" w:rsidRDefault="00D24A1A" w:rsidP="00D24A1A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іністративно-територіальні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населені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пункти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громад, на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поширюється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3"/>
        <w:gridCol w:w="1902"/>
        <w:gridCol w:w="4346"/>
      </w:tblGrid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з КОАТУУ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іністративно-територіальної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населеного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пункту,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об’єднаної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6823984001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Крупець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6823984002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Стригани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6823986801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Полянь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6823986802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Колом’є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6823986803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Комарівка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6823986805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Хоровиця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6823984701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Лисиче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6823984702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Дідова Гора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6823984703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Потереба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6823982101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Головлі (Крупецька ОТГ)</w:t>
            </w:r>
          </w:p>
        </w:tc>
      </w:tr>
      <w:tr w:rsidR="00D24A1A" w:rsidRPr="0045385D" w:rsidTr="00850063">
        <w:tc>
          <w:tcPr>
            <w:tcW w:w="990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6823982102</w:t>
            </w:r>
          </w:p>
        </w:tc>
        <w:tc>
          <w:tcPr>
            <w:tcW w:w="2269" w:type="pct"/>
            <w:vAlign w:val="center"/>
          </w:tcPr>
          <w:p w:rsidR="00D24A1A" w:rsidRPr="0045385D" w:rsidRDefault="00D24A1A" w:rsidP="0085006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Нижні Головлі (Крупецька ОТГ)</w:t>
            </w:r>
          </w:p>
        </w:tc>
      </w:tr>
    </w:tbl>
    <w:p w:rsidR="00D24A1A" w:rsidRPr="0045385D" w:rsidRDefault="00D24A1A" w:rsidP="00D24A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5"/>
        <w:gridCol w:w="2741"/>
      </w:tblGrid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платників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категорія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класифікація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пільги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суми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податкового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зобов’язання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4538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t>Музеї та художні галереї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архівів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20"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1A" w:rsidRPr="0045385D" w:rsidTr="00850063">
        <w:tc>
          <w:tcPr>
            <w:tcW w:w="3569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5385D">
              <w:rPr>
                <w:rFonts w:ascii="Times New Roman" w:hAnsi="Times New Roman" w:cs="Times New Roman"/>
                <w:noProof/>
                <w:sz w:val="24"/>
                <w:szCs w:val="24"/>
              </w:rPr>
              <w:t>Незадіяні будівлі торгівельні, які не використовуються для торгівельної діяльності</w:t>
            </w:r>
          </w:p>
        </w:tc>
        <w:tc>
          <w:tcPr>
            <w:tcW w:w="1431" w:type="pct"/>
            <w:vAlign w:val="center"/>
          </w:tcPr>
          <w:p w:rsidR="00D24A1A" w:rsidRPr="0045385D" w:rsidRDefault="00D24A1A" w:rsidP="00850063">
            <w:pPr>
              <w:spacing w:before="100" w:after="0" w:line="228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D24A1A" w:rsidRPr="0045385D" w:rsidRDefault="00D24A1A" w:rsidP="00D24A1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A1A" w:rsidRPr="0045385D" w:rsidRDefault="00D24A1A" w:rsidP="00D24A1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85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ільги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визначаються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норм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підпункту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12.3.7 пункту 12.3 статті12, пункту 30.2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30, пункту 266.2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266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lastRenderedPageBreak/>
        <w:t>встановлення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38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5385D">
        <w:rPr>
          <w:rFonts w:ascii="Times New Roman" w:hAnsi="Times New Roman" w:cs="Times New Roman"/>
          <w:sz w:val="24"/>
          <w:szCs w:val="24"/>
        </w:rPr>
        <w:t>ільг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відмінних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територіях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адміністративно-територіальної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кожним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населеним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пунктом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затверджуються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85D">
        <w:rPr>
          <w:rFonts w:ascii="Times New Roman" w:hAnsi="Times New Roman" w:cs="Times New Roman"/>
          <w:sz w:val="24"/>
          <w:szCs w:val="24"/>
        </w:rPr>
        <w:t>окремо</w:t>
      </w:r>
      <w:proofErr w:type="spellEnd"/>
      <w:r w:rsidRPr="0045385D">
        <w:rPr>
          <w:rFonts w:ascii="Times New Roman" w:hAnsi="Times New Roman" w:cs="Times New Roman"/>
          <w:sz w:val="24"/>
          <w:szCs w:val="24"/>
        </w:rPr>
        <w:t>.</w:t>
      </w:r>
    </w:p>
    <w:p w:rsidR="00D513EA" w:rsidRDefault="00D513EA"/>
    <w:sectPr w:rsidR="00D513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F99" w:rsidRDefault="00FD2F99">
      <w:pPr>
        <w:spacing w:after="0" w:line="240" w:lineRule="auto"/>
      </w:pPr>
      <w:r>
        <w:separator/>
      </w:r>
    </w:p>
  </w:endnote>
  <w:endnote w:type="continuationSeparator" w:id="0">
    <w:p w:rsidR="00FD2F99" w:rsidRDefault="00FD2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F99" w:rsidRDefault="00FD2F99">
      <w:pPr>
        <w:spacing w:after="0" w:line="240" w:lineRule="auto"/>
      </w:pPr>
      <w:r>
        <w:separator/>
      </w:r>
    </w:p>
  </w:footnote>
  <w:footnote w:type="continuationSeparator" w:id="0">
    <w:p w:rsidR="00FD2F99" w:rsidRDefault="00FD2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1A"/>
    <w:rsid w:val="00BC39C2"/>
    <w:rsid w:val="00D24A1A"/>
    <w:rsid w:val="00D513EA"/>
    <w:rsid w:val="00E268E2"/>
    <w:rsid w:val="00F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1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4A1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24A1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24A1A"/>
    <w:rPr>
      <w:rFonts w:ascii="Consolas" w:eastAsiaTheme="minorEastAsia" w:hAnsi="Consolas"/>
      <w:sz w:val="20"/>
      <w:szCs w:val="20"/>
    </w:rPr>
  </w:style>
  <w:style w:type="paragraph" w:customStyle="1" w:styleId="ShapkaDocumentu">
    <w:name w:val="Shapka Documentu"/>
    <w:basedOn w:val="a"/>
    <w:rsid w:val="00D24A1A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1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4A1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24A1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24A1A"/>
    <w:rPr>
      <w:rFonts w:ascii="Consolas" w:eastAsiaTheme="minorEastAsia" w:hAnsi="Consolas"/>
      <w:sz w:val="20"/>
      <w:szCs w:val="20"/>
    </w:rPr>
  </w:style>
  <w:style w:type="paragraph" w:customStyle="1" w:styleId="ShapkaDocumentu">
    <w:name w:val="Shapka Documentu"/>
    <w:basedOn w:val="a"/>
    <w:rsid w:val="00D24A1A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7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2020-12-24T16:55:00Z</dcterms:created>
  <dcterms:modified xsi:type="dcterms:W3CDTF">2020-12-24T19:01:00Z</dcterms:modified>
</cp:coreProperties>
</file>