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E0" w:rsidRPr="00694EED" w:rsidRDefault="007A44E0" w:rsidP="007A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7A44E0" w:rsidRPr="00694EED" w:rsidRDefault="007A44E0" w:rsidP="007A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19FDB7" wp14:editId="782749C4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205" name="Группа 16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2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4E0" w:rsidRDefault="007A44E0" w:rsidP="007A44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05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5Hq9nYAAEF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zFOMMA&#10;AADeAAAADwAAAGRycy9kb3ducmV2LnhtbERPTWvCQBC9F/wPywje6sYEokRXEWlLDkIxrfchOybB&#10;7GzIbpP477uFgrd5vM/ZHSbTioF611hWsFpGIIhLqxuuFHx/vb9uQDiPrLG1TAoe5OCwn73sMNN2&#10;5AsNha9ECGGXoYLa+y6T0pU1GXRL2xEH7mZ7gz7AvpK6xzGEm1bGUZRKgw2Hhho7OtVU3osfo8Am&#10;H/n5WsWX5I3Xno+fm9t1Oiu1mE/HLQhPk3+K/925DvPTOErh751wg9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zFO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TSAMYA&#10;AADeAAAADwAAAGRycy9kb3ducmV2LnhtbERPS2sCMRC+F/ofwhR6Ec3Ww1q3RinC9nUQ3Apeh810&#10;s+1msiSpbv31piB4m4/vOYvVYDtxIB9axwoeJhkI4trplhsFu89y/AgiRGSNnWNS8EcBVsvbmwUW&#10;2h15S4cqNiKFcChQgYmxL6QMtSGLYeJ64sR9OW8xJugbqT0eU7jt5DTLcmmx5dRgsKe1ofqn+rUK&#10;vsuN2a9npxc/mm/pNCo/Xrv3XKn7u+H5CUSkIV7FF/ebTvPzaTaD/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TSA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ic8MA&#10;AADeAAAADwAAAGRycy9kb3ducmV2LnhtbESPzYrCMBDH7wu+QxjBy7KmqyDSNYqIingRdR9gaMam&#10;bDMpTdbWt3cOgrcZ5v/xm8Wq97W6UxurwAa+xxko4iLYiksDv9fd1xxUTMgW68Bk4EERVsvBxwJz&#10;Gzo+0/2SSiUhHHM04FJqcq1j4chjHIeGWG630HpMsralti12Eu5rPcmymfZYsTQ4bGjjqPi7/Hsp&#10;OU3xdLx1192+xw63R8ef67Mxo2G//gGVqE9v8ct9sII/m2TCK+/IDHr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ic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BS0sQA&#10;AADe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VVncw+87+Qa9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Ut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4qMQA&#10;AADeAAAADwAAAGRycy9kb3ducmV2LnhtbESPQYvCMBCF7wv+hzALXhZNVZClGkVERbyIuj9gaMam&#10;bDMpTbTdf79zELzNMO+9b95y3ftaPamNVWADk3EGirgItuLSwM9tP/oGFROyxTowGfijCOvV4GOJ&#10;uQ0dX+h5TaWSEI45GnApNbnWsXDkMY5DQyy3e2g9JlnbUtsWOwn3tZ5m2Vx7rFgIDhvaOip+rw8v&#10;kPMMz6d7d9sfeuxwd3L8tbkYM/zsNwtQifr0Fr/cRyvvz6cTKSB1ZAa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HeK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ICcQA&#10;AADeAAAADwAAAGRycy9kb3ducmV2LnhtbERPTUvDQBC9C/6HZQRvdpOgUWK3RaqCCB5ahdLbkJ0m&#10;wezssjs28d+7guBtHu9zluvZjepEMQ2eDZSLAhRx6+3AnYGP9+erO1BJkC2OnsnANyVYr87PlthY&#10;P/GWTjvpVA7h1KCBXiQ0Wqe2J4dp4QNx5o4+OpQMY6dtxCmHu1FXRVFrhwPnhh4DbXpqP3dfzsDb&#10;9BReb+ubYzjE60qnRyv7jRhzeTE/3IMSmuVf/Od+sXl+XZUl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PyA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Ll8QA&#10;AADeAAAADwAAAGRycy9kb3ducmV2LnhtbERP32vCMBB+H/g/hBN8GTO1MpHOKDoIDhyM6WCvR3O2&#10;xeZSksx2/70RBnu7j+/nrTaDbcWVfGgcK5hNMxDEpTMNVwq+TvppCSJEZIOtY1LwSwE269HDCgvj&#10;ev6k6zFWIoVwKFBBHWNXSBnKmiyGqeuIE3d23mJM0FfSeOxTuG1lnmULabHh1FBjR681lZfjj1Ww&#10;++iruX8sd4M7nPffz1ob/a6VmoyH7QuISEP8F/+530yav8hnO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YS5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Sk88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H+brx/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Sk8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12eMUA&#10;AADeAAAADwAAAGRycy9kb3ducmV2LnhtbERP32vCMBB+H/g/hBP2IjPVTRmdUVQIEybI3GCvR3O2&#10;Zc2lJJmt/70RhL3dx/fzFqveNuJMPtSOFUzGGQjiwpmaSwXfX/rpFUSIyAYbx6TgQgFWy8HDAnPj&#10;Ov6k8zGWIoVwyFFBFWObSxmKiiyGsWuJE3dy3mJM0JfSeOxSuG3kNMvm0mLNqaHClrYVFb/HP6tg&#10;c+jKZz8qNr37OL3/zLQ2eq+Vehz26zcQkfr4L767dybNn08nL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XZ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GZHMIA&#10;AADeAAAADwAAAGRycy9kb3ducmV2LnhtbERPzYrCMBC+L/gOYQRva2pRkWoUcSksy1509wGGZmyq&#10;zaQksda3NwsL3ubj+53NbrCt6MmHxrGC2TQDQVw53XCt4PenfF+BCBFZY+uYFDwowG47ettgod2d&#10;j9SfYi1SCIcCFZgYu0LKUBmyGKauI07c2XmLMUFfS+3xnsJtK/MsW0qLDacGgx0dDFXX080qKL/y&#10;7/560750+2FuaWEuqw+j1GQ87NcgIg3xJf53f+o0f5nPF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wZk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Zg8IA&#10;AADeAAAADwAAAGRycy9kb3ducmV2LnhtbERPzWqDQBC+F/IOywR6a1ZtI8VmlRJIiceaPsDgTlV0&#10;Z627ifr23UCht/n4fudQLGYQN5pcZ1lBvItAENdWd9wo+Lqcnl5BOI+scbBMClZyUOSbhwNm2s78&#10;SbfKNyKEsMtQQev9mEnp6pYMup0diQP3bSeDPsCpkXrCOYSbQSZRlEqDHYeGFkc6tlT31dUoeFnn&#10;j59q30cnbSgun8eSfb1X6nG7vL+B8LT4f/Gf+6zD/DSJU7i/E26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3Zm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qt8QA&#10;AADeAAAADwAAAGRycy9kb3ducmV2LnhtbERPTWvCQBC9F/wPyxR6q5vkkNbUNYhikZ5s1J6H7JiE&#10;ZmdDdk3iv3eFQm/zeJ+zzCfTioF611hWEM8jEMSl1Q1XCk7H3es7COeRNbaWScGNHOSr2dMSM21H&#10;/qah8JUIIewyVFB732VSurImg25uO+LAXWxv0AfYV1L3OIZw08okilJpsOHQUGNHm5rK3+JqFFzT&#10;n+TEly99KLa3z8V2t3byXCn18jytP0B4mvy/+M+912F+msRv8Hgn3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TKr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MO2MkA&#10;AADeAAAADwAAAGRycy9kb3ducmV2LnhtbESPT0/CQBDF7yZ+h82QeJMtSBooLERNSMSDhH8HbkN3&#10;aKvd2dJdoX5752DibSbvzXu/mS06V6srtaHybGDQT0AR595WXBjY75aPY1AhIlusPZOBHwqwmN/f&#10;zTCz/sYbum5joSSEQ4YGyhibTOuQl+Qw9H1DLNrZtw6jrG2hbYs3CXe1HiZJqh1WLA0lNvRaUv61&#10;/XYGDutxOlm/rEaf7x8nfHL2crRVasxDr3uegorUxX/z3/WbFfx0OBB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2MO2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Y818QA&#10;AADeAAAADwAAAGRycy9kb3ducmV2LnhtbERPTWvCQBC9F/wPyxR6qxujBBuzEVvRFk9qBa9DdkxC&#10;s7Mhu9XYX+8KBW/zeJ+TzXvTiDN1rrasYDSMQBAXVtdcKjh8r16nIJxH1thYJgVXcjDPB08Zptpe&#10;eEfnvS9FCGGXooLK+zaV0hUVGXRD2xIH7mQ7gz7ArpS6w0sIN42MoyiRBmsODRW29FFR8bP/NQr+&#10;kiNu3Wf8vhxrT9fJdG0327VSL8/9YgbCU+8f4n/3lw7zk3j0Bvd3wg0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PN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k2WcYA&#10;AADeAAAADwAAAGRycy9kb3ducmV2LnhtbESPQW/CMAyF75P2HyJP4jZSKkCjENA0MYnbRtkPsBqT&#10;VjROaTIo/Pr5gLSbLT+/977VZvCtulAfm8AGJuMMFHEVbMPOwM/h8/UNVEzIFtvAZOBGETbr56cV&#10;FjZceU+XMjklJhwLNFCn1BVax6omj3EcOmK5HUPvMcnaO217vIq5b3WeZXPtsWFJqLGjj5qqU/nr&#10;DZxDPrNDucWv03bx3Tg3Pd/3U2NGL8P7ElSiIf2LH987K/XneS4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k2W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1KcMA&#10;AADeAAAADwAAAGRycy9kb3ducmV2LnhtbERPyW7CMBC9V+IfrKnUGzikIoWAQYBUiSvLocfBHpLQ&#10;eBxiAylfX1dC6m2e3jqzRWdrcaPWV44VDAcJCGLtTMWFgsP+sz8G4QOywdoxKfghD4t572WGuXF3&#10;3tJtFwoRQ9jnqKAMocml9Loki37gGuLInVxrMUTYFtK0eI/htpZpkmTSYsWxocSG1iXp793VKthU&#10;Rxpl+jSx45Xefj0u4f3jbJR6e+2WUxCBuvAvfro3Js7P0nQIf+/EG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n1K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qSicUA&#10;AADeAAAADwAAAGRycy9kb3ducmV2LnhtbERPXWsCMRB8L/Q/hC34VnPNg7SnUVQQKlrBD/R1uayX&#10;o5fNcUnP8983hYJvszs7MzuTWe9q0VEbKs8a3oYZCOLCm4pLDafj6vUdRIjIBmvPpOFOAWbT56cJ&#10;5sbfeE/dIZYimXDIUYONscmlDIUlh2HoG+LEXX3rMKaxLaVp8ZbMXS1Vlo2kw4pTgsWGlpaK78OP&#10;09Dh7p5d7OLrY11tC7VbnDcm7fXgpZ+PQUTq4+P4X/1p0vsjpRT81UkY5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pK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oiMIA&#10;AADeAAAADwAAAGRycy9kb3ducmV2LnhtbERPTUsDMRC9C/6HMII3mzVCkbVpKULFo64eehw30822&#10;m5klid3VX28Ewds83uesNnMY1Jli6oUt3C4qUMStuJ47C+9vu5t7UCkjOxyEycIXJdisLy9WWDuZ&#10;+JXOTe5UCeFUowWf81hrnVpPAdNCRuLCHSQGzAXGTruIUwkPgzZVtdQBey4NHkd69NSems9gYXpq&#10;P47msHf+O46ya17kaAax9vpq3j6AyjTnf/Gf+9mV+Utj7u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++iI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g68QA&#10;AADeAAAADwAAAGRycy9kb3ducmV2LnhtbERP22oCMRB9F/oPYQq+abaLWFmN4hVEKkVr36eb6e62&#10;yWTZRF3/vikIvs3hXGcya60RF2p85VjBSz8BQZw7XXGh4PSx6Y1A+ICs0TgmBTfyMJs+dSaYaXfl&#10;A12OoRAxhH2GCsoQ6kxKn5dk0fddTRy5b9dYDBE2hdQNXmO4NTJNkqG0WHFsKLGmZUn57/FsFWze&#10;V+Yn3R/mnzIs169fZrRbrN6U6j638zGIQG14iO/urY7zh2k6g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qYO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AY5MYA&#10;AADeAAAADwAAAGRycy9kb3ducmV2LnhtbERP22rCQBB9L/QflhH6UnTTFEWim1AKJRYseANfx+yY&#10;hGRnQ3Yb0793C4W+zeFcZ52NphUD9a62rOBlFoEgLqyuuVRwOn5MlyCcR9bYWiYFP+QgSx8f1pho&#10;e+M9DQdfihDCLkEFlfddIqUrKjLoZrYjDtzV9gZ9gH0pdY+3EG5aGUfRQhqsOTRU2NF7RUVz+DYK&#10;ht32Um4G1302y2c3f73k+Zc+K/U0Gd9WIDyN/l/8597oMH8Rx3P4fSfc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AY5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4E0" w:rsidRDefault="007A44E0" w:rsidP="007A44E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4jsUA&#10;AADeAAAADwAAAGRycy9kb3ducmV2LnhtbERPTWvCQBC9C/6HZYTedGNog0ZX0ULBi6C2B72N2TEJ&#10;ZmfT3a2m/fVuodDbPN7nzJedacSNnK8tKxiPEhDEhdU1lwo+3t+GExA+IGtsLJOCb/KwXPR7c8y1&#10;vfOebodQihjCPkcFVQhtLqUvKjLoR7YljtzFOoMhQldK7fAew00j0yTJpMGaY0OFLb1WVFwPX0bB&#10;ejpZf+6eefuzP5/odDxfX1KXKPU06FYzEIG68C/+c290nJ+laQa/78Qb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7viOxQAAAN4AAAAPAAAAAAAAAAAAAAAAAJgCAABkcnMv&#10;ZG93bnJldi54bWxQSwUGAAAAAAQABAD1AAAAigMAAAAA&#10;" fillcolor="black" stroked="f">
                  <v:textbox>
                    <w:txbxContent>
                      <w:p w:rsidR="007A44E0" w:rsidRDefault="007A44E0" w:rsidP="007A44E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FTFcYA&#10;AADeAAAADwAAAGRycy9kb3ducmV2LnhtbERPS2vCQBC+C/6HZQq96aaBppK6Sn0UhOpB7aHHaXaa&#10;LMnOhuxWY3+9KxS8zcf3nOm8t404UeeNYwVP4wQEceG04VLB5/F9NAHhA7LGxjEpuJCH+Ww4mGKu&#10;3Zn3dDqEUsQQ9jkqqEJocyl9UZFFP3YtceR+XGcxRNiVUnd4juG2kWmSZNKi4dhQYUvLior68GsV&#10;fH1kZrI3lH5v/xZrvX2uF7tVrdTjQ//2CiJQH+7if/dGx/lZmr7A7Z14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FTF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yqVccA&#10;AADeAAAADwAAAGRycy9kb3ducmV2LnhtbESPQW/CMAyF75P2HyJP2m2k6wGhjoAQ0wSXHWCbdrUa&#10;ryltnC4JUPj1+DBpN1vv+b3P8+Xoe3WimNrABp4nBSjiOtiWGwOfH29PM1ApI1vsA5OBCyVYLu7v&#10;5ljZcOYdnfa5URLCqUIDLueh0jrVjjymSRiIRfsJ0WOWNTbaRjxLuO91WRRT7bFlaXA40NpR3e2P&#10;3kBcfb92Vz5+dcX1/ZI2h/F3hs6Yx4dx9QIq05j/zX/XWyv407IUXnlHZt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sqlX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G5hcQA&#10;AADeAAAADwAAAGRycy9kb3ducmV2LnhtbERP22rCQBB9L/gPyxR8KboxD1ZTVxGhIFQELx8wZqdJ&#10;6O5syE419uu7BaFvczjXWax679SVutgENjAZZ6CIy2AbrgycT++jGagoyBZdYDJwpwir5eBpgYUN&#10;Nz7Q9SiVSiEcCzRQi7SF1rGsyWMch5Y4cZ+h8ygJdpW2Hd5SuHc6z7Kp9thwaqixpU1N5dfx2xtw&#10;+cXNP17jTu5nvct+vBxe9taY4XO/fgMl1Mu/+OHe2jR/mudz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RuY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Hn8cA&#10;AADeAAAADwAAAGRycy9kb3ducmV2LnhtbESPQU/DMAyF70j7D5GRuLGUIk2oLJtg06RedqAM7eo1&#10;pqlInKoJW9mvxwckbrb8/N77luspeHWmMfWRDTzMC1DEbbQ9dwYO77v7J1ApI1v0kcnADyVYr2Y3&#10;S6xsvPAbnZvcKTHhVKEBl/NQaZ1aRwHTPA7EcvuMY8As69hpO+JFzIPXZVEsdMCeJcHhQBtH7Vfz&#10;HQxsm8GXh9q9puPH/nTy9XVHx60xd7fTyzOoTFP+F/9911bqL8pH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ix5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QMsIA&#10;AADeAAAADwAAAGRycy9kb3ducmV2LnhtbERPTYvCMBC9L/gfwgje1kQXulKNIqIgeFpXD96GZGyr&#10;zaQ0WVv/vVlY2Ns83ucsVr2rxYPaUHnWMBkrEMTG24oLDafv3fsMRIjIFmvPpOFJAVbLwdsCc+s7&#10;/qLHMRYihXDIUUMZY5NLGUxJDsPYN8SJu/rWYUywLaRtsUvhrpZTpTLpsOLUUGJDm5LM/fjjNNx2&#10;8uCNQnM+nbu9/bxsM6qV1qNhv56DiNTHf/Gfe2/T/Gz6MYH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69A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9IsMA&#10;AADeAAAADwAAAGRycy9kb3ducmV2LnhtbERPS4vCMBC+C/6HMAveNN0KItUorrCwKHvwgXicbca2&#10;tJmUJGr99xtB8DYf33Pmy8404kbOV5YVfI4SEMS51RUXCo6H7+EUhA/IGhvLpOBBHpaLfm+OmbZ3&#10;3tFtHwoRQ9hnqKAMoc2k9HlJBv3ItsSRu1hnMEToCqkd3mO4aWSaJBNpsOLYUGJL65Lyen81Cs7X&#10;LV9+x5uV+won2x18nf5Na6UGH91qBiJQF97il/tHx/mTdJzC8514g1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G9I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44E0" w:rsidRDefault="007A44E0" w:rsidP="007A44E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Ny8YA&#10;AADeAAAADwAAAGRycy9kb3ducmV2LnhtbERPTWsCMRC9C/0PYQq9adbViq5GqQXBi1BtD/U2bsbd&#10;xc1km0Rd/fWmUOhtHu9zZovW1OJCzleWFfR7CQji3OqKCwVfn6vuGIQPyBpry6TgRh4W86fODDNt&#10;r7ylyy4UIoawz1BBGUKTSenzkgz6nm2II3e0zmCI0BVSO7zGcFPLNElG0mDFsaHEht5Lyk+7s1Gw&#10;nIyXPx9D3ty3hz3tvw+n19QlSr08t29TEIHa8C/+c691nD9KBw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DNy8YAAADeAAAADwAAAAAAAAAAAAAAAACYAgAAZHJz&#10;L2Rvd25yZXYueG1sUEsFBgAAAAAEAAQA9QAAAIsDAAAAAA==&#10;" fillcolor="black" stroked="f">
                  <v:textbox>
                    <w:txbxContent>
                      <w:p w:rsidR="007A44E0" w:rsidRDefault="007A44E0" w:rsidP="007A44E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9eFcQA&#10;AADeAAAADwAAAGRycy9kb3ducmV2LnhtbERPS0sDMRC+C/6HMII3m7WVUrZNy1IoFU/bh3idbqab&#10;xc1kSWK6/nsjCN7m43vOajPaXiTyoXOs4HlSgCBunO64VXA+7Z4WIEJE1tg7JgXfFGCzvr9bYand&#10;jQ+UjrEVOYRDiQpMjEMpZWgMWQwTNxBn7uq8xZihb6X2eMvhtpfTophLix3nBoMDbQ01n8cvqyBd&#10;tnU1Sx/JHN581XpX798vtVKPD2O1BBFpjP/iP/erzvPn09kL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fXh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44E0" w:rsidRDefault="007A44E0" w:rsidP="007A44E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+/h8UA&#10;AADeAAAADwAAAGRycy9kb3ducmV2LnhtbERPTWvCQBC9F/wPywje6kaloY2uUkRL7cU2Cu1xyI7Z&#10;0OxsyG5j9Ne7hUJv83ifs1j1thYdtb5yrGAyTkAQF05XXCo4Hrb3jyB8QNZYOyYFF/KwWg7uFphp&#10;d+YP6vJQihjCPkMFJoQmk9IXhiz6sWuII3dyrcUQYVtK3eI5httaTpMklRYrjg0GG1obKr7zH6vA&#10;T9abzzd7feq+Xgzv851J30uj1GjYP89BBOrDv/jP/arj/HQ6e4D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/7+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44E0" w:rsidRDefault="007A44E0" w:rsidP="007A44E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A44E0" w:rsidRPr="00694EED" w:rsidRDefault="007A44E0" w:rsidP="007A44E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A44E0" w:rsidRPr="00694EED" w:rsidRDefault="007A44E0" w:rsidP="007A44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7A44E0" w:rsidRPr="00694EED" w:rsidRDefault="007A44E0" w:rsidP="007A44E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A44E0" w:rsidRPr="00694EED" w:rsidRDefault="007A44E0" w:rsidP="007A44E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A44E0" w:rsidRPr="00694EED" w:rsidRDefault="007A44E0" w:rsidP="007A44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A44E0" w:rsidRPr="00694EED" w:rsidRDefault="007A44E0" w:rsidP="007A44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A44E0" w:rsidRPr="00694EED" w:rsidRDefault="007A44E0" w:rsidP="007A44E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A44E0" w:rsidRPr="00694EED" w:rsidRDefault="007A44E0" w:rsidP="007A44E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Гончарук Л.І</w:t>
      </w: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Гончарук Л.І,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Гончарук Лідії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Іллінічні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0,0721га,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44E0" w:rsidRPr="00694EED" w:rsidRDefault="007A44E0" w:rsidP="007A44E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Гончарук Лідії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Іллінічні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A5641">
        <w:rPr>
          <w:rFonts w:ascii="Times New Roman" w:eastAsia="Calibri" w:hAnsi="Times New Roman" w:cs="Times New Roman"/>
          <w:sz w:val="24"/>
          <w:lang w:eastAsia="en-US"/>
        </w:rPr>
        <w:t>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A564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0,0721 га, кадастровий номер: 6823984000:01:007:0039,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7A44E0" w:rsidRPr="00694EED" w:rsidRDefault="007A44E0" w:rsidP="007A44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 Л.І.,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7A44E0" w:rsidRPr="00694EED" w:rsidRDefault="007A44E0" w:rsidP="007A44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A44E0" w:rsidRPr="00694EED" w:rsidRDefault="007A44E0" w:rsidP="007A44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7CF2" w:rsidRPr="007A44E0" w:rsidRDefault="007A44E0" w:rsidP="007A44E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07CF2" w:rsidRPr="007A44E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0"/>
    <w:rsid w:val="00407CF2"/>
    <w:rsid w:val="006A5641"/>
    <w:rsid w:val="007A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E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E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2021-06-22T10:28:00Z</dcterms:created>
  <dcterms:modified xsi:type="dcterms:W3CDTF">2021-06-22T13:27:00Z</dcterms:modified>
</cp:coreProperties>
</file>