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BA7" w:rsidRPr="00CD53EA" w:rsidRDefault="00CD2BA7" w:rsidP="00CD2BA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2BA7" w:rsidRDefault="00CD2BA7" w:rsidP="00CD2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2BA7" w:rsidRDefault="00CD2BA7" w:rsidP="00CD2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D2BA7" w:rsidRDefault="00CD2BA7" w:rsidP="00CD2B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2BA7" w:rsidRDefault="00CD2BA7" w:rsidP="00CD2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D2BA7" w:rsidRDefault="00CD2BA7" w:rsidP="00CD2B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2BA7" w:rsidRDefault="00CD2BA7" w:rsidP="00CD2B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№29</w:t>
      </w:r>
    </w:p>
    <w:p w:rsidR="00CD2BA7" w:rsidRPr="00CD53EA" w:rsidRDefault="00CD2BA7" w:rsidP="00CD2BA7">
      <w:pPr>
        <w:pStyle w:val="HTML0"/>
        <w:spacing w:line="276" w:lineRule="auto"/>
        <w:rPr>
          <w:rFonts w:ascii="Times New Roman" w:hAnsi="Times New Roman"/>
        </w:rPr>
      </w:pPr>
    </w:p>
    <w:p w:rsidR="00CD2BA7" w:rsidRDefault="00CD2BA7" w:rsidP="00CD2B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CD2BA7" w:rsidRDefault="00CD2BA7" w:rsidP="00CD2B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CD2BA7" w:rsidRDefault="00CD2BA7" w:rsidP="00CD2B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CD2BA7" w:rsidRDefault="00CD2BA7" w:rsidP="00CD2B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Цимбалюку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С.Ф</w:t>
      </w:r>
    </w:p>
    <w:p w:rsidR="00CD2BA7" w:rsidRDefault="00CD2BA7" w:rsidP="00CD2B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2BA7" w:rsidRDefault="00CD2BA7" w:rsidP="00CD2B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Цимбалюка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С.Ф.,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CD2BA7" w:rsidRDefault="00CD2BA7" w:rsidP="00CD2B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D2BA7" w:rsidRDefault="00CD2BA7" w:rsidP="00CD2B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Цимбалюку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Сергію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Федоровичу,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32DF0">
        <w:rPr>
          <w:rFonts w:ascii="Times New Roman" w:eastAsia="Calibri" w:hAnsi="Times New Roman" w:cs="Times New Roman"/>
          <w:sz w:val="24"/>
          <w:lang w:val="en-US"/>
        </w:rPr>
        <w:t>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32DF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0,1441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6823982100:01:011:0020,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D2BA7" w:rsidRDefault="00CD2BA7" w:rsidP="00CD2B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Цимбалюку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С.Ф.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CD2BA7" w:rsidRDefault="00CD2BA7" w:rsidP="00CD2B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D2BA7" w:rsidRDefault="00CD2BA7" w:rsidP="00CD2B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D2BA7" w:rsidRPr="00CD53EA" w:rsidRDefault="00CD2BA7" w:rsidP="00CD2BA7">
      <w:pPr>
        <w:pStyle w:val="HTML0"/>
        <w:spacing w:line="276" w:lineRule="auto"/>
        <w:rPr>
          <w:rFonts w:ascii="Times New Roman" w:hAnsi="Times New Roman"/>
        </w:rPr>
      </w:pPr>
    </w:p>
    <w:p w:rsidR="00CD2BA7" w:rsidRPr="00CD53EA" w:rsidRDefault="00CD2BA7" w:rsidP="00CD2BA7">
      <w:pPr>
        <w:pStyle w:val="HTML0"/>
        <w:spacing w:line="276" w:lineRule="auto"/>
        <w:rPr>
          <w:rFonts w:ascii="Times New Roman" w:hAnsi="Times New Roman"/>
        </w:rPr>
      </w:pPr>
    </w:p>
    <w:p w:rsidR="00CD2BA7" w:rsidRPr="00CD53EA" w:rsidRDefault="00CD2BA7" w:rsidP="00CD2BA7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p w:rsidR="00292852" w:rsidRDefault="00292852"/>
    <w:sectPr w:rsidR="0029285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BA7"/>
    <w:rsid w:val="00171A2E"/>
    <w:rsid w:val="00292852"/>
    <w:rsid w:val="00304C90"/>
    <w:rsid w:val="00332DF0"/>
    <w:rsid w:val="00505B6D"/>
    <w:rsid w:val="006D3977"/>
    <w:rsid w:val="007D6C18"/>
    <w:rsid w:val="00CD2BA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D2BA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D2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D2BA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D2BA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D2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D2BA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253</Words>
  <Characters>1444</Characters>
  <Application>Microsoft Office Word</Application>
  <DocSecurity>0</DocSecurity>
  <Lines>12</Lines>
  <Paragraphs>3</Paragraphs>
  <ScaleCrop>false</ScaleCrop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2020-09-29T17:17:00Z</dcterms:created>
  <dcterms:modified xsi:type="dcterms:W3CDTF">2020-09-30T04:15:00Z</dcterms:modified>
</cp:coreProperties>
</file>