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8D2" w:rsidRDefault="007968D2" w:rsidP="007968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68D2" w:rsidRDefault="00AB4CA9" w:rsidP="007968D2">
      <w:pPr>
        <w:jc w:val="both"/>
        <w:rPr>
          <w:rFonts w:ascii="Times New Roman" w:hAnsi="Times New Roman" w:cs="Times New Roman"/>
        </w:rPr>
      </w:pPr>
      <w:r w:rsidRPr="00AB4CA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968D2" w:rsidRDefault="007968D2" w:rsidP="007968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968D2" w:rsidRDefault="007968D2" w:rsidP="007968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68D2" w:rsidRDefault="007968D2" w:rsidP="007968D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68D2" w:rsidRDefault="007968D2" w:rsidP="007968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68D2" w:rsidRDefault="007968D2" w:rsidP="007968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968D2" w:rsidRDefault="007968D2" w:rsidP="007968D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968D2" w:rsidRDefault="007968D2" w:rsidP="007968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968D2" w:rsidRDefault="007968D2" w:rsidP="007968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968D2" w:rsidRDefault="007968D2" w:rsidP="007968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68D2" w:rsidRDefault="007968D2" w:rsidP="007968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968D2" w:rsidRDefault="007968D2" w:rsidP="007968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68D2" w:rsidRDefault="007968D2" w:rsidP="007968D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968D2" w:rsidRDefault="007968D2" w:rsidP="007968D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968D2" w:rsidRDefault="007968D2" w:rsidP="007968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968D2" w:rsidRPr="00870506" w:rsidRDefault="007968D2" w:rsidP="007968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7968D2" w:rsidRPr="00C623C0" w:rsidRDefault="007968D2" w:rsidP="007968D2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7968D2" w:rsidRPr="00870506" w:rsidRDefault="007968D2" w:rsidP="007968D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968D2" w:rsidRPr="00870506" w:rsidRDefault="007968D2" w:rsidP="007968D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968D2" w:rsidRPr="00870506" w:rsidRDefault="007968D2" w:rsidP="007968D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7968D2" w:rsidRPr="00870506" w:rsidRDefault="007968D2" w:rsidP="007968D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Столярчук Н.О.</w:t>
      </w:r>
    </w:p>
    <w:p w:rsidR="007968D2" w:rsidRPr="00870506" w:rsidRDefault="007968D2" w:rsidP="007968D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968D2" w:rsidRPr="00870506" w:rsidRDefault="007968D2" w:rsidP="007968D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 Н.О.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7968D2" w:rsidRPr="00870506" w:rsidRDefault="007968D2" w:rsidP="007968D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7968D2" w:rsidRPr="00870506" w:rsidRDefault="007968D2" w:rsidP="007968D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Столярчук Ніні Олександрівні, яка зареєстрована за адресою: </w:t>
      </w:r>
      <w:r w:rsidR="001F60AA" w:rsidRPr="001F60A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______________________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0,25 га,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Зелена у районі будинку №42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7968D2" w:rsidRPr="00870506" w:rsidRDefault="007968D2" w:rsidP="007968D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. Столярчук Н.О.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7968D2" w:rsidRPr="00870506" w:rsidRDefault="007968D2" w:rsidP="007968D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7968D2" w:rsidRPr="00870506" w:rsidRDefault="007968D2" w:rsidP="007968D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968D2" w:rsidRPr="00870506" w:rsidRDefault="007968D2" w:rsidP="007968D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968D2" w:rsidRPr="007968D2" w:rsidRDefault="007968D2" w:rsidP="007968D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341B74" w:rsidRPr="007968D2" w:rsidRDefault="007968D2" w:rsidP="007968D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341B74" w:rsidRPr="007968D2" w:rsidSect="00341B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968D2"/>
    <w:rsid w:val="00171A2E"/>
    <w:rsid w:val="001F60AA"/>
    <w:rsid w:val="00304C90"/>
    <w:rsid w:val="00341B74"/>
    <w:rsid w:val="00505B6D"/>
    <w:rsid w:val="005C4399"/>
    <w:rsid w:val="006D3977"/>
    <w:rsid w:val="007968D2"/>
    <w:rsid w:val="007D6C18"/>
    <w:rsid w:val="00AB4CA9"/>
    <w:rsid w:val="00D1641A"/>
    <w:rsid w:val="00FE2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8D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>Microsoft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2019-12-11T11:22:00Z</dcterms:created>
  <dcterms:modified xsi:type="dcterms:W3CDTF">2019-12-11T12:01:00Z</dcterms:modified>
</cp:coreProperties>
</file>