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D01" w:rsidRPr="00154EFF" w:rsidRDefault="00134D01" w:rsidP="00134D0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01" w:rsidRDefault="00134D01" w:rsidP="00134D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34D01" w:rsidRDefault="00134D01" w:rsidP="00134D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34D01" w:rsidRDefault="00134D01" w:rsidP="00134D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4D01" w:rsidRDefault="00134D01" w:rsidP="00134D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4D01" w:rsidRDefault="00134D01" w:rsidP="00134D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4D01" w:rsidRDefault="00134D01" w:rsidP="00134D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4D01" w:rsidRDefault="00134D01" w:rsidP="00134D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34D01" w:rsidRDefault="00134D01" w:rsidP="00134D0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34D01" w:rsidRDefault="00134D01" w:rsidP="00134D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34D01" w:rsidRDefault="00134D01" w:rsidP="00134D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34D01" w:rsidRDefault="00134D01" w:rsidP="00134D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4D01" w:rsidRDefault="00134D01" w:rsidP="00134D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34D01" w:rsidRDefault="00134D01" w:rsidP="00134D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4D01" w:rsidRDefault="00134D01" w:rsidP="00134D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34D01" w:rsidRDefault="00134D01" w:rsidP="00134D0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34D01" w:rsidRDefault="00134D01" w:rsidP="00134D0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№12</w:t>
      </w:r>
    </w:p>
    <w:p w:rsidR="00134D01" w:rsidRPr="008D6F85" w:rsidRDefault="00134D01" w:rsidP="00134D0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34D01" w:rsidRPr="008D6F85" w:rsidRDefault="00134D01" w:rsidP="00134D0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34D01" w:rsidRPr="008D6F85" w:rsidRDefault="00134D01" w:rsidP="00134D0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34D01" w:rsidRPr="008D6F85" w:rsidRDefault="00134D01" w:rsidP="00134D0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134D01" w:rsidRPr="008D6F85" w:rsidRDefault="00134D01" w:rsidP="00134D0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134D01" w:rsidRPr="008D6F85" w:rsidRDefault="00134D01" w:rsidP="00134D0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Андрощук В.І.</w:t>
      </w:r>
    </w:p>
    <w:p w:rsidR="00134D01" w:rsidRPr="008D6F85" w:rsidRDefault="00134D01" w:rsidP="00134D0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4D01" w:rsidRPr="008D6F85" w:rsidRDefault="00134D01" w:rsidP="00134D0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Андрощука В.І.,  сільська  рада </w:t>
      </w:r>
    </w:p>
    <w:p w:rsidR="00134D01" w:rsidRPr="008D6F85" w:rsidRDefault="00134D01" w:rsidP="00134D0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34D01" w:rsidRPr="008D6F85" w:rsidRDefault="00134D01" w:rsidP="00134D0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Андрощуку Володимиру Івановичу,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який  зареєстрований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F4A58">
        <w:rPr>
          <w:rFonts w:ascii="Times New Roman" w:eastAsia="Calibri" w:hAnsi="Times New Roman" w:cs="Times New Roman"/>
          <w:sz w:val="24"/>
          <w:szCs w:val="24"/>
        </w:rPr>
        <w:t>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DF4A5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6823986800:03:007:0093, 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>, вул.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Лісова, 20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34D01" w:rsidRPr="008D6F85" w:rsidRDefault="00134D01" w:rsidP="00134D0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2. Андрощуку В.І., посвідчити своє право  в  установленому  законом  порядку.</w:t>
      </w:r>
    </w:p>
    <w:p w:rsidR="00134D01" w:rsidRPr="008D6F85" w:rsidRDefault="00134D01" w:rsidP="00134D0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34D01" w:rsidRPr="008D6F85" w:rsidRDefault="00134D01" w:rsidP="00134D0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70FC9" w:rsidRPr="00134D01" w:rsidRDefault="00134D01" w:rsidP="00134D0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sectPr w:rsidR="00E70FC9" w:rsidRPr="00134D0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01"/>
    <w:rsid w:val="00134D01"/>
    <w:rsid w:val="00DF4A58"/>
    <w:rsid w:val="00E7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D0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34D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34D01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D0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34D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34D01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267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2022-02-08T06:20:00Z</dcterms:created>
  <dcterms:modified xsi:type="dcterms:W3CDTF">2022-02-08T11:02:00Z</dcterms:modified>
</cp:coreProperties>
</file>