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A6E" w:rsidRDefault="00D33A6E" w:rsidP="00D33A6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3A6E" w:rsidRDefault="00D33A6E" w:rsidP="00D33A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3A6E" w:rsidRDefault="00D33A6E" w:rsidP="00D33A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3A6E" w:rsidRDefault="00D33A6E" w:rsidP="00D33A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3A6E" w:rsidRDefault="00D33A6E" w:rsidP="00D33A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3A6E" w:rsidRDefault="00D33A6E" w:rsidP="00D33A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3A6E" w:rsidRDefault="00D33A6E" w:rsidP="00D33A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3A6E" w:rsidRDefault="00D33A6E" w:rsidP="00D33A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3A6E" w:rsidRDefault="00D33A6E" w:rsidP="00D33A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3A6E" w:rsidRDefault="00D33A6E" w:rsidP="00D33A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3A6E" w:rsidRDefault="00D33A6E" w:rsidP="00D33A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3A6E" w:rsidRDefault="00D33A6E" w:rsidP="00D33A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3A6E" w:rsidRDefault="00D33A6E" w:rsidP="00D33A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3A6E" w:rsidRDefault="00D33A6E" w:rsidP="00D33A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3A6E" w:rsidRDefault="00D33A6E" w:rsidP="00D33A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3A6E" w:rsidRDefault="00D33A6E" w:rsidP="00D33A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3A6E" w:rsidRDefault="00D33A6E" w:rsidP="00D33A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3A6E" w:rsidRDefault="00D33A6E" w:rsidP="00D33A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3A6E" w:rsidRDefault="00D33A6E" w:rsidP="00D33A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3A6E" w:rsidRDefault="00D33A6E" w:rsidP="00D33A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3A6E" w:rsidRDefault="00D33A6E" w:rsidP="00D33A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3A6E" w:rsidRDefault="00D33A6E" w:rsidP="00D33A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3A6E" w:rsidRDefault="00D33A6E" w:rsidP="00D33A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3A6E" w:rsidRDefault="00D33A6E" w:rsidP="00D33A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3A6E" w:rsidRDefault="00D33A6E" w:rsidP="00D33A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3A6E" w:rsidRDefault="00D33A6E" w:rsidP="00D33A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3A6E" w:rsidRDefault="00D33A6E" w:rsidP="00D33A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3A6E" w:rsidRDefault="00D33A6E" w:rsidP="00D33A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3A6E" w:rsidRDefault="00D33A6E" w:rsidP="00D33A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3A6E" w:rsidRDefault="00D33A6E" w:rsidP="00D33A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3A6E" w:rsidRDefault="00D33A6E" w:rsidP="00D33A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33A6E" w:rsidRDefault="00D33A6E" w:rsidP="00D33A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33A6E" w:rsidRDefault="00D33A6E" w:rsidP="00D33A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33A6E" w:rsidRDefault="00D33A6E" w:rsidP="00D33A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33A6E" w:rsidRDefault="00D33A6E" w:rsidP="00D33A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33A6E" w:rsidRDefault="00D33A6E" w:rsidP="00D33A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33A6E" w:rsidRDefault="00D33A6E" w:rsidP="00D33A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33A6E" w:rsidRDefault="00D33A6E" w:rsidP="00D33A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33A6E" w:rsidRDefault="00D33A6E" w:rsidP="00D33A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33A6E" w:rsidRDefault="00D33A6E" w:rsidP="00D33A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33A6E" w:rsidRDefault="00D33A6E" w:rsidP="00D33A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33A6E" w:rsidRDefault="00D33A6E" w:rsidP="00D33A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33A6E" w:rsidRDefault="00D33A6E" w:rsidP="00D33A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33A6E" w:rsidRDefault="00D33A6E" w:rsidP="00D33A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33A6E" w:rsidRDefault="00D33A6E" w:rsidP="00D33A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33A6E" w:rsidRDefault="00D33A6E" w:rsidP="00D33A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33A6E" w:rsidRDefault="00D33A6E" w:rsidP="00D33A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33A6E" w:rsidRDefault="00D33A6E" w:rsidP="00D33A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33A6E" w:rsidRDefault="00D33A6E" w:rsidP="00D33A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33A6E" w:rsidRDefault="00D33A6E" w:rsidP="00D33A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33A6E" w:rsidRDefault="00D33A6E" w:rsidP="00D33A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D33A6E" w:rsidRDefault="00D33A6E" w:rsidP="00D33A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33A6E" w:rsidRDefault="00D33A6E" w:rsidP="00D33A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33A6E" w:rsidRDefault="00D33A6E" w:rsidP="00D33A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33A6E" w:rsidRDefault="00D33A6E" w:rsidP="00D33A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33A6E" w:rsidRDefault="00D33A6E" w:rsidP="00D33A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33A6E" w:rsidRDefault="00D33A6E" w:rsidP="00D33A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33A6E" w:rsidRDefault="00D33A6E" w:rsidP="00D33A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D33A6E" w:rsidRDefault="00D33A6E" w:rsidP="00D33A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33A6E" w:rsidRDefault="00D33A6E" w:rsidP="00D33A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33A6E" w:rsidRDefault="00D33A6E" w:rsidP="00D33A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33A6E" w:rsidRDefault="00D33A6E" w:rsidP="00D33A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33A6E" w:rsidRDefault="00D33A6E" w:rsidP="00D33A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33A6E" w:rsidRDefault="00D33A6E" w:rsidP="00D33A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33A6E" w:rsidRDefault="00D33A6E" w:rsidP="00D33A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33A6E" w:rsidRDefault="00D33A6E" w:rsidP="00D33A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33A6E" w:rsidRDefault="00D33A6E" w:rsidP="00D33A6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33A6E" w:rsidRDefault="00D33A6E" w:rsidP="00D33A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D33A6E" w:rsidRDefault="00D33A6E" w:rsidP="00D33A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33A6E" w:rsidRDefault="00D33A6E" w:rsidP="00D33A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33A6E" w:rsidRDefault="00D33A6E" w:rsidP="00D33A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D33A6E" w:rsidRDefault="00D33A6E" w:rsidP="00D33A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33A6E" w:rsidRDefault="00D33A6E" w:rsidP="00D33A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D33A6E" w:rsidRDefault="00D33A6E" w:rsidP="00D33A6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33A6E" w:rsidRDefault="00D33A6E" w:rsidP="00D33A6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№112</w:t>
      </w:r>
    </w:p>
    <w:p w:rsidR="00D33A6E" w:rsidRDefault="00D33A6E" w:rsidP="00D33A6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3A6E" w:rsidRPr="001C55EE" w:rsidRDefault="00D33A6E" w:rsidP="00D33A6E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надання дозволу на розробку технічної</w:t>
      </w:r>
    </w:p>
    <w:p w:rsidR="00D33A6E" w:rsidRPr="001C55EE" w:rsidRDefault="00D33A6E" w:rsidP="00D33A6E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документації із землеустрою щодо поділу</w:t>
      </w:r>
    </w:p>
    <w:p w:rsidR="00D33A6E" w:rsidRPr="001C55EE" w:rsidRDefault="00D33A6E" w:rsidP="00D33A6E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 об’єднання земельної ділянки</w:t>
      </w:r>
    </w:p>
    <w:p w:rsidR="00D33A6E" w:rsidRPr="001C55EE" w:rsidRDefault="00D33A6E" w:rsidP="00D33A6E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6823984000:03:012:0186</w:t>
      </w:r>
      <w:r w:rsidRPr="001C5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Крупецької сільської ради</w:t>
      </w:r>
    </w:p>
    <w:p w:rsidR="00D33A6E" w:rsidRPr="001C55EE" w:rsidRDefault="00D33A6E" w:rsidP="00D33A6E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3A6E" w:rsidRPr="001C55EE" w:rsidRDefault="00D33A6E" w:rsidP="00D33A6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</w:t>
      </w:r>
      <w:r>
        <w:rPr>
          <w:rFonts w:ascii="Times New Roman" w:eastAsia="Calibri" w:hAnsi="Times New Roman" w:cs="Times New Roman"/>
          <w:sz w:val="24"/>
          <w:szCs w:val="24"/>
        </w:rPr>
        <w:t>еустрій»,  враховуючи пропозицію</w:t>
      </w:r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 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</w:t>
      </w:r>
    </w:p>
    <w:p w:rsidR="00D33A6E" w:rsidRPr="001C55EE" w:rsidRDefault="00D33A6E" w:rsidP="00D33A6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55EE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D33A6E" w:rsidRDefault="00D33A6E" w:rsidP="00D33A6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Надати  </w:t>
      </w:r>
      <w:r w:rsidRPr="001C55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Крупецькій сільській раді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r w:rsidRPr="001C55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виготовлення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технічної документації  із землеустрою щодо поділу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об’єднання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земельної ділянки, площею 16,614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га, кадастровий  номер 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6823984000:03:012:0186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16.00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землі </w:t>
      </w:r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запасу (земельні ділянки кожної категорії земель, які не надані у власність або користування громадянам чи юридичним особам)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яка розташована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Хмельницька область, Славутський (Шепетівський) район, Крупецька сільська рада.</w:t>
      </w:r>
    </w:p>
    <w:p w:rsidR="00D33A6E" w:rsidRPr="001C55EE" w:rsidRDefault="00D33A6E" w:rsidP="00D33A6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>
        <w:rPr>
          <w:rFonts w:ascii="Times New Roman" w:eastAsia="Calibri" w:hAnsi="Times New Roman" w:cs="Times New Roman"/>
          <w:sz w:val="24"/>
        </w:rPr>
        <w:t xml:space="preserve">Крупецькій сільській раді, </w:t>
      </w:r>
      <w:r w:rsidRPr="00DE6ED3">
        <w:rPr>
          <w:rFonts w:ascii="Times New Roman" w:eastAsia="Calibri" w:hAnsi="Times New Roman" w:cs="Times New Roman"/>
          <w:sz w:val="24"/>
        </w:rPr>
        <w:t xml:space="preserve">розробити  технічну документацію із землеустрою  щодо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поділу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об’єднання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земельної ділянки </w:t>
      </w:r>
      <w:r w:rsidRPr="00DE6ED3">
        <w:rPr>
          <w:rFonts w:ascii="Times New Roman" w:eastAsia="Calibri" w:hAnsi="Times New Roman" w:cs="Times New Roman"/>
          <w:sz w:val="24"/>
        </w:rPr>
        <w:t>та подати на  розгляд сесії сільської ради.</w:t>
      </w:r>
    </w:p>
    <w:p w:rsidR="00D33A6E" w:rsidRPr="001C55EE" w:rsidRDefault="00D33A6E" w:rsidP="00D33A6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3</w:t>
      </w:r>
      <w:r w:rsidRPr="001C55EE">
        <w:rPr>
          <w:rFonts w:ascii="Times New Roman" w:eastAsia="Calibri" w:hAnsi="Times New Roman" w:cs="Times New Roman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D33A6E" w:rsidRDefault="00D33A6E" w:rsidP="00D33A6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33A6E" w:rsidRPr="001C55EE" w:rsidRDefault="00D33A6E" w:rsidP="00D33A6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C33786" w:rsidRPr="00D33A6E" w:rsidRDefault="00D33A6E" w:rsidP="00D33A6E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1C55EE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Валерій   МИХАЛЮК</w:t>
      </w:r>
    </w:p>
    <w:sectPr w:rsidR="00C33786" w:rsidRPr="00D33A6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A6E"/>
    <w:rsid w:val="00171A2E"/>
    <w:rsid w:val="00304C90"/>
    <w:rsid w:val="00505B6D"/>
    <w:rsid w:val="006D3977"/>
    <w:rsid w:val="007D6C18"/>
    <w:rsid w:val="00C33786"/>
    <w:rsid w:val="00D1641A"/>
    <w:rsid w:val="00D3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  <w14:docId w14:val="584A0572"/>
  <w15:docId w15:val="{F2490780-29CF-41C6-ACCB-937EA5FF4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A6E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D33A6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D33A6E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D33A6E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274</Words>
  <Characters>1562</Characters>
  <Application>Microsoft Office Word</Application>
  <DocSecurity>0</DocSecurity>
  <Lines>13</Lines>
  <Paragraphs>3</Paragraphs>
  <ScaleCrop>false</ScaleCrop>
  <Company>Microsoft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1</cp:revision>
  <dcterms:created xsi:type="dcterms:W3CDTF">2021-04-28T12:25:00Z</dcterms:created>
  <dcterms:modified xsi:type="dcterms:W3CDTF">2021-04-28T12:26:00Z</dcterms:modified>
</cp:coreProperties>
</file>