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55E" w:rsidRPr="00154EFF" w:rsidRDefault="0083755E" w:rsidP="0083755E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55E" w:rsidRDefault="0083755E" w:rsidP="008375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755E" w:rsidRDefault="0083755E" w:rsidP="008375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55E" w:rsidRDefault="0083755E" w:rsidP="008375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755E" w:rsidRDefault="0083755E" w:rsidP="008375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55E" w:rsidRDefault="0083755E" w:rsidP="008375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755E" w:rsidRDefault="0083755E" w:rsidP="008375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55E" w:rsidRDefault="0083755E" w:rsidP="008375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755E" w:rsidRDefault="0083755E" w:rsidP="008375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55E" w:rsidRDefault="0083755E" w:rsidP="008375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755E" w:rsidRDefault="0083755E" w:rsidP="008375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55E" w:rsidRDefault="0083755E" w:rsidP="008375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755E" w:rsidRDefault="0083755E" w:rsidP="008375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55E" w:rsidRDefault="0083755E" w:rsidP="008375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755E" w:rsidRDefault="0083755E" w:rsidP="008375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55E" w:rsidRDefault="0083755E" w:rsidP="008375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755E" w:rsidRDefault="0083755E" w:rsidP="008375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55E" w:rsidRDefault="0083755E" w:rsidP="008375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755E" w:rsidRDefault="0083755E" w:rsidP="008375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55E" w:rsidRDefault="0083755E" w:rsidP="008375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755E" w:rsidRDefault="0083755E" w:rsidP="008375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55E" w:rsidRDefault="0083755E" w:rsidP="008375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55E" w:rsidRDefault="0083755E" w:rsidP="008375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55E" w:rsidRDefault="0083755E" w:rsidP="008375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55E" w:rsidRDefault="0083755E" w:rsidP="008375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55E" w:rsidRDefault="0083755E" w:rsidP="008375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55E" w:rsidRDefault="0083755E" w:rsidP="008375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55E" w:rsidRDefault="0083755E" w:rsidP="008375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55E" w:rsidRDefault="0083755E" w:rsidP="008375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55E" w:rsidRDefault="0083755E" w:rsidP="008375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755E" w:rsidRDefault="0083755E" w:rsidP="008375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3755E" w:rsidRDefault="0083755E" w:rsidP="008375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3755E" w:rsidRDefault="0083755E" w:rsidP="008375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3755E" w:rsidRDefault="0083755E" w:rsidP="008375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3755E" w:rsidRDefault="0083755E" w:rsidP="008375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3755E" w:rsidRDefault="0083755E" w:rsidP="008375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3755E" w:rsidRDefault="0083755E" w:rsidP="008375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3755E" w:rsidRDefault="0083755E" w:rsidP="008375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3755E" w:rsidRDefault="0083755E" w:rsidP="008375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3755E" w:rsidRDefault="0083755E" w:rsidP="008375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3755E" w:rsidRDefault="0083755E" w:rsidP="008375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3755E" w:rsidRDefault="0083755E" w:rsidP="008375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3755E" w:rsidRDefault="0083755E" w:rsidP="008375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3755E" w:rsidRDefault="0083755E" w:rsidP="008375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3755E" w:rsidRDefault="0083755E" w:rsidP="008375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3755E" w:rsidRDefault="0083755E" w:rsidP="008375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3755E" w:rsidRDefault="0083755E" w:rsidP="008375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3755E" w:rsidRDefault="0083755E" w:rsidP="008375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3755E" w:rsidRDefault="0083755E" w:rsidP="008375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3755E" w:rsidRDefault="0083755E" w:rsidP="008375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3755E" w:rsidRDefault="0083755E" w:rsidP="008375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3755E" w:rsidRDefault="0083755E" w:rsidP="008375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3755E" w:rsidRDefault="0083755E" w:rsidP="008375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3755E" w:rsidRDefault="0083755E" w:rsidP="008375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3755E" w:rsidRDefault="0083755E" w:rsidP="008375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3755E" w:rsidRDefault="0083755E" w:rsidP="008375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3755E" w:rsidRDefault="0083755E" w:rsidP="008375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3755E" w:rsidRDefault="0083755E" w:rsidP="008375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3755E" w:rsidRDefault="0083755E" w:rsidP="008375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3755E" w:rsidRDefault="0083755E" w:rsidP="008375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3755E" w:rsidRDefault="0083755E" w:rsidP="008375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3755E" w:rsidRDefault="0083755E" w:rsidP="0083755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755E" w:rsidRDefault="0083755E" w:rsidP="0083755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755E" w:rsidRDefault="0083755E" w:rsidP="0083755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755E" w:rsidRDefault="0083755E" w:rsidP="0083755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755E" w:rsidRDefault="0083755E" w:rsidP="0083755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3755E" w:rsidRDefault="0083755E" w:rsidP="0083755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3755E" w:rsidRDefault="0083755E" w:rsidP="0083755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83755E" w:rsidRDefault="0083755E" w:rsidP="0083755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3755E" w:rsidRDefault="0083755E" w:rsidP="0083755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755E" w:rsidRDefault="0083755E" w:rsidP="0083755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3755E" w:rsidRDefault="0083755E" w:rsidP="0083755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755E" w:rsidRDefault="0083755E" w:rsidP="0083755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83755E" w:rsidRDefault="0083755E" w:rsidP="0083755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3755E" w:rsidRDefault="0083755E" w:rsidP="0083755E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№10</w:t>
      </w:r>
    </w:p>
    <w:p w:rsidR="0083755E" w:rsidRPr="008D6F85" w:rsidRDefault="0083755E" w:rsidP="0083755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3755E" w:rsidRPr="008D6F85" w:rsidRDefault="0083755E" w:rsidP="0083755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передачу у приватну власність</w:t>
      </w:r>
    </w:p>
    <w:p w:rsidR="0083755E" w:rsidRPr="008D6F85" w:rsidRDefault="0083755E" w:rsidP="0083755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 ділянки</w:t>
      </w:r>
    </w:p>
    <w:p w:rsidR="0083755E" w:rsidRPr="008D6F85" w:rsidRDefault="0083755E" w:rsidP="0083755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Верещинському</w:t>
      </w:r>
      <w:proofErr w:type="spellEnd"/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М.В.</w:t>
      </w:r>
    </w:p>
    <w:p w:rsidR="0083755E" w:rsidRPr="008D6F85" w:rsidRDefault="0083755E" w:rsidP="0083755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3755E" w:rsidRPr="008D6F85" w:rsidRDefault="0083755E" w:rsidP="0083755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116,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118, 121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,122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proofErr w:type="spellStart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Верещинського</w:t>
      </w:r>
      <w:proofErr w:type="spellEnd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М.В.,  сільська  рада </w:t>
      </w:r>
    </w:p>
    <w:p w:rsidR="0083755E" w:rsidRPr="008D6F85" w:rsidRDefault="0083755E" w:rsidP="0083755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83755E" w:rsidRPr="008D6F85" w:rsidRDefault="0083755E" w:rsidP="0083755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Передати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Верещинському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Максиму Вікторовичу, який зареєстрований за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4B192C">
        <w:rPr>
          <w:rFonts w:ascii="Times New Roman" w:eastAsia="Calibri" w:hAnsi="Times New Roman" w:cs="Times New Roman"/>
          <w:sz w:val="24"/>
          <w:szCs w:val="24"/>
        </w:rPr>
        <w:t>______</w:t>
      </w:r>
      <w:r w:rsidRPr="008D6F85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4B192C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</w:t>
      </w:r>
      <w:bookmarkStart w:id="0" w:name="_GoBack"/>
      <w:bookmarkEnd w:id="0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, у приватну власність земельну ділянку, площею 0,0809 га,  кадастровий номер: 6823986800:04:001:0011, д</w:t>
      </w:r>
      <w:r w:rsidRPr="008D6F85">
        <w:rPr>
          <w:rFonts w:ascii="Times New Roman" w:eastAsia="Calibri" w:hAnsi="Times New Roman" w:cs="Times New Roman"/>
          <w:sz w:val="24"/>
          <w:szCs w:val="24"/>
        </w:rPr>
        <w:t>ля будівництва і обслуговування житлового будинку, господарських будівель і споруд (присадибна ділянка)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 Шепетівський район, </w:t>
      </w:r>
      <w:r w:rsidRPr="008D6F85">
        <w:rPr>
          <w:rFonts w:ascii="Times New Roman" w:eastAsia="Calibri" w:hAnsi="Times New Roman" w:cs="Times New Roman"/>
          <w:sz w:val="24"/>
          <w:szCs w:val="24"/>
        </w:rPr>
        <w:t>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Хоровиця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>, вул.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6F85">
        <w:rPr>
          <w:rFonts w:ascii="Times New Roman" w:eastAsia="Calibri" w:hAnsi="Times New Roman" w:cs="Times New Roman"/>
          <w:sz w:val="24"/>
          <w:szCs w:val="24"/>
        </w:rPr>
        <w:t>Партизанська, 17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83755E" w:rsidRPr="008D6F85" w:rsidRDefault="0083755E" w:rsidP="0083755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Верещинському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М.В.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83755E" w:rsidRPr="008D6F85" w:rsidRDefault="0083755E" w:rsidP="0083755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3755E" w:rsidRPr="008D6F85" w:rsidRDefault="0083755E" w:rsidP="0083755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3755E" w:rsidRPr="008D6F85" w:rsidRDefault="0083755E" w:rsidP="0083755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83755E" w:rsidRPr="008D6F85" w:rsidRDefault="0083755E" w:rsidP="0083755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3E0DD8" w:rsidRPr="0083755E" w:rsidRDefault="0083755E" w:rsidP="0083755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3E0DD8" w:rsidRPr="0083755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55E"/>
    <w:rsid w:val="003E0DD8"/>
    <w:rsid w:val="004B192C"/>
    <w:rsid w:val="00837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55E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8375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3755E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55E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8375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3755E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237</Words>
  <Characters>1356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2022-02-08T06:19:00Z</dcterms:created>
  <dcterms:modified xsi:type="dcterms:W3CDTF">2022-02-08T11:03:00Z</dcterms:modified>
</cp:coreProperties>
</file>