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DA" w:rsidRDefault="00DC6ADA" w:rsidP="00DC6AD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ADA" w:rsidRDefault="00DC6ADA" w:rsidP="00DC6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6ADA" w:rsidRDefault="00DC6ADA" w:rsidP="00DC6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6ADA" w:rsidRDefault="00DC6ADA" w:rsidP="00DC6AD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C6ADA" w:rsidRDefault="00DC6ADA" w:rsidP="00DC6A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6ADA" w:rsidRDefault="00DC6ADA" w:rsidP="00DC6A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№35</w:t>
      </w:r>
    </w:p>
    <w:p w:rsidR="00DC6ADA" w:rsidRPr="005233F6" w:rsidRDefault="00DC6ADA" w:rsidP="00DC6AD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Н.П.</w:t>
      </w:r>
    </w:p>
    <w:p w:rsidR="00DC6ADA" w:rsidRPr="00FB2913" w:rsidRDefault="00DC6ADA" w:rsidP="00DC6AD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Н.П.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Василівні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E4C74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Наталії Петрівні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E4C74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0,2500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і обслуговування житлового будинку, господарських будівель та споруд,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7.</w:t>
      </w: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Н.П.,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C6ADA" w:rsidRPr="00FB2913" w:rsidRDefault="00DC6ADA" w:rsidP="00DC6A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6ADA" w:rsidRPr="00FB2913" w:rsidRDefault="00DC6ADA" w:rsidP="00DC6A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6ADA" w:rsidRPr="00FB2913" w:rsidRDefault="00DC6ADA" w:rsidP="00DC6AD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C6ADA" w:rsidRDefault="00DC6ADA" w:rsidP="00DC6ADA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Валерій МИХАЛЮК</w:t>
      </w:r>
    </w:p>
    <w:p w:rsidR="00694961" w:rsidRDefault="00694961"/>
    <w:sectPr w:rsidR="0069496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DA"/>
    <w:rsid w:val="004E4C74"/>
    <w:rsid w:val="00694961"/>
    <w:rsid w:val="00DC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C6A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6A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C6AD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C6A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6A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C6AD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275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2021-07-07T06:19:00Z</dcterms:created>
  <dcterms:modified xsi:type="dcterms:W3CDTF">2021-07-07T08:07:00Z</dcterms:modified>
</cp:coreProperties>
</file>