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7EA" w:rsidRDefault="00E907EA" w:rsidP="00E907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-161925</wp:posOffset>
                </wp:positionV>
                <wp:extent cx="444500" cy="610870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15pt;margin-top:-12.75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E907EA" w:rsidRDefault="00E907EA" w:rsidP="00E907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907EA" w:rsidRDefault="00E907EA" w:rsidP="00E907EA">
      <w:pPr>
        <w:tabs>
          <w:tab w:val="left" w:pos="252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E907EA" w:rsidRDefault="00E907EA" w:rsidP="00E907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E907EA" w:rsidRDefault="00E907EA" w:rsidP="00E907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E907EA" w:rsidRDefault="00E907EA" w:rsidP="00E907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E907EA" w:rsidRDefault="00E907EA" w:rsidP="00E907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E907EA" w:rsidRDefault="00E907EA" w:rsidP="00E907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07EA" w:rsidRDefault="00E907EA" w:rsidP="00E907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E907EA" w:rsidRDefault="00E907EA" w:rsidP="00E907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07EA" w:rsidRDefault="00E907EA" w:rsidP="00E907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E907EA" w:rsidRDefault="00E907EA" w:rsidP="00E907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907EA" w:rsidRDefault="00E907EA" w:rsidP="00E907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26.04.2021                                                 Крупець                                                           №32</w:t>
      </w:r>
    </w:p>
    <w:p w:rsidR="00E907EA" w:rsidRDefault="00E907EA" w:rsidP="00E907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907EA" w:rsidRDefault="00E907EA" w:rsidP="00E907EA">
      <w:pPr>
        <w:pStyle w:val="2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 створення робочої групи по вивченню</w:t>
      </w:r>
    </w:p>
    <w:p w:rsidR="00E907EA" w:rsidRDefault="00E907EA" w:rsidP="00E907EA">
      <w:pPr>
        <w:pStyle w:val="2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законності при користуванні надрами та </w:t>
      </w:r>
    </w:p>
    <w:p w:rsidR="00E907EA" w:rsidRDefault="00E907EA" w:rsidP="00E907EA">
      <w:pPr>
        <w:pStyle w:val="2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випалюванні деревного  вугілля на території</w:t>
      </w:r>
    </w:p>
    <w:p w:rsidR="00E907EA" w:rsidRDefault="00E907EA" w:rsidP="00E907EA">
      <w:pPr>
        <w:pStyle w:val="2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Крупецької</w:t>
      </w:r>
      <w:proofErr w:type="spellEnd"/>
      <w:r>
        <w:rPr>
          <w:sz w:val="24"/>
          <w:szCs w:val="24"/>
        </w:rPr>
        <w:t xml:space="preserve"> сільської ради</w:t>
      </w:r>
    </w:p>
    <w:p w:rsidR="00E907EA" w:rsidRDefault="00E907EA" w:rsidP="00E907EA">
      <w:pPr>
        <w:pStyle w:val="2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</w:rPr>
      </w:pPr>
    </w:p>
    <w:p w:rsidR="00E907EA" w:rsidRDefault="00E907EA" w:rsidP="00E907EA">
      <w:pPr>
        <w:pStyle w:val="2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Згідно статті 33 Закону України “Про місцеве самоврядування в Україні”, на виконання указу Президента України від 25.03.2021 року №122/2021  та з метою введення в дію рішення Ради національної безпеки і оборони України «Щодо  стану справ у  сфері </w:t>
      </w:r>
      <w:proofErr w:type="spellStart"/>
      <w:r>
        <w:rPr>
          <w:b w:val="0"/>
          <w:sz w:val="24"/>
          <w:szCs w:val="24"/>
        </w:rPr>
        <w:t>надрокористування</w:t>
      </w:r>
      <w:proofErr w:type="spellEnd"/>
      <w:r>
        <w:rPr>
          <w:b w:val="0"/>
          <w:sz w:val="24"/>
          <w:szCs w:val="24"/>
        </w:rPr>
        <w:t xml:space="preserve">» від 19.03.2021 року, виконавчий комітет  </w:t>
      </w:r>
      <w:proofErr w:type="spellStart"/>
      <w:r>
        <w:rPr>
          <w:b w:val="0"/>
          <w:sz w:val="24"/>
          <w:szCs w:val="24"/>
        </w:rPr>
        <w:t>Крупецької</w:t>
      </w:r>
      <w:proofErr w:type="spellEnd"/>
      <w:r>
        <w:rPr>
          <w:b w:val="0"/>
          <w:sz w:val="24"/>
          <w:szCs w:val="24"/>
        </w:rPr>
        <w:t xml:space="preserve"> сільської ради</w:t>
      </w:r>
    </w:p>
    <w:p w:rsidR="00E907EA" w:rsidRDefault="00E907EA" w:rsidP="00E907EA">
      <w:pPr>
        <w:pStyle w:val="2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ВИРІШИВ:</w:t>
      </w:r>
    </w:p>
    <w:p w:rsidR="00E907EA" w:rsidRDefault="00E907EA" w:rsidP="00E907EA">
      <w:pPr>
        <w:pStyle w:val="2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1. Створити робочу групу по вивченню законності при користуванні надрами та випалюванні деревного  вугілля на території </w:t>
      </w:r>
      <w:proofErr w:type="spellStart"/>
      <w:r>
        <w:rPr>
          <w:b w:val="0"/>
          <w:sz w:val="24"/>
          <w:szCs w:val="24"/>
        </w:rPr>
        <w:t>Крупецької</w:t>
      </w:r>
      <w:proofErr w:type="spellEnd"/>
      <w:r>
        <w:rPr>
          <w:b w:val="0"/>
          <w:sz w:val="24"/>
          <w:szCs w:val="24"/>
        </w:rPr>
        <w:t xml:space="preserve">  сільської ради та затвердити її склад (додається).</w:t>
      </w:r>
    </w:p>
    <w:p w:rsidR="00E907EA" w:rsidRDefault="00E907EA" w:rsidP="00E907EA">
      <w:pPr>
        <w:pStyle w:val="2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2. Начальнику організаційного відділу з кадрової роботи  оприлюднити дане рішення на офіційній </w:t>
      </w:r>
      <w:proofErr w:type="spellStart"/>
      <w:r>
        <w:rPr>
          <w:b w:val="0"/>
          <w:sz w:val="24"/>
          <w:szCs w:val="24"/>
        </w:rPr>
        <w:t>веб</w:t>
      </w:r>
      <w:proofErr w:type="spellEnd"/>
      <w:r>
        <w:rPr>
          <w:b w:val="0"/>
          <w:sz w:val="24"/>
          <w:szCs w:val="24"/>
        </w:rPr>
        <w:t xml:space="preserve"> - сторінці сільської ради.</w:t>
      </w:r>
    </w:p>
    <w:p w:rsidR="00E907EA" w:rsidRDefault="00E907EA" w:rsidP="00E907EA">
      <w:pPr>
        <w:pStyle w:val="2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3. Контроль за виконанням цього розпорядження покласти на заступника сільського голови  з питань діяльності виконавчих органів ради Любов ЛІПСЬКУ.</w:t>
      </w:r>
    </w:p>
    <w:p w:rsidR="00E907EA" w:rsidRDefault="00E907EA" w:rsidP="00E907EA">
      <w:pPr>
        <w:pStyle w:val="2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 w:val="0"/>
          <w:sz w:val="24"/>
          <w:szCs w:val="24"/>
        </w:rPr>
      </w:pPr>
    </w:p>
    <w:p w:rsidR="00E907EA" w:rsidRDefault="00E907EA" w:rsidP="00E907EA">
      <w:pPr>
        <w:pStyle w:val="2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8"/>
        <w:jc w:val="both"/>
        <w:rPr>
          <w:b w:val="0"/>
          <w:sz w:val="24"/>
          <w:szCs w:val="24"/>
        </w:rPr>
      </w:pPr>
    </w:p>
    <w:p w:rsidR="00E907EA" w:rsidRDefault="00E907EA" w:rsidP="00E907EA">
      <w:pPr>
        <w:pStyle w:val="2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8"/>
        <w:jc w:val="both"/>
        <w:rPr>
          <w:b w:val="0"/>
          <w:sz w:val="24"/>
          <w:szCs w:val="24"/>
        </w:rPr>
      </w:pPr>
    </w:p>
    <w:p w:rsidR="00E907EA" w:rsidRDefault="00E907EA" w:rsidP="00E907EA">
      <w:pPr>
        <w:pStyle w:val="2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 w:val="0"/>
          <w:sz w:val="24"/>
          <w:szCs w:val="24"/>
        </w:rPr>
      </w:pPr>
    </w:p>
    <w:p w:rsidR="00E907EA" w:rsidRDefault="00E907EA" w:rsidP="00E907EA">
      <w:pPr>
        <w:pStyle w:val="2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8"/>
        <w:jc w:val="both"/>
        <w:rPr>
          <w:b w:val="0"/>
          <w:sz w:val="24"/>
          <w:szCs w:val="24"/>
        </w:rPr>
      </w:pPr>
    </w:p>
    <w:p w:rsidR="00E907EA" w:rsidRDefault="00E907EA" w:rsidP="00E907EA">
      <w:pPr>
        <w:pStyle w:val="2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Сільський голова 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 xml:space="preserve">                                                                  Валерій МИХАЛЮК</w:t>
      </w:r>
    </w:p>
    <w:p w:rsidR="00E907EA" w:rsidRDefault="00E907EA" w:rsidP="00E90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907EA" w:rsidRDefault="00E907EA" w:rsidP="00E90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907EA" w:rsidRDefault="00E907EA" w:rsidP="00E90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907EA" w:rsidRDefault="00E907EA" w:rsidP="00E90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907EA" w:rsidRDefault="00E907EA" w:rsidP="00E90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907EA" w:rsidRDefault="00E907EA" w:rsidP="00E90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907EA" w:rsidRDefault="00E907EA" w:rsidP="00E90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907EA" w:rsidRDefault="00E907EA" w:rsidP="00E90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907EA" w:rsidRDefault="00E907EA" w:rsidP="00E90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907EA" w:rsidRDefault="00E907EA" w:rsidP="00E907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Додаток </w:t>
      </w:r>
    </w:p>
    <w:p w:rsidR="00E907EA" w:rsidRDefault="00E907EA" w:rsidP="00E907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до рішення виконавчого комітету </w:t>
      </w:r>
    </w:p>
    <w:p w:rsidR="00E907EA" w:rsidRDefault="00E907EA" w:rsidP="00E907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сільської ради</w:t>
      </w:r>
    </w:p>
    <w:p w:rsidR="00E907EA" w:rsidRDefault="00E907EA" w:rsidP="00E907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від 26.04.2021р №32</w:t>
      </w:r>
    </w:p>
    <w:p w:rsidR="00E907EA" w:rsidRDefault="00E907EA" w:rsidP="00E907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E907EA" w:rsidRDefault="00E907EA" w:rsidP="00E907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E907EA" w:rsidRDefault="00E907EA" w:rsidP="00E90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Склад</w:t>
      </w:r>
    </w:p>
    <w:p w:rsidR="00E907EA" w:rsidRDefault="00E907EA" w:rsidP="00E907EA">
      <w:pPr>
        <w:pStyle w:val="2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робочої групи по вивченню</w:t>
      </w:r>
    </w:p>
    <w:p w:rsidR="00E907EA" w:rsidRDefault="00E907EA" w:rsidP="00E907EA">
      <w:pPr>
        <w:pStyle w:val="2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законності при користуванні надрами та</w:t>
      </w:r>
    </w:p>
    <w:p w:rsidR="00E907EA" w:rsidRDefault="00E907EA" w:rsidP="00E907EA">
      <w:pPr>
        <w:pStyle w:val="2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випалюванні деревного  вугілля на території</w:t>
      </w:r>
    </w:p>
    <w:p w:rsidR="00E907EA" w:rsidRDefault="00E907EA" w:rsidP="00E907EA">
      <w:pPr>
        <w:pStyle w:val="2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Крупецької</w:t>
      </w:r>
      <w:proofErr w:type="spellEnd"/>
      <w:r>
        <w:rPr>
          <w:sz w:val="24"/>
          <w:szCs w:val="24"/>
        </w:rPr>
        <w:t xml:space="preserve"> сільської ради</w:t>
      </w:r>
    </w:p>
    <w:p w:rsidR="00E907EA" w:rsidRDefault="00E907EA" w:rsidP="00E90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7EA" w:rsidRDefault="00E907EA" w:rsidP="00E90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907EA" w:rsidRDefault="00E907EA" w:rsidP="00E90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Валерій Анатолійович МИХАЛЮК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сільський голова,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комісії ;</w:t>
      </w:r>
    </w:p>
    <w:p w:rsidR="00E907EA" w:rsidRDefault="00E907EA" w:rsidP="00E90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907EA" w:rsidRDefault="00E907EA" w:rsidP="00E90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Тетяна Володимирівна  ДЕНИСЮК                 начальник відділу  комунальної власності, </w:t>
      </w:r>
    </w:p>
    <w:p w:rsidR="00E907EA" w:rsidRDefault="00E907EA" w:rsidP="00E90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1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охорони навколишнього середовища та </w:t>
      </w:r>
    </w:p>
    <w:p w:rsidR="00E907EA" w:rsidRDefault="00E907EA" w:rsidP="00E90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1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земельних відносин, секретар комісії;</w:t>
      </w:r>
    </w:p>
    <w:p w:rsidR="00E907EA" w:rsidRDefault="00E907EA" w:rsidP="00E90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1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907EA" w:rsidRDefault="00E907EA" w:rsidP="00E90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Костянтин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Вацлавович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ШАТКОВСЬКИЙ        староста Полянського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</w:p>
    <w:p w:rsidR="00E907EA" w:rsidRDefault="00E907EA" w:rsidP="00E90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1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округу;</w:t>
      </w:r>
    </w:p>
    <w:p w:rsidR="00E907EA" w:rsidRDefault="00E907EA" w:rsidP="00E90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907EA" w:rsidRDefault="00E907EA" w:rsidP="00E90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Олександр Леонідович  КОВБА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староста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Стриганського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</w:p>
    <w:p w:rsidR="00E907EA" w:rsidRDefault="00E907EA" w:rsidP="00E90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1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округу;</w:t>
      </w:r>
    </w:p>
    <w:p w:rsidR="00E907EA" w:rsidRDefault="00E907EA" w:rsidP="00E90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907EA" w:rsidRDefault="00E907EA" w:rsidP="00E907EA">
      <w:pPr>
        <w:tabs>
          <w:tab w:val="left" w:pos="630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Сергій Іванович    КРАСНОМОВЕЦЬ                 поліцейський офіцер Громади</w:t>
      </w:r>
    </w:p>
    <w:p w:rsidR="00E907EA" w:rsidRDefault="00E907EA" w:rsidP="00E907EA">
      <w:pPr>
        <w:tabs>
          <w:tab w:val="left" w:pos="630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Шепетівського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РУП ГУНП в Хмельницькій  </w:t>
      </w:r>
    </w:p>
    <w:p w:rsidR="00E907EA" w:rsidRDefault="00E907EA" w:rsidP="00E907EA">
      <w:pPr>
        <w:tabs>
          <w:tab w:val="left" w:pos="630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області   капітан поліції (за згодою)</w:t>
      </w:r>
    </w:p>
    <w:p w:rsidR="00E907EA" w:rsidRDefault="00E907EA" w:rsidP="00E90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889"/>
        <w:jc w:val="right"/>
        <w:rPr>
          <w:rFonts w:ascii="Times New Roman" w:hAnsi="Times New Roman" w:cs="Times New Roman"/>
          <w:sz w:val="24"/>
          <w:szCs w:val="24"/>
        </w:rPr>
      </w:pPr>
    </w:p>
    <w:p w:rsidR="00E907EA" w:rsidRDefault="00E907EA" w:rsidP="00E90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889"/>
        <w:jc w:val="right"/>
        <w:rPr>
          <w:rFonts w:ascii="Times New Roman" w:hAnsi="Times New Roman" w:cs="Times New Roman"/>
          <w:sz w:val="24"/>
          <w:szCs w:val="24"/>
        </w:rPr>
      </w:pPr>
    </w:p>
    <w:p w:rsidR="00E907EA" w:rsidRDefault="00E907EA" w:rsidP="00E90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889"/>
        <w:jc w:val="right"/>
        <w:rPr>
          <w:rFonts w:ascii="Times New Roman" w:hAnsi="Times New Roman" w:cs="Times New Roman"/>
          <w:sz w:val="24"/>
          <w:szCs w:val="24"/>
        </w:rPr>
      </w:pPr>
    </w:p>
    <w:p w:rsidR="00E907EA" w:rsidRPr="00E907EA" w:rsidRDefault="00E907EA" w:rsidP="00E90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</w:p>
    <w:p w:rsidR="00E907EA" w:rsidRDefault="00E907EA" w:rsidP="00E90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Сільський голова                                                                   Валерій МИХАЛЮК</w:t>
      </w:r>
    </w:p>
    <w:p w:rsidR="007A2414" w:rsidRDefault="007A2414"/>
    <w:sectPr w:rsidR="007A2414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6A6" w:rsidRDefault="00EB06A6">
      <w:pPr>
        <w:spacing w:after="0" w:line="240" w:lineRule="auto"/>
      </w:pPr>
      <w:r>
        <w:separator/>
      </w:r>
    </w:p>
  </w:endnote>
  <w:endnote w:type="continuationSeparator" w:id="0">
    <w:p w:rsidR="00EB06A6" w:rsidRDefault="00EB0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6A6" w:rsidRDefault="00EB06A6">
      <w:pPr>
        <w:spacing w:after="0" w:line="240" w:lineRule="auto"/>
      </w:pPr>
      <w:r>
        <w:separator/>
      </w:r>
    </w:p>
  </w:footnote>
  <w:footnote w:type="continuationSeparator" w:id="0">
    <w:p w:rsidR="00EB06A6" w:rsidRDefault="00EB06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7EA"/>
    <w:rsid w:val="007A2414"/>
    <w:rsid w:val="00E907EA"/>
    <w:rsid w:val="00EB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7EA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val="ru-RU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val="ru-RU"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val="ru-RU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val="ru-RU"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ru-RU"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val="ru-RU"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val="ru-RU"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  <w:lang w:val="ru-RU"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val="ru-RU"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val="ru-RU"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val="ru-RU"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  <w:lang w:val="ru-RU"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val="ru-RU"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val="ru-RU"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val="ru-RU"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val="ru-RU"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val="ru-RU"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val="ru-RU"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val="ru-RU"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val="ru-RU"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val="ru-RU"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paragraph" w:customStyle="1" w:styleId="210">
    <w:name w:val="Основной текст 21"/>
    <w:basedOn w:val="a"/>
    <w:uiPriority w:val="99"/>
    <w:qFormat/>
    <w:rsid w:val="00E907EA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32"/>
      <w:szCs w:val="3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7EA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val="ru-RU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val="ru-RU"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val="ru-RU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val="ru-RU"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ru-RU"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val="ru-RU"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val="ru-RU"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  <w:lang w:val="ru-RU"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val="ru-RU"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val="ru-RU"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val="ru-RU"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  <w:lang w:val="ru-RU"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val="ru-RU"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val="ru-RU"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val="ru-RU"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val="ru-RU"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val="ru-RU"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val="ru-RU"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val="ru-RU"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val="ru-RU"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val="ru-RU"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paragraph" w:customStyle="1" w:styleId="210">
    <w:name w:val="Основной текст 21"/>
    <w:basedOn w:val="a"/>
    <w:uiPriority w:val="99"/>
    <w:qFormat/>
    <w:rsid w:val="00E907EA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2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2021-04-27T15:20:00Z</dcterms:created>
  <dcterms:modified xsi:type="dcterms:W3CDTF">2021-04-27T15:21:00Z</dcterms:modified>
</cp:coreProperties>
</file>