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6112" w:rsidRDefault="003D6112" w:rsidP="003D611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61C109" wp14:editId="7B37213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3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6112" w:rsidRDefault="003D6112" w:rsidP="003D61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gBAFp4AAAAAoBAAAPAAAAZHJzL2Rvd25y&#10;ZXYueG1sTI9Ba8JAEIXvhf6HZQq91U3UiMZsRKTtSQrVQvE2ZsckmN0N2TWJ/77TU3uc9z7evJdt&#10;RtOInjpfO6sgnkQgyBZO17ZU8HV8e1mC8AGtxsZZUnAnD5v88SHDVLvBflJ/CKXgEOtTVFCF0KZS&#10;+qIig37iWrLsXVxnMPDZlVJ3OHC4aeQ0ihbSYG35Q4Ut7SoqroebUfA+4LCdxa/9/nrZ3U/H5ON7&#10;H5NSz0/jdg0i0Bj+YPitz9Uh505nd7Pai0bBfBYljLKxmoJgYL5asnBmIU4WIPNM/p+Q/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gBAFp4AAAAAoBAAAPAAAAAAAAAAAAAAAAAIh6&#10;AABkcnMvZG93bnJldi54bWxQSwUGAAAAAAQABADzAAAAl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6112" w:rsidRDefault="003D6112" w:rsidP="003D61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6112" w:rsidRDefault="003D6112" w:rsidP="003D611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D6112" w:rsidRDefault="003D6112" w:rsidP="003D61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D6112" w:rsidRDefault="003D6112" w:rsidP="003D61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D6112" w:rsidRDefault="003D6112" w:rsidP="003D61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D6112" w:rsidRPr="007D1F80" w:rsidRDefault="003D6112" w:rsidP="003D611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7D1F80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7D1F80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№132</w:t>
      </w:r>
    </w:p>
    <w:p w:rsidR="003D6112" w:rsidRPr="00E2769A" w:rsidRDefault="003D6112" w:rsidP="003D611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D6112" w:rsidRPr="00E2769A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3D6112" w:rsidRPr="00E2769A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та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об’єднання</w:t>
      </w:r>
      <w:proofErr w:type="spellEnd"/>
    </w:p>
    <w:p w:rsidR="003D6112" w:rsidRPr="00E2769A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3D6112" w:rsidRPr="00E2769A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D6112" w:rsidRPr="00E2769A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vertAlign w:val="superscript"/>
        </w:rPr>
        <w:t>1</w:t>
      </w: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»,</w:t>
      </w: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3D6112" w:rsidRPr="00E2769A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D6112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>поділу</w:t>
      </w:r>
      <w:proofErr w:type="spellEnd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>об’єднання</w:t>
      </w:r>
      <w:proofErr w:type="spellEnd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2F37EE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ділянок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редати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</w:p>
    <w:p w:rsidR="003D6112" w:rsidRPr="00E2769A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12,3575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6823984000:01:017:0024;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0,2200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6823984000:01:017:0023;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0,0004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6823984000:01:017:0020;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0,1000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6823984000:01:017:0021;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0,1136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6823984000:01:017:0022, 16.00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особам),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Хм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ельницька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D6112" w:rsidRPr="00E2769A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3D6112" w:rsidRPr="00E2769A" w:rsidRDefault="003D6112" w:rsidP="003D611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E2769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3D6112" w:rsidRPr="003D6112" w:rsidRDefault="003D6112" w:rsidP="003D611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3D6112" w:rsidRPr="00E2769A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3AD6" w:rsidRPr="003D6112" w:rsidRDefault="003D6112" w:rsidP="003D611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E2769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E2769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3A3AD6" w:rsidRPr="003D61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112"/>
    <w:rsid w:val="003A3AD6"/>
    <w:rsid w:val="003D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1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1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1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11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11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D611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D611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D611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280</Words>
  <Characters>1600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2021-09-13T12:56:00Z</dcterms:created>
  <dcterms:modified xsi:type="dcterms:W3CDTF">2021-09-13T12:57:00Z</dcterms:modified>
</cp:coreProperties>
</file>