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EF9" w:rsidRPr="004C56AA" w:rsidRDefault="00FE5EF9" w:rsidP="00FE5EF9">
      <w:pPr>
        <w:pStyle w:val="HTML0"/>
        <w:spacing w:line="276" w:lineRule="auto"/>
        <w:rPr>
          <w:rFonts w:ascii="Times New Roman" w:hAnsi="Times New Roman" w:cs="Courier New"/>
          <w:sz w:val="22"/>
          <w:szCs w:val="22"/>
          <w:lang w:val="ru-RU"/>
        </w:rPr>
      </w:pPr>
      <w:r>
        <w:rPr>
          <w:rFonts w:ascii="Courier New" w:hAnsi="Courier New" w:cs="Courier New"/>
          <w:noProof/>
          <w:sz w:val="22"/>
          <w:szCs w:val="22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A5FAC32" wp14:editId="535DE9B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3420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4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5EF9" w:rsidRDefault="00FE5EF9" w:rsidP="00FE5E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fCPu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M/Rw3RxE51Ol18f2OuEnw4X5EFuvLPwy+mJ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W7wMtHg8eyARIOP9DcXb79cPNNpN/54+PndmY+hHm4QtfVBUvrV/emn6+PJ&#10;Ez3TubdvyCkNnaY4Kt66Et095MTdAsPIxGkFRJL4/OL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r6FMUA&#10;AADdAAAADwAAAGRycy9kb3ducmV2LnhtbESPT2vCQBTE7wW/w/IEb83mT6khugYpVTwIRVvvj+wz&#10;CWbfhuyq8du7hUKPw8z8hlmWo+nEjQbXWlaQRDEI4srqlmsFP9+b1xyE88gaO8uk4EEOytXkZYmF&#10;tnc+0O3oaxEg7ApU0HjfF1K6qiGDLrI9cfDOdjDogxxqqQe8B7jpZBrH79Jgy2GhwZ4+Gqoux6tR&#10;YLPtbn+q00P2yXPP66/8fBr3Ss2m43oBwtPo/8N/7Z1WkL2lC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vo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gbcgA&#10;AADdAAAADwAAAGRycy9kb3ducmV2LnhtbESPQUsDMRSE70L/Q3gFL8VmXUura9MihdW2h0Kr4PWx&#10;eW5WNy9LEtu1v94IBY/DzHzDzJe9bcWRfGgcK7gdZyCIK6cbrhW8vZY39yBCRNbYOiYFPxRguRhc&#10;zbHQ7sR7Oh5iLRKEQ4EKTIxdIWWoDFkMY9cRJ+/DeYsxSV9L7fGU4LaVeZZNpcWG04LBjlaGqq/D&#10;t1XwWe7M+2p2fvajhz2dR+X2pd1Mlboe9k+PICL18T98aa+1grtJnsP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fqB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pnic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6csm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qZ4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qXcYA&#10;AADdAAAADwAAAGRycy9kb3ducmV2LnhtbESPQUvDQBSE70L/w/IEb3ZjjFVit6VUhSJ4sAri7ZF9&#10;TYLZt8vus4n/3i0IHoeZ+YZZric3qCPF1Hs2cDUvQBE33vbcGnh/e7q8A5UE2eLgmQz8UIL1ana2&#10;xNr6kV/puJdWZQinGg10IqHWOjUdOUxzH4izd/DRoWQZW20jjhnuBl0WxUI77DkvdBho21Hztf92&#10;Bl7Gx/B8u7g5hM9YlTo9WPnYijEX59PmHpTQJP/hv/bOGriu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gqX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9aZs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0Hk7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9aZ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Rsc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Vwv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YRs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UVM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Z4/QZ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qFF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3aY8EA&#10;AADdAAAADwAAAGRycy9kb3ducmV2LnhtbERP3WrCMBS+H/gO4QjezdTOiVSjiKMgYzdTH+DQHJtq&#10;c1KSWOvbm4vBLj++//V2sK3oyYfGsYLZNANBXDndcK3gfCrflyBCRNbYOiYFTwqw3Yze1lho9+Bf&#10;6o+xFimEQ4EKTIxdIWWoDFkMU9cRJ+7ivMWYoK+l9vhI4baVeZYtpMWGU4PBjvaGqtvxbhWU3/lP&#10;f7trX7rdMLf0aa7LL6PUZDzsViAiDfFf/Oc+aAUf8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N2m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klvc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Wzx+kC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5Jb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AuMAA&#10;AADdAAAADwAAAGRycy9kb3ducmV2LnhtbERPy4rCMBTdC/5DuMLsNPWJdIwiMxQGcePjAy7Nnaba&#10;3JQk1s7fTxaCy8N5b3a9bURHPtSOFUwnGQji0umaKwXXSzFegwgRWWPjmBT8UYDddjjYYK7dk0/U&#10;nWMlUgiHHBWYGNtcylAashgmriVO3K/zFmOCvpLa4zOF20bOsmwlLdacGgy29GWovJ8fVkFxmB27&#10;+0P7wu37haWlua2/jVIfo37/CSJSH9/il/tHK5gv5ml/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JAu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v/BcIA&#10;AADdAAAADwAAAGRycy9kb3ducmV2LnhtbESP0YrCMBRE34X9h3AF3zSt1WWppiKCoo9b9wMuzd22&#10;tLnpNtHWvzeCsI/DzJxhtrvRtOJOvastK4gXEQjiwuqaSwU/1+P8C4TzyBpby6TgQQ522cdki6m2&#10;A3/TPfelCBB2KSqovO9SKV1RkUG3sB1x8H5tb9AH2ZdS9zgEuGnlMoo+pcGaw0KFHR0qKpr8ZhSs&#10;HsPpL1830VEbii9Jd2FfrJWaTcf9BoSn0f+H3+2zVpCskhheb8ITk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a/8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4bsQA&#10;AADdAAAADwAAAGRycy9kb3ducmV2LnhtbESPQYvCMBSE78L+h/AW9mbTrSJuNYqsuIgn7arnR/Ns&#10;i81LaaLWf28EweMwM98w03lnanGl1lWWFXxHMQji3OqKCwX7/1V/DMJ5ZI21ZVJwJwfz2Udviqm2&#10;N97RNfOFCBB2KSoovW9SKV1ekkEX2YY4eCfbGvRBtoXULd4C3NQyieORNFhxWCixod+S8nN2MQou&#10;o2Oy59NGb7Pl/e9nuVo4eSiU+vrsFhMQnjr/Dr/aa61gMBwk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eG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Si8scA&#10;AADdAAAADwAAAGRycy9kb3ducmV2LnhtbESPT2vCQBTE7wW/w/KE3uqmjQRNXUULQvVQqX8O3l6z&#10;r0k0+zZmV02/vSsUPA4z8xtmNGlNJS7UuNKygtdeBII4s7rkXMF2M38ZgHAeWWNlmRT8kYPJuPM0&#10;wlTbK3/TZe1zESDsUlRQeF+nUrqsIIOuZ2vi4P3axqAPssmlbvAa4KaSb1GUSIMlh4UCa/ooKDuu&#10;z0bBbjVIhqvZon9Yfv1gbPRpr8tEqeduO30H4an1j/B/+1MriPtxDPc34QnI8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Eov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X4dcQA&#10;AADdAAAADwAAAGRycy9kb3ducmV2LnhtbESPT4vCMBTE74LfITzBm6baIlKNorusyp78B14fzbMt&#10;Ni+lyWrdT78RFjwOM/MbZr5sTSXu1LjSsoLRMAJBnFldcq7gfPoaTEE4j6yxskwKnuRgueh25phq&#10;++AD3Y8+FwHCLkUFhfd1KqXLCjLohrYmDt7VNgZ9kE0udYOPADeVHEfRRBosOSwUWNNHQdnt+GMU&#10;/E4uuHfb8foz1p6eyXRjv/cbpfq9djUD4an17/B/e6cVxEmcwOtNe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V+H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OVsUA&#10;AADdAAAADwAAAGRycy9kb3ducmV2LnhtbESP0WrCQBRE34X+w3ILfTObaiwas0oRC32rpv2AS/a6&#10;CcnejdlV0359tyD0cZiZM0yxHW0nrjT4xrGC5yQFQVw53bBR8PX5Nl2C8AFZY+eYFHyTh+3mYVJg&#10;rt2Nj3QtgxERwj5HBXUIfS6lr2qy6BPXE0fv5AaLIcrBSD3gLcJtJ2dp+iItNhwXauxpV1PVlher&#10;4OxmCz2We/xo96tDY0x2/jlmSj09jq9rEIHG8B++t9+1gnk2X8D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Q5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aScUA&#10;AADdAAAADwAAAGRycy9kb3ducmV2LnhtbESPwW7CMBBE70j8g7VIvREHUlKaYhBUqsQV2kOPW3tJ&#10;UuJ1iF1I+/W4EhLH0cy80SxWvW3EmTpfO1YwSVIQxNqZmksFH+9v4zkIH5ANNo5JwS95WC2HgwUW&#10;xl14R+d9KEWEsC9QQRVCW0jpdUUWfeJa4ugdXGcxRNmV0nR4iXDbyGma5tJizXGhwpZeK9LH/Y9V&#10;sK2/aJbrw7Odb/Tu8+8Usqdvo9TDqF+/gAjUh3v41t4aBdljlsP/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hp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dMJsMA&#10;AADdAAAADwAAAGRycy9kb3ducmV2LnhtbERPXWvCMBR9H+w/hDvwTdPpcFqNooKwMS1MZXu9NNem&#10;rLkpTVbrv18EYY/nmzNfdrYSLTW+dKzgeZCAIM6dLrlQcDpu+xMQPiBrrByTgit5WC4eH+aYanfh&#10;T2oPoRCxhH2KCkwIdSqlzw1Z9ANXE0ft7BqLIcKmkLrBSyy3lRwmyVhaLDkuGKxpYyj/OfxaBS1m&#10;1+TbrPfT93KXD7P114eOvOo9dasZiEBd+Dff029awehl9Aq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dMJ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NmNM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dFnpv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02Y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FCMcA&#10;AADdAAAADwAAAGRycy9kb3ducmV2LnhtbESP3WoCMRSE7wu+QzhC72pWLa2uRrFaoUhF/Ls/bo67&#10;a5OTZZPq9u2bQsHLYWa+YcbTxhpxpdqXjhV0OwkI4szpknMFh/3yaQDCB2SNxjEp+CEP00nrYYyp&#10;djfe0nUXchEh7FNUUIRQpVL6rCCLvuMq4uidXW0xRFnnUtd4i3BrZC9JXqTFkuNCgRXNC8q+dt9W&#10;wXKzMJfeejs7yjB/fz2Zwept8anUY7uZjUAEasI9/N/+0Ar6z/0h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0hQ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+SUcIA&#10;AADdAAAADwAAAGRycy9kb3ducmV2LnhtbERPy4rCMBTdC/5DuIKbQVOfSDWKCKIDI/gCt9fm2hab&#10;m9LE2vn7yWLA5eG8F6vGFKKmyuWWFQz6EQjixOqcUwXXy7Y3A+E8ssbCMin4JQerZbu1wFjbN5+o&#10;PvtUhBB2MSrIvC9jKV2SkUHXtyVx4B62MugDrFKpK3yHcFPIYRRNpcGcQ0OGJW0ySp7nl1FQH3/u&#10;6b525fdz9uUmo/tud9A3pbqdZj0H4anxH/G/e68VjMbjsD+8C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5JR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LA8cA&#10;AADdAAAADwAAAGRycy9kb3ducmV2LnhtbESPQWsCMRSE74L/ITyhN81qt0VXo2hB6EWotod6e26e&#10;u4ubl20Sdeuvb4SCx2FmvmFmi9bU4kLOV5YVDAcJCOLc6ooLBV+f6/4YhA/IGmvLpOCXPCzm3c4M&#10;M22vvKXLLhQiQthnqKAMocmk9HlJBv3ANsTRO1pnMETpCqkdXiPc1HKUJK/SYMVxocSG3krKT7uz&#10;UbCajFc/HylvbtvDnvbfh9PLyCVKPfXa5RREoDY8wv/td63gOU2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CSwPHAAAA3QAAAA8AAAAAAAAAAAAAAAAAmAIAAGRy&#10;cy9kb3ducmV2LnhtbFBLBQYAAAAABAAEAPUAAACMAwAAAAA=&#10;" fillcolor="black" stroked="f"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WescA&#10;AADdAAAADwAAAGRycy9kb3ducmV2LnhtbESPQWvCQBSE74L/YXlCb7ppakVSV1HbglB70PbQ42v2&#10;NVmSfRuyW43+elcQPA4z8w0zW3S2FgdqvXGs4HGUgCDOnTZcKPj+eh9OQfiArLF2TApO5GEx7/dm&#10;mGl35B0d9qEQEcI+QwVlCE0mpc9LsuhHriGO3p9rLYYo20LqFo8RbmuZJslEWjQcF0psaF1SXu3/&#10;rYKfj4mZ7gylv9vz6k1vn6vV52ul1MOgW76ACNSFe/jW3mgFT+NxCtc38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5Fnr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VMYA&#10;AADdAAAADwAAAGRycy9kb3ducmV2LnhtbESPzWsCMRTE7wX/h/AEbzXrByJbo4hF7KWH+kGvj83r&#10;Zrubl20SdfWvb4RCj8PM/IZZrDrbiAv5UDlWMBpmIIgLpysuFRwP2+c5iBCRNTaOScGNAqyWvacF&#10;5tpd+YMu+1iKBOGQowITY5tLGQpDFsPQtcTJ+3LeYkzSl1J7vCa4beQ4y2bSYsVpwWBLG0NFvT9b&#10;BX79+Vrf+Xyqs/v7Ley+u585GqUG/W79AiJSF//Df+03rWAynU7g8SY9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CNV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wksYA&#10;AADdAAAADwAAAGRycy9kb3ducmV2LnhtbESPUWvCQBCE34X+h2MLvpR6qQ2tTT2lCEKhImj9AWtu&#10;m4Te7YXcqtFf7xUKPg4z8w0znffeqSN1sQls4GmUgSIug224MrD7Xj5OQEVBtugCk4EzRZjP7gZT&#10;LGw48YaOW6lUgnAs0EAt0hZax7Imj3EUWuLk/YTOoyTZVdp2eEpw7/Q4y160x4bTQo0tLWoqf7cH&#10;b8CN9+7t6zWu5LzTq+ziZfOwtsYM7/uPd1BCvdzC/+1Pa+A5z3P4e5OegJ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2wks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0aTcYA&#10;AADdAAAADwAAAGRycy9kb3ducmV2LnhtbESPQWsCMRSE74X+h/AK3mq2aqWsRmkrwl48dLV4fW6e&#10;m6XJy7JJdfXXm0LB4zAz3zDzZe+sOFEXGs8KXoYZCOLK64ZrBbvt+vkNRIjIGq1nUnChAMvF48Mc&#10;c+3P/EWnMtYiQTjkqMDE2OZShsqQwzD0LXHyjr5zGJPsaqk7PCe4s3KUZVPpsOG0YLClT0PVT/nr&#10;FKzK1o52hfkI++/N4WCL65r2K6UGT/37DESkPt7D/+1CKxhPJq/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0aT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jLi8UA&#10;AADdAAAADwAAAGRycy9kb3ducmV2LnhtbESPT2sCMRTE74LfITyhN02ssi1bo4hUEHqqfw69PZLn&#10;7urmZdlEd/vtm4LgcZiZ3zCLVe9qcac2VJ41TCcKBLHxtuJCw/GwHb+DCBHZYu2ZNPxSgNVyOFhg&#10;bn3H33Tfx0IkCIccNZQxNrmUwZTkMEx8Q5y8s28dxiTbQtoWuwR3tXxVKpMOK04LJTa0Kclc9zen&#10;4bKVX94oNKfjqdvZt5/PjGql9cuoX3+AiNTHZ/jR3lkNs/k8g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Mu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3MPscA&#10;AADdAAAADwAAAGRycy9kb3ducmV2LnhtbESPT2sCMRTE70K/Q3gFbzVbFZWtWbEFobR4cC2lx9fN&#10;2z/s5mVJoq7f3hQKHoeZ+Q2z3gymE2dyvrGs4HmSgCAurG64UvB13D2tQPiArLGzTAqu5GGTPYzW&#10;mGp74QOd81CJCGGfooI6hD6V0hc1GfQT2xNHr7TOYIjSVVI7vES46eQ0SRbSYMNxocae3moq2vxk&#10;FPycPrnczz627jV82+Ho2+nvqlVq/DhsX0AEGsI9/N9+1wpm8/kS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9zD7HAAAA3Q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in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8JimcW5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OKexQAAAN0AAAAPAAAAAAAAAAAAAAAAAJgCAABkcnMv&#10;ZG93bnJldi54bWxQSwUGAAAAAAQABAD1AAAAigMAAAAA&#10;" fillcolor="black" stroked="f"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9BMUA&#10;AADdAAAADwAAAGRycy9kb3ducmV2LnhtbESPQUsDMRSE74L/ITzBm83WFrFr07IURPG0rS29vm6e&#10;m6WblyWJ6frvjSD0OMzMN8xyPdpeJPKhc6xgOilAEDdOd9wq2H++PjyDCBFZY++YFPxQgPXq9maJ&#10;pXYX3lLaxVZkCIcSFZgYh1LK0BiyGCZuIM7el/MWY5a+ldrjJcNtLx+L4kla7DgvGBxoY6g5776t&#10;gnTa1NUsHZPZfviq9a5+O5xqpe7vxuoFRKQxXsP/7XetYDafL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0E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itsQA&#10;AADdAAAADwAAAGRycy9kb3ducmV2LnhtbERPz2vCMBS+D/Y/hDfwNlOnE+2MMkRFd9msgjs+mrem&#10;rHkpTazVv94cBjt+fL9ni85WoqXGl44VDPoJCOLc6ZILBcfD+nkCwgdkjZVjUnAlD4v548MMU+0u&#10;vKc2C4WIIexTVGBCqFMpfW7Iou+7mjhyP66xGCJsCqkbvMRwW8mXJBlLiyXHBoM1LQ3lv9nZKvCD&#10;5er0YW/T9ntj+DPbmfFXYZTqPXXvbyACdeFf/OfeagXD0Wv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YrbEAAAA3Q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E5EF9" w:rsidRDefault="00FE5EF9" w:rsidP="00FE5E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E5EF9" w:rsidRDefault="00FE5EF9" w:rsidP="00FE5EF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E5EF9" w:rsidRDefault="00FE5EF9" w:rsidP="00FE5E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FE5EF9" w:rsidRDefault="00FE5EF9" w:rsidP="00FE5E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E5EF9" w:rsidRDefault="00FE5EF9" w:rsidP="00FE5E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FE5EF9" w:rsidRDefault="00FE5EF9" w:rsidP="00FE5EF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E5EF9" w:rsidRDefault="00FE5EF9" w:rsidP="00FE5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5EF9" w:rsidRDefault="00FE5EF9" w:rsidP="00FE5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E5EF9" w:rsidRDefault="00FE5EF9" w:rsidP="00FE5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E5EF9" w:rsidRDefault="00FE5EF9" w:rsidP="00FE5EF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поданими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№66.від 16.12.2019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№10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27.11.2020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 порядок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одноразової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категорій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громадян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ради» , 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№4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23.12.2020 року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на 2021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,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FE5EF9" w:rsidRDefault="00FE5EF9" w:rsidP="00FE5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5EF9" w:rsidRDefault="00FE5EF9" w:rsidP="00FE5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1.Надати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Кочура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Сергію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на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поховання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брата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Кочури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Валерія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Васильовича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помер 01.12.2020  року ( АЗ № 71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09.12.2020 року) ,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розмірі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3000.00  (три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тисячі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) грн.</w:t>
      </w:r>
    </w:p>
    <w:p w:rsidR="00FE5EF9" w:rsidRDefault="00FE5EF9" w:rsidP="00FE5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2.Відділу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бухгалтерського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обл</w:t>
      </w:r>
      <w:proofErr w:type="gramEnd"/>
      <w:r>
        <w:rPr>
          <w:rFonts w:ascii="Times New Roman" w:hAnsi="Times New Roman" w:cs="Times New Roman"/>
          <w:sz w:val="24"/>
          <w:szCs w:val="24"/>
        </w:rPr>
        <w:t>іку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виплату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матеріальної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допомоги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FE5EF9" w:rsidRDefault="00FE5EF9" w:rsidP="00FE5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фінансів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бюджету 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соціально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>
        <w:rPr>
          <w:rFonts w:ascii="Times New Roman" w:hAnsi="Times New Roman" w:cs="Times New Roman"/>
          <w:sz w:val="24"/>
          <w:szCs w:val="24"/>
        </w:rPr>
        <w:t>економічного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інвестицій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міжнародного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співробітництва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FE5EF9" w:rsidRDefault="00FE5EF9" w:rsidP="00FE5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E5EF9" w:rsidRDefault="00FE5EF9" w:rsidP="00FE5EF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D03A7B" w:rsidRPr="00FE5EF9" w:rsidRDefault="00FE5EF9" w:rsidP="00FE5EF9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  <w:bookmarkStart w:id="0" w:name="_GoBack"/>
      <w:bookmarkEnd w:id="0"/>
    </w:p>
    <w:sectPr w:rsidR="00D03A7B" w:rsidRPr="00FE5EF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33B2" w:rsidRDefault="004C33B2">
      <w:pPr>
        <w:spacing w:after="0" w:line="240" w:lineRule="auto"/>
      </w:pPr>
      <w:r>
        <w:separator/>
      </w:r>
    </w:p>
  </w:endnote>
  <w:endnote w:type="continuationSeparator" w:id="0">
    <w:p w:rsidR="004C33B2" w:rsidRDefault="004C33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33B2" w:rsidRDefault="004C33B2">
      <w:pPr>
        <w:spacing w:after="0" w:line="240" w:lineRule="auto"/>
      </w:pPr>
      <w:r>
        <w:separator/>
      </w:r>
    </w:p>
  </w:footnote>
  <w:footnote w:type="continuationSeparator" w:id="0">
    <w:p w:rsidR="004C33B2" w:rsidRDefault="004C33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5EF9"/>
    <w:rsid w:val="004C33B2"/>
    <w:rsid w:val="00D03A7B"/>
    <w:rsid w:val="00FE5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F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E5EF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E5EF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E5EF9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EF9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rFonts w:eastAsiaTheme="minorHAnsi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rFonts w:eastAsiaTheme="minorHAnsi"/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rFonts w:eastAsiaTheme="minorHAnsi"/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rFonts w:eastAsiaTheme="minorHAnsi"/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rFonts w:eastAsiaTheme="minorHAnsi"/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rFonts w:eastAsiaTheme="minorHAnsi"/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rFonts w:eastAsiaTheme="minorHAnsi"/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rFonts w:eastAsiaTheme="minorHAnsi"/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rFonts w:eastAsiaTheme="minorHAnsi"/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rFonts w:eastAsiaTheme="minorHAnsi"/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rFonts w:eastAsiaTheme="minorHAnsi"/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rFonts w:eastAsiaTheme="minorHAnsi"/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FE5EF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FE5EF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FE5EF9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2021-01-16T18:03:00Z</dcterms:created>
  <dcterms:modified xsi:type="dcterms:W3CDTF">2021-01-16T18:03:00Z</dcterms:modified>
</cp:coreProperties>
</file>