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B0" w:rsidRPr="00DA6C6F" w:rsidRDefault="001147B0" w:rsidP="001147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147B0" w:rsidRPr="00DA6C6F" w:rsidRDefault="001147B0" w:rsidP="001147B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738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XCUcMA&#10;AADeAAAADwAAAGRycy9kb3ducmV2LnhtbERPTWvCQBC9C/6HZYTedKMBTaOriLTFg1CM9T5kxySY&#10;nQ3ZbZL+e1cQepvH+5zNbjC16Kh1lWUF81kEgji3uuJCwc/lc5qAcB5ZY22ZFPyRg912PNpgqm3P&#10;Z+oyX4gQwi5FBaX3TSqly0sy6Ga2IQ7czbYGfYBtIXWLfQg3tVxE0VIarDg0lNjQoaT8nv0aBTb+&#10;Op6uxeIcf/DK8/47uV2Hk1Jvk2G/BuFp8P/il/uow/xoFb/D851wg9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XCU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2qEskA&#10;AADeAAAADwAAAGRycy9kb3ducmV2LnhtbESPQUsDMRCF74X+hzCCl2KzirS6Ni1SWLU9CK2C12Ez&#10;btZuJksS27W/3jkI3maYN++9b7EafKeOFFMb2MD1tABFXAfbcmPg/a26ugOVMrLFLjAZ+KEEq+V4&#10;tMDShhPv6LjPjRITTiUacDn3pdapduQxTUNPLLfPED1mWWOjbcSTmPtO3xTFTHtsWRIc9rR2VB/2&#10;397AV/XqPtbz81Oc3O/oPKm2z91mZszlxfD4ACrTkP/Ff98vVuoX81sBEBy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B2qE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riMUA&#10;AADeAAAADwAAAGRycy9kb3ducmV2LnhtbESP3YrCMBCF7xd8hzCCN4um6qJSjSKisngj/jzA0IxN&#10;sZmUJtr69kZY2LsZzpnznVmsWluKJ9W+cKxgOEhAEGdOF5wruF52/RkIH5A1lo5JwYs8rJadrwWm&#10;2jV8ouc55CKGsE9RgQmhSqX0mSGLfuAq4qjdXG0xxLXOpa6xieG2lKMkmUiLBUeCwYo2hrL7+WEj&#10;5DjG4+HWXHb7FhvcHgx/r09K9brteg4iUBv+zX/XvzrWT6Y/Q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qu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gxcQA&#10;AADeAAAADwAAAGRycy9kb3ducmV2LnhtbERPTUsDMRC9C/0PYQrebNaltmVtWkqrIIIHq1C8DZvp&#10;7uJmEpKxu/57Iwje5vE+Z70dXa8uFFPn2cDtrABFXHvbcWPg/e3xZgUqCbLF3jMZ+KYE283kao2V&#10;9QO/0uUojcohnCo00IqESutUt+QwzXwgztzZR4eSYWy0jTjkcNfrsigW2mHHuaHFQPuW6s/jlzPw&#10;MjyE5+Xi7hw+4rzU6WDltBdjrqfj7h6U0Cj/4j/3k83zi+W8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UIM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QZMUA&#10;AADeAAAADwAAAGRycy9kb3ducmV2LnhtbESP3YrCMBCF7xd8hzCCN4um6qJSjSKii3gj/jzA0IxN&#10;sZmUJtr69mZB2LsZzpnznVmsWluKJ9W+cKxgOEhAEGdOF5wruF52/RkIH5A1lo5JwYs8rJadrwWm&#10;2jV8ouc55CKGsE9RgQmhSqX0mSGLfuAq4qjdXG0xxLXOpa6xieG2lKMkmUiLBUeCwYo2hrL7+WEj&#10;5DjG4+HWXHa/LTa4PRj+Xp+U6nXb9RxEoDb8mz/Xex3rJ9OfM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3JB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dKsQA&#10;AADeAAAADwAAAGRycy9kb3ducmV2LnhtbERPTUsDMRC9C/6HMII3m7WsbVmbltJWEMGDVSjehs10&#10;d3EzCcm0u/57Iwje5vE+Z7keXa8uFFPn2cD9pABFXHvbcWPg4/3pbgEqCbLF3jMZ+KYE69X11RIr&#10;6wd+o8tBGpVDOFVooBUJldapbslhmvhAnLmTjw4lw9hoG3HI4a7X06KYaYcd54YWA21bqr8OZ2fg&#10;ddiHl/ns4RQ+YznVaWfluBVjbm/GzSMooVH+xX/uZ5vnF/O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xHS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lWMUA&#10;AADeAAAADwAAAGRycy9kb3ducmV2LnhtbERPyWrDMBC9F/IPYgq9lETukgU3SmgCIoUWShbIdbAm&#10;tok1MpISu38fFQq9zeOtM1/2thFX8qF2rOBplIEgLpypuVRw2OvhDESIyAYbx6TghwIsF4O7OebG&#10;dbyl6y6WIoVwyFFBFWObSxmKiiyGkWuJE3dy3mJM0JfSeOxSuG3kc5ZNpMWaU0OFLa0rKs67i1Ww&#10;+u7KF/9YrHr3edocx1ob/aWVerjv399AROrjv/jP/WHS/Gz6Oobfd9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KV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x0MIA&#10;AADeAAAADwAAAGRycy9kb3ducmV2LnhtbERPzYrCMBC+C75DGGFvmiquK9Uo4lKQxcu6PsDQjE21&#10;mZQk1vr2mwVhb/Px/c5629tGdORD7VjBdJKBIC6drrlScP4pxksQISJrbByTgicF2G6GgzXm2j34&#10;m7pTrEQK4ZCjAhNjm0sZSkMWw8S1xIm7OG8xJugrqT0+Urht5CzLFtJizanBYEt7Q+XtdLcKiq/Z&#10;sbvdtS/crp9bejfX5adR6m3U71YgIvXxX/xyH3San33MF/D3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nH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etMUA&#10;AADeAAAADwAAAGRycy9kb3ducmV2LnhtbERP22oCMRB9L/QfwhT6UjRrLyqrUWohKLRQvICvw2bc&#10;XdxMliR11783hULf5nCuM1/2thEX8qF2rGA0zEAQF87UXCo47PVgCiJEZIONY1JwpQDLxf3dHHPj&#10;Ot7SZRdLkUI45KigirHNpQxFRRbD0LXEiTs5bzEm6EtpPHYp3DbyOcvG0mLNqaHClj4qKs67H6tg&#10;9d2VL/6pWPXu87Q+vmlt9JdW6vGhf5+BiNTHf/Gfe2PS/GzyOoHfd9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p6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lAOcYA&#10;AADeAAAADwAAAGRycy9kb3ducmV2LnhtbESPQW/CMAyF70j7D5En7TbSIbahQkBoU6Vp4gLjB1iN&#10;aQqNUyWhdP9+PkziZus9v/d5tRl9pwaKqQ1s4GVagCKug225MXD8qZ4XoFJGttgFJgO/lGCzfpis&#10;sLThxnsaDrlREsKpRAMu577UOtWOPKZp6IlFO4XoMcsaG20j3iTcd3pWFG/aY8vS4LCnD0f15XD1&#10;Bqrv2W64XG2swnace3p158WnM+bpcdwuQWUa8938f/1lBb94nwu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lAO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7SsIA&#10;AADeAAAADwAAAGRycy9kb3ducmV2LnhtbERPS2rDMBDdF3oHMYXsaim/JnUjm1BISJZ1e4DBmtrG&#10;1si11Ni5fRQodDeP951dPtlOXGjwjWMN80SBIC6dabjS8PV5eN6C8AHZYOeYNFzJQ549PuwwNW7k&#10;D7oUoRIxhH2KGuoQ+lRKX9Zk0SeuJ47ctxsshgiHSpoBxxhuO7lQ6kVabDg21NjTe01lW/xaDavr&#10;ePwp1q06GEvz87I/cyjXWs+epv0biEBT+Bf/uU8mzleb1Svc34k3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S3t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pSpcYA&#10;AADeAAAADwAAAGRycy9kb3ducmV2LnhtbESPT2vCQBDF74V+h2UEb3Wj4J+mriIVRTxpqp6H7JiE&#10;ZmdDdtX47Z1DobcZ5s177zdfdq5Wd2pD5dnAcJCAIs69rbgwcPrZfMxAhYhssfZMBp4UYLl4f5tj&#10;av2Dj3TPYqHEhEOKBsoYm1TrkJfkMAx8Qyy3q28dRlnbQtsWH2Luaj1Kkol2WLEklNjQd0n5b3Zz&#10;Bm6Ty+jE1709ZOvn9nO9WQV9Lozp97rVF6hIXfwX/33vrNRPpmMBEByZQS9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pSp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lHI8YA&#10;AADeAAAADwAAAGRycy9kb3ducmV2LnhtbERPTU/CQBC9m/AfNkPiTbagVigsBExMlANEhAO3oTu0&#10;he5s6a5Q/j1rQuJtXt7njCaNKcWZaldYVtDtRCCIU6sLzhSsfz6e+iCcR9ZYWiYFV3IwGbceRpho&#10;e+FvOq98JkIIuwQV5N5XiZQuzcmg69iKOHB7Wxv0AdaZ1DVeQrgpZS+KYmmw4NCQY0XvOaXH1a9R&#10;sFn248Fy9vVymC92+Gz0aauLWKnHdjMdgvDU+H/x3f2pw/zo7bULf++EG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lHI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1P8cA&#10;AADeAAAADwAAAGRycy9kb3ducmV2LnhtbESPQWvCQBCF7wX/wzJCb3VjWlKJrqKWavFkVfA6ZKdJ&#10;aHY2ZLca/fWdQ6G3Gd6b976ZLXrXqAt1ofZsYDxKQBEX3tZcGjgd358moEJEtth4JgM3CrCYDx5m&#10;mFt/5U+6HGKpJIRDjgaqGNtc61BU5DCMfEss2pfvHEZZu1LbDq8S7hqdJkmmHdYsDRW2tK6o+D78&#10;OAP37Iz7sE1Xb8820u1lsvG7/caYx2G/nIKK1Md/89/1hxX89DUTXnlHZ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XNT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5CsMA&#10;AADeAAAADwAAAGRycy9kb3ducmV2LnhtbERPzWrCQBC+F/oOyxS8NRuDtRpdRUSht2r0AYbsuAlm&#10;Z2N21din7xaE3ubj+535sreNuFHna8cKhkkKgrh0umaj4HjYvk9A+ICssXFMCh7kYbl4fZljrt2d&#10;93QrghExhH2OCqoQ2lxKX1Zk0SeuJY7cyXUWQ4SdkbrDewy3jczSdCwt1hwbKmxpXVF5Lq5WwcVl&#10;H7ovNvh93kx3tTGjy89+pNTgrV/NQATqw7/46f7ScX72OZ7C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5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2gocYA&#10;AADeAAAADwAAAGRycy9kb3ducmV2LnhtbESPQW/CMAyF70j7D5EncRvpQKOsENCGhMQV2GFHLzFt&#10;WeN0TQYdvx4fJnGz5ef33rdY9b5RZ+piHdjA8ygDRWyDq7k08HHYPM1AxYTssAlMBv4owmr5MFhg&#10;4cKFd3Tep1KJCccCDVQptYXW0VbkMY5CSyy3Y+g8Jlm7UrsOL2LuGz3Osqn2WLMkVNjSuiL7vf/1&#10;Brb1F71M7fHVz97t7vP6kyb5yRkzfOzf5qAS9eku/v/eOqk/znMBEBy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2go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87cYA&#10;AADeAAAADwAAAGRycy9kb3ducmV2LnhtbERPXWvCQBB8F/ofji34phfz4EfqKbVQUPwAbWlfl9w2&#10;F5rbC7kzxn/vCYJvszs7MzvzZWcr0VLjS8cKRsMEBHHudMmFgu+vz8EUhA/IGivHpOBKHpaLl94c&#10;M+0ufKT2FAoRTdhnqMCEUGdS+tyQRT90NXHk/lxjMcSxKaRu8BLNbSXTJBlLiyXHBIM1fRjK/09n&#10;q6DFwzX5Nav9bFPu8vSw+tnquFf91+79DUSgLjyPH+q1ju+nk8kI7nUiBr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D87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+9AMIA&#10;AADeAAAADwAAAGRycy9kb3ducmV2LnhtbERPPU/DMBDdkfgP1iGxUQcPFIW6VYVUxAiBoeMRX+O0&#10;8V1kmybw6zESEts9vc9bbeYwqDPF1AtbuF1UoIhbcT13Ft7fdjf3oFJGdjgIk4UvSrBZX16ssHYy&#10;8Sudm9ypEsKpRgs+57HWOrWeAqaFjMSFO0gMmAuMnXYRpxIeBm2q6k4H7Lk0eBzp0VN7aj6Dhemp&#10;/Tiaw9757zjKrnmRoxnE2uurefsAKtOc/8V/7mdX5pvl0sD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70A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IjMUA&#10;AADeAAAADwAAAGRycy9kb3ducmV2LnhtbERP32vCMBB+H/g/hBP2NlM7WKUzitMJYyhDN9/P5myr&#10;yaU0mXb/vRkIvt3H9/PG084acabW144VDAcJCOLC6ZpLBT/fy6cRCB+QNRrHpOCPPEwnvYcx5tpd&#10;eEPnbShFDGGfo4IqhCaX0hcVWfQD1xBH7uBaiyHCtpS6xUsMt0amSfIiLdYcGypsaF5Rcdr+WgXL&#10;r4U5puvNbCfD/D3bm9Hn22Kl1GO/m72CCNSFu/jm/tBxfpplz/D/TrxB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wi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RNbMYA&#10;AADeAAAADwAAAGRycy9kb3ducmV2LnhtbERPTWvCQBC9C/6HZYRepG7UWiVmFSkULbRgreB1zI5J&#10;SHY2ZLcx/vtuQfA2j/c5ybozlWipcYVlBeNRBII4tbrgTMHx5/15AcJ5ZI2VZVJwIwfrVb+XYKzt&#10;lb+pPfhMhBB2MSrIva9jKV2ak0E3sjVx4C62MegDbDKpG7yGcFPJSRS9SoMFh4Yca3rLKS0Pv0ZB&#10;u/88Z7vW1R/lYuhm0/N2+6VPSj0Nus0ShKfOP8R3906H+ZP5/AX+3w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RNb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SW6sYA&#10;AADeAAAADwAAAGRycy9kb3ducmV2LnhtbERPTWsCMRC9C/0PYQq9adZFq65GqYLgRai2h3obN+Pu&#10;4mayTVJd/fWmUOhtHu9zZovW1OJCzleWFfR7CQji3OqKCwWfH+vuGIQPyBpry6TgRh4W86fODDNt&#10;r7yjyz4UIoawz1BBGUKTSenzkgz6nm2II3eyzmCI0BVSO7zGcFPLNElepcGKY0OJDa1Kys/7H6Ng&#10;ORkvv98HvL3vjgc6fB3Pw9QlSr08t29TEIHa8C/+c290nJ+ORk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SW6sYAAADeAAAADwAAAAAAAAAAAAAAAACYAgAAZHJz&#10;L2Rvd25yZXYueG1sUEsFBgAAAAAEAAQA9QAAAIsDAAAAAA==&#10;" fillcolor="black" stroked="f"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UGncYA&#10;AADeAAAADwAAAGRycy9kb3ducmV2LnhtbERPS2vCQBC+F/oflil4q5sGGiV1ldoHFNSDtocex+yY&#10;LMnOhuyq0V/vCoK3+fieM5n1thEH6rxxrOBlmIAgLpw2XCr4+/1+HoPwAVlj45gUnMjDbPr4MMFc&#10;uyOv6bAJpYgh7HNUUIXQ5lL6oiKLfuha4sjtXGcxRNiVUnd4jOG2kWmSZNKi4dhQYUsfFRX1Zm8V&#10;/C8yM14bSrfL8/xLL1/r+eqzVmrw1L+/gQjUh7v45v7RcX46GmV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UGnc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vONMQA&#10;AADeAAAADwAAAGRycy9kb3ducmV2LnhtbERPPW/CMBDdkfgP1iGxFacMDUoxCBVV7cJQCup6io84&#10;JD4H20Dg19eVKrHd0/u8+bK3rbiQD7VjBc+TDARx6XTNlYLd9/vTDESIyBpbx6TgRgGWi+FgjoV2&#10;V/6iyzZWIoVwKFCBibErpAylIYth4jrixB2ctxgT9JXUHq8p3LZymmUv0mLNqcFgR2+GymZ7tgr8&#10;6mfd3Pm8b7L75hY+jv1phkap8ahfvYKI1MeH+N/9qdP8aZ7n8Pd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zj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sDccA&#10;AADeAAAADwAAAGRycy9kb3ducmV2LnhtbESPQUvDQBCF70L/wzIFL2I35mA0dltKQRAsQmt/wJgd&#10;k+DubMiObeqvdw6Ctxnem/e+Wa6nGMyJxtwndnC3KMAQN8n33Do4vj/fPoDJguwxJCYHF8qwXs2u&#10;llj7dOY9nQ7SGg3hXKODTmSorc1NRxHzIg3Eqn2mMaLoOrbWj3jW8BhsWRT3NmLP2tDhQNuOmq/D&#10;d3QQyo/w+FrlnVyOdlf8RNnfvHnnrufT5gmM0CT/5r/rF6/4ZVUpr76jM9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l7A3HAAAA3gAAAA8AAAAAAAAAAAAAAAAAmAIAAGRy&#10;cy9kb3ducmV2LnhtbFBLBQYAAAAABAAEAPUAAACM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aIcQA&#10;AADeAAAADwAAAGRycy9kb3ducmV2LnhtbERPTWsCMRC9F/wPYYTeataliGyNohVhLz24tXgdN+Nm&#10;MZksm1S3/fWNIPQ2j/c5i9XgrLhSH1rPCqaTDARx7XXLjYLD5+5lDiJEZI3WMyn4oQCr5ehpgYX2&#10;N97TtYqNSCEcClRgYuwKKUNtyGGY+I44cWffO4wJ9o3UPd5SuLMyz7KZdNhyajDY0buh+lJ9OwXb&#10;qrP5oTSbcPz6OJ1s+buj41ap5/GwfgMRaYj/4oe71Gl+Pn+dwv2ddIN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XWiH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B2YMIA&#10;AADeAAAADwAAAGRycy9kb3ducmV2LnhtbERPTYvCMBC9L/gfwgje1sSyuFKNIqIgeFpXD96GZGyr&#10;zaQ0WVv/vVlY2Ns83ucsVr2rxYPaUHnWMBkrEMTG24oLDafv3fsMRIjIFmvPpOFJAVbLwdsCc+s7&#10;/qLHMRYihXDIUUMZY5NLGUxJDsPYN8SJu/rWYUywLaRtsUvhrpaZUlPpsOLUUGJDm5LM/fjjNNx2&#10;8uCNQnM+nbu9/bxsp1QrrUfDfj0HEamP/+I/996m+dnsI4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HZg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gnMQA&#10;AADeAAAADwAAAGRycy9kb3ducmV2LnhtbERPTWvCQBC9C/6HZQq96aZRSoiuooVCqfRQFfE4Zsck&#10;JDsbdldN/31XELzN433OfNmbVlzJ+dqygrdxAoK4sLrmUsF+9znKQPiArLG1TAr+yMNyMRzMMdf2&#10;xr903YZSxBD2OSqoQuhyKX1RkUE/th1x5M7WGQwRulJqh7cYblqZJsm7NFhzbKiwo4+KimZ7MQqO&#10;lw2ffybfK7cOB9vvfJOeskap15d+NQMRqA9P8cP9peP8NJtO4P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kIJ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tmsYA&#10;AADeAAAADwAAAGRycy9kb3ducmV2LnhtbERPTWvCQBC9C/6HZQq96aYhljR1FS0UehHU9lBvY3aa&#10;BLOz6e5Wo7++Kwje5vE+ZzrvTSuO5HxjWcHTOAFBXFrdcKXg6/N9lIPwAVlja5kUnMnDfDYcTLHQ&#10;9sQbOm5DJWII+wIV1CF0hZS+rMmgH9uOOHI/1hkMEbpKaoenGG5amSbJszTYcGyosaO3msrD9s8o&#10;WL7ky991xqvLZr+j3ff+MEldotTjQ794BRGoD3fxzf2h4/w0zzK4vhNv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BtmsYAAADeAAAADwAAAAAAAAAAAAAAAACYAgAAZHJz&#10;L2Rvd25yZXYueG1sUEsFBgAAAAAEAAQA9QAAAIsDAAAAAA==&#10;" fillcolor="black" stroked="f"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Dq8QA&#10;AADeAAAADwAAAGRycy9kb3ducmV2LnhtbERPS2sCMRC+F/wPYYTealb7QFajLIK09LTaFq/jZrpZ&#10;upksSRq3/74pFLzNx/ec9Xa0vUjkQ+dYwXxWgCBunO64VfD+tr9bgggRWWPvmBT8UIDtZnKzxlK7&#10;Cx8oHWMrcgiHEhWYGIdSytAYshhmbiDO3KfzFmOGvpXa4yWH214uiuJJWuw4NxgcaGeo+Tp+WwXp&#10;vKur+3RK5vDqq9a7+vnjXCt1Ox2rFYhIY7yK/90vOs9fLB8e4e+df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qw6v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Z1cUA&#10;AADeAAAADwAAAGRycy9kb3ducmV2LnhtbERPTWvCQBC9F/wPywje6kYpwUZXEWmL9lIbBT0O2TEb&#10;zM6G7BrT/vpuodDbPN7nLFa9rUVHra8cK5iMExDEhdMVlwqOh9fHGQgfkDXWjknBF3lYLQcPC8y0&#10;u/MndXkoRQxhn6ECE0KTSekLQxb92DXEkbu41mKIsC2lbvEew20tp0mSSosVxwaDDW0MFdf8ZhX4&#10;yebl9G6/n7vzm+GPfGfSfWmUGg379RxEoD78i//cWx3nT2dP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BnV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147B0" w:rsidRPr="00DA6C6F" w:rsidRDefault="001147B0" w:rsidP="001147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147B0" w:rsidRPr="00DA6C6F" w:rsidRDefault="001147B0" w:rsidP="001147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147B0" w:rsidRPr="00DA6C6F" w:rsidRDefault="001147B0" w:rsidP="001147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147B0" w:rsidRPr="00DA6C6F" w:rsidRDefault="001147B0" w:rsidP="001147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147B0" w:rsidRPr="00DA6C6F" w:rsidRDefault="001147B0" w:rsidP="001147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uk-UA" w:eastAsia="uk-UA"/>
        </w:rPr>
      </w:pPr>
    </w:p>
    <w:p w:rsidR="001147B0" w:rsidRPr="00DA6C6F" w:rsidRDefault="001147B0" w:rsidP="001147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147B0" w:rsidRPr="00DA6C6F" w:rsidRDefault="001147B0" w:rsidP="001147B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147B0" w:rsidRPr="00DA6C6F" w:rsidRDefault="001147B0" w:rsidP="001147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147B0" w:rsidRPr="00DA6C6F" w:rsidRDefault="001147B0" w:rsidP="001147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147B0" w:rsidRDefault="001147B0" w:rsidP="001147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1147B0" w:rsidRPr="0081108E" w:rsidRDefault="001147B0" w:rsidP="001147B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1147B0" w:rsidRPr="0081108E" w:rsidRDefault="001147B0" w:rsidP="001147B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1147B0" w:rsidRPr="0081108E" w:rsidRDefault="001147B0" w:rsidP="001147B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1147B0" w:rsidRPr="0081108E" w:rsidRDefault="001147B0" w:rsidP="001147B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147B0" w:rsidRPr="0081108E" w:rsidRDefault="001147B0" w:rsidP="001147B0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1147B0" w:rsidRPr="00DA6C6F" w:rsidRDefault="001147B0" w:rsidP="001147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847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IjOzuXw&#10;dgAAeFkEAA4AAAAAAAAAAAAAAAAALgIAAGRycy9lMm9Eb2MueG1sUEsBAi0AFAAGAAgAAAAhAN/O&#10;kDDiAAAADQEAAA8AAAAAAAAAAAAAAAAASnkAAGRycy9kb3ducmV2LnhtbFBLBQYAAAAABAAEAPMA&#10;AABZ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oGScUA&#10;AADeAAAADwAAAGRycy9kb3ducmV2LnhtbESPT2vCQBDF7wW/wzKCt7oxlhqiq4hU8SAU/92H7JgE&#10;s7Mhu9X47TuHQm8zvDfv/Wax6l2jHtSF2rOByTgBRVx4W3Np4HLevmegQkS22HgmAy8KsFoO3haY&#10;W//kIz1OsVQSwiFHA1WMba51KCpyGMa+JRbt5juHUdau1LbDp4S7RqdJ8qkd1iwNFba0qai4n36c&#10;AT/d7Q/XMj1Ov3gWef2d3a79wZjRsF/PQUXq47/573pvBT/NPoRX3p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gZJ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RcccA&#10;AADeAAAADwAAAGRycy9kb3ducmV2LnhtbERPS2sCMRC+F/ofwhR6kZqtFKurUYqwtvZQ8AFeh824&#10;WbuZLEnUrb++KQi9zcf3nOm8s404kw+1YwXP/QwEcel0zZWC3bZ4GoEIEVlj45gU/FCA+ez+boq5&#10;dhde03kTK5FCOOSowMTY5lKG0pDF0HctceIOzluMCfpKao+XFG4bOciyobRYc2ow2NLCUPm9OVkF&#10;x+LL7Bev16Xvjdd07RWf781qqNTjQ/c2ARGpi//im/tDp/mD0csY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iEX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KMMUA&#10;AADeAAAADwAAAGRycy9kb3ducmV2LnhtbESPQWvCQBCF7wX/wzKCl6KbWiwSXUVEi3gRtT9gyI7Z&#10;YHY2ZLcm/ffOoeBthnnvffOW697X6kFtrAIb+JhkoIiLYCsuDfxc9+M5qJiQLdaBycAfRVivBm9L&#10;zG3o+EyPSyqVhHDM0YBLqcm1joUjj3ESGmK53ULrMcnaltq22Em4r/U0y760x4qF4LChraPifvn1&#10;Ajl94ul466777x473B0dv2/OxoyG/WYBKlGfXuJ/98HK+9P5TApIHZlBr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0oo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6kcQA&#10;AADeAAAADwAAAGRycy9kb3ducmV2LnhtbERPTUsDMRC9C/0PYQRvNtulrWVtWkqtIIKHVkG8DZvp&#10;7uJmEpKxu/57Iwje5vE+Z70dXa8uFFPn2cBsWoAirr3tuDHw9vp4uwKVBNli75kMfFOC7WZytcbK&#10;+oGPdDlJo3IIpwoNtCKh0jrVLTlMUx+IM3f20aFkGBttIw453PW6LIqldthxbmgx0L6l+vP05Qy8&#10;DIfwfLdcnMNHnJc6PVh534sxN9fj7h6U0Cj/4j/3k83zy9ViBr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aOp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x3MUA&#10;AADeAAAADwAAAGRycy9kb3ducmV2LnhtbESP0YrCMBBF3wX/IYywL7KmW1GkGkUWXcQXqe4HDM3Y&#10;FJtJaaLt/v1GEHyb4d65585q09taPKj1lWMFX5MEBHHhdMWlgt/L/nMBwgdkjbVjUvBHHjbr4WCF&#10;mXYd5/Q4h1LEEPYZKjAhNJmUvjBk0U9cQxy1q2sthri2pdQtdjHc1jJNkrm0WHEkGGzo21BxO99t&#10;hJymeDpeu8v+p8cOd0fD422u1Meo3y5BBOrD2/y6PuhYP13M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LH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BfcUA&#10;AADeAAAADwAAAGRycy9kb3ducmV2LnhtbERPTUsDMRC9C/0PYQRvNutqa1mbllIVROihrSDehs10&#10;d3EzCcnYXf+9EQRv83ifs1yPrldniqnzbOBmWoAirr3tuDHwdny+XoBKgmyx90wGvinBejW5WGJl&#10;/cB7Oh+kUTmEU4UGWpFQaZ3qlhymqQ/EmTv56FAyjI22EYcc7npdFsVcO+w4N7QYaNtS/Xn4cgZ2&#10;w1N4vZ/PTuEj3pU6PVp534oxV5fj5gGU0Cj/4j/3i83zy8Xs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AF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E4MUA&#10;AADeAAAADwAAAGRycy9kb3ducmV2LnhtbERP22oCMRB9L/gPYQp9KTVbq0VWo2ghVFAQL+DrsBl3&#10;l24mS5K6279vhELf5nCuM1/2thE38qF2rOB1mIEgLpypuVRwPumXKYgQkQ02jknBDwVYLgYPc8yN&#10;6/hAt2MsRQrhkKOCKsY2lzIUFVkMQ9cSJ+7qvMWYoC+l8dilcNvIUZa9S4s1p4YKW/qoqPg6flsF&#10;631XvvnnYt277fXzMtHa6J1W6umxX81AROrjv/jPvTFp/mg6GcP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IT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rhMIA&#10;AADeAAAADwAAAGRycy9kb3ducmV2LnhtbERP3WrCMBS+H/gO4QjezdSyjlKNIkphjN3M7QEOzbGp&#10;NiclibW+/TIY7O58fL9ns5tsL0byoXOsYLXMQBA3TnfcKvj+qp9LECEia+wdk4IHBdhtZ08brLS7&#10;8yeNp9iKFMKhQgUmxqGSMjSGLIalG4gTd3beYkzQt1J7vKdw28s8y16lxY5Tg8GBDoaa6+lmFdTv&#10;+cd4vWlfu/30Yqkwl/JolFrMp/0aRKQp/ov/3G86zc/LooD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Gu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/DMUA&#10;AADeAAAADwAAAGRycy9kb3ducmV2LnhtbERP22oCMRB9F/oPYQp9KZqtRZHVKLUQWrAgXsDXYTPu&#10;Lt1MliR1t39vBMG3OZzrLFa9bcSFfKgdK3gbZSCIC2dqLhUcD3o4AxEissHGMSn4pwCr5dNggblx&#10;He/oso+lSCEcclRQxdjmUoaiIoth5FrixJ2dtxgT9KU0HrsUbhs5zrKptFhzaqiwpc+Kit/9n1Ww&#10;3nblu38t1r3bnL9OE62N/tFKvTz3H3MQkfr4EN/d3ybNH88mU7i9k26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9r8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pQaMMA&#10;AADeAAAADwAAAGRycy9kb3ducmV2LnhtbERP3WrCMBS+H+wdwhl4N1OLbqUzimwUZHgz3QMcmrOm&#10;2pyUJNb69osgeHc+vt+zXI+2EwP50DpWMJtmIIhrp1tuFPweqtcCRIjIGjvHpOBKAdar56clltpd&#10;+IeGfWxECuFQogITY19KGWpDFsPU9cSJ+3PeYkzQN1J7vKRw28k8y96kxZZTg8GePg3Vp/3ZKqi+&#10;891wOmtfuc04t7Qwx+LLKDV5GTcfICKN8SG+u7c6zc+LxTv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pQa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a8sQA&#10;AADeAAAADwAAAGRycy9kb3ducmV2LnhtbESPzW7CQAyE70i8w8pI3GDDTxAKLKiqRFWOpH0AK2uS&#10;iKw3ZLckvH19QOJma8Yzn/fHwTXqQV2oPRtYzBNQxIW3NZcGfn9Osy2oEJEtNp7JwJMCHA/j0R4z&#10;63u+0COPpZIQDhkaqGJsM61DUZHDMPctsWhX3zmMsnalth32Eu4avUySjXZYszRU2NJnRcUt/3MG&#10;1s/+656nt+RkHS3Oq/bMsUiNmU6Gjx2oSEN8m1/X31bwl9tUeOUdmUEf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bWv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pxsQA&#10;AADeAAAADwAAAGRycy9kb3ducmV2LnhtbERPTWvCQBC9C/0PyxR6042BikndiFQspac2xp6H7CQb&#10;zM6G7Krx33cLhd7m8T5ns51sL640+s6xguUiAUFcO91xq6A6HuZrED4ga+wdk4I7edgWD7MN5trd&#10;+IuuZWhFDGGfowITwpBL6WtDFv3CDcSRa9xoMUQ4tlKPeIvhtpdpkqykxY5jg8GBXg3V5/JiFVxW&#10;32nFzYf+LPf3t2x/2Hl5apV6epx2LyACTeFf/Od+13F+un7O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V6c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w6+8gA&#10;AADeAAAADwAAAGRycy9kb3ducmV2LnhtbESPQU/CQBCF7yT+h82QeIMtaJpaWYiQmCgHiKgHb0N3&#10;aKvd2dpdofx75kDibSbz5r33zRa9a9SRulB7NjAZJ6CIC29rLg18vD+PMlAhIltsPJOBMwVYzG8G&#10;M8ytP/EbHXexVGLCIUcDVYxtrnUoKnIYxr4lltvBdw6jrF2pbYcnMXeNniZJqh3WLAkVtrSqqPjZ&#10;/TkDn9ssfdguX++/15s93jn7+2Xr1JjbYf/0CCpSH//F1+8XK/WnWSoAgiMz6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rDr7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I9M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PjNBnB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kI9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/LcQA&#10;AADeAAAADwAAAGRycy9kb3ducmV2LnhtbERPzWrCQBC+C32HZQq9mU1DKmnqKkUs9NYm9gGG7HQT&#10;zM7G7KqpT+8WBG/z8f3Ocj3ZXpxo9J1jBc9JCoK4cbpjo+Bn9zEvQPiArLF3TAr+yMN69TBbYqnd&#10;mSs61cGIGMK+RAVtCEMppW9asugTNxBH7teNFkOEo5F6xHMMt73M0nQhLXYcG1ocaNNSs6+PVsHB&#10;ZS96qrf4td++fnfG5IdLlSv19Di9v4EINIW7+Ob+1HF+Viwy+H8n3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y/y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8XcMA&#10;AADeAAAADwAAAGRycy9kb3ducmV2LnhtbERPyW7CMBC9V+IfrEHiVhxADWmKQYBUiSvLgePUHpKU&#10;eBxiA2m/HiNV6m2e3jqzRWdrcaPWV44VjIYJCGLtTMWFgsP+8zUD4QOywdoxKfghD4t572WGuXF3&#10;3tJtFwoRQ9jnqKAMocml9Loki37oGuLInVxrMUTYFtK0eI/htpbjJEmlxYpjQ4kNrUvS593VKthU&#10;X/SW6tO7zVZ6e/y9hMn02yg16HfLDxCBuvAv/nNvTJw/ztIJ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I8X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d/sYA&#10;AADeAAAADwAAAGRycy9kb3ducmV2LnhtbERPXWvCQBB8L/Q/HCv0rV4MRTR6ihYKLVrBD/R1ya25&#10;YG4v5K4x/ntPKPg2u7MzszOdd7YSLTW+dKxg0E9AEOdOl1woOOy/3kcgfEDWWDkmBTfyMJ+9vkwx&#10;0+7KW2p3oRDRhH2GCkwIdSalzw1Z9H1XE0fu7BqLIY5NIXWD12huK5kmyVBaLDkmGKzp01B+2f1Z&#10;BS1ubsnJLH/HP+U6TzfL40rHvXrrdYsJiEBdeB7/q791fD8dDT/gUSdi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pd/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sn/8MA&#10;AADeAAAADwAAAGRycy9kb3ducmV2LnhtbERPTUvDQBC9C/0Pywje7MZAS4ndllJo8VijB49jdppN&#10;zc6E3bWJ/npXELzN433Oejv5Xl0pxE7YwMO8AEXciO24NfD6crhfgYoJ2WIvTAa+KMJ2M7tZY2Vl&#10;5Ge61qlVOYRjhQZcSkOldWwceYxzGYgzd5bgMWUYWm0Djjnc97osiqX22HFucDjQ3lHzUX96A+Ox&#10;eb+U5zfrvsMgh/okl7IXY+5up90jqERT+hf/uZ9snl+ulg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sn/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pn8UA&#10;AADeAAAADwAAAGRycy9kb3ducmV2LnhtbERPyWrDMBC9F/IPYgq9NXJ9cI0TJWRpIJSWku0+sSa2&#10;E2lkLCVx/74qFHqbx1tnPO2tETfqfONYwcswAUFcOt1wpWC/Wz3nIHxA1mgck4Jv8jCdDB7GWGh3&#10;5w3dtqESMYR9gQrqENpCSl/WZNEPXUscuZPrLIYIu0rqDu8x3BqZJkkmLTYcG2psaVFTedlerYLV&#10;19Kc08/N7CDD4u31aPL3+fJDqafHfjYCEagP/+I/91rH+WmeZf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am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vRkMUA&#10;AADeAAAADwAAAGRycy9kb3ducmV2LnhtbERPTWvCQBC9F/wPywheim5UakPMRqRQtFDBaqHXMTsm&#10;wexsyK4x/vtuoeBtHu9z0lVvatFR6yrLCqaTCARxbnXFhYLv4/s4BuE8ssbaMim4k4NVNnhKMdH2&#10;xl/UHXwhQgi7BBWU3jeJlC4vyaCb2IY4cGfbGvQBtoXULd5CuKnlLIoW0mDFoaHEht5Kyi+Hq1HQ&#10;7T9PxbZzzcclfnYv89Nms9M/So2G/XoJwlPvH+J/91aH+bN48Qp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G9G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g7/8kA&#10;AADeAAAADwAAAGRycy9kb3ducmV2LnhtbESPT0/DMAzF70j7DpGRuLGUCqbSLZs2JCQuSOzPgd28&#10;xmurNU5Jwlb49PiAtJut9/zez7PF4Dp1phBbzwYexhko4srblmsDu+3rfQEqJmSLnWcy8EMRFvPR&#10;zQxL6y+8pvMm1UpCOJZooEmpL7WOVUMO49j3xKIdfXCYZA21tgEvEu46nWfZRDtsWRoa7Omloeq0&#10;+XYGVs/F6uvjkd9/14c97T8Pp6c8ZMbc3Q7LKahEQ7qa/6/frODnxUR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+g7/8kAAADeAAAADwAAAAAAAAAAAAAAAACYAgAA&#10;ZHJzL2Rvd25yZXYueG1sUEsFBgAAAAAEAAQA9QAAAI4DAAAAAA==&#10;" fillcolor="black" stroked="f"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QZMYA&#10;AADeAAAADwAAAGRycy9kb3ducmV2LnhtbERPS0vDQBC+C/6HZQRvdtNAQ0y7LX0Jgu2hj0OPY3ZM&#10;lmRnQ3Zto7/eFQRv8/E9Z7YYbCuu1HvjWMF4lIAgLp02XCk4n16echA+IGtsHZOCL/KwmN/fzbDQ&#10;7sYHuh5DJWII+wIV1CF0hZS+rMmiH7mOOHIfrrcYIuwrqXu8xXDbyjRJMmnRcGyosaN1TWVz/LQK&#10;Lm+ZyQ+G0vfd92qrd5Nmtd80Sj0+DMspiEBD+Bf/uV91nJ/m2TP8vhNv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eQZ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bCFscA&#10;AADeAAAADwAAAGRycy9kb3ducmV2LnhtbESPQU/DMAyF70j7D5EncWMpO7CqLJsmEIILhw0QV6vx&#10;mq6NU5Js6/br8QGJmy0/v/e+5Xr0vTpRTG1gA/ezAhRxHWzLjYHPj5e7ElTKyBb7wGTgQgnWq8nN&#10;Eisbzryl0y43Skw4VWjA5TxUWqfakcc0CwOx3PYhesyyxkbbiGcx972eF8WD9tiyJDgc6MlR3e2O&#10;3kDcfD93Vz5+dcX1/ZJeD+NPic6Y2+m4eQSVacz/4r/vNyv15+V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Wwh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vRxsQA&#10;AADeAAAADwAAAGRycy9kb3ducmV2LnhtbERP22rCQBB9L/gPywh9KboxD1Wjq4hQKFQKXj5gzI5J&#10;cHc2ZKca+/XdQqFvczjXWa5779SNutgENjAZZ6CIy2Abrgycjm+jGagoyBZdYDLwoAjr1eBpiYUN&#10;d97T7SCVSiEcCzRQi7SF1rGsyWMch5Y4cZfQeZQEu0rbDu8p3DudZ9mr9thwaqixpW1N5fXw5Q24&#10;/OzmH9O4k8dJ77JvL/uXT2vM87DfLEAJ9fIv/nO/2zQ/n00n8PtOu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0cb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O68QA&#10;AADeAAAADwAAAGRycy9kb3ducmV2LnhtbERPPW/CMBDdkfofrKvUDZxmKCjFIFqElKUDAcR6xNc4&#10;wj5HsQtpf32NhMR2T+/z5svBWXGhPrSeFbxOMhDEtdctNwr2u814BiJEZI3WMyn4pQDLxdNojoX2&#10;V97SpYqNSCEcClRgYuwKKUNtyGGY+I44cd++dxgT7Bupe7ymcGdlnmVv0mHLqcFgR5+G6nP14xSs&#10;q87m+9J8hOPh63Sy5d+GjmulXp6H1TuISEN8iO/uUqf5+Wyaw+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pDuv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AZRsQA&#10;AADeAAAADwAAAGRycy9kb3ducmV2LnhtbERPTWvCQBC9F/wPywjeml0VYkhdpUiFgKdaPfQ27E6T&#10;tNnZkN2a+O+7hUJv83ifs91PrhM3GkLrWcMyUyCIjbct1xoub8fHAkSIyBY7z6ThTgH2u9nDFkvr&#10;R36l2znWIoVwKFFDE2NfShlMQw5D5nvixH34wWFMcKilHXBM4a6TK6Vy6bDl1NBgT4eGzNf522n4&#10;PMqTNwrN9XIdK7t5f8mpU1ov5tPzE4hIU/wX/7krm+avis0aft9JN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gGU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FyVcQA&#10;AADeAAAADwAAAGRycy9kb3ducmV2LnhtbERPTWvCQBC9F/wPywi91Y2xtCG6igpCqfRQFfE4Zsck&#10;JDsbdldN/31XKPQ2j/c5s0VvWnEj52vLCsajBARxYXXNpYLDfvOSgfABWWNrmRT8kIfFfPA0w1zb&#10;O3/TbRdKEUPY56igCqHLpfRFRQb9yHbEkbtYZzBE6EqpHd5juGllmiRv0mDNsaHCjtYVFc3uahSc&#10;rlu+fE0+l24Vjrbf+yY9Z41Sz8N+OQURqA//4j/3h47z0+z9FR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hclX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CvMYA&#10;AADeAAAADwAAAGRycy9kb3ducmV2LnhtbERPTWvCQBC9F/oflhF6qxtDrTG6Si0IXgrV9qC3MTsm&#10;wexsurtq7K/vCgVv83ifM513phFncr62rGDQT0AQF1bXXCr4/lo+ZyB8QNbYWCYFV/Iwnz0+TDHX&#10;9sJrOm9CKWII+xwVVCG0uZS+qMig79uWOHIH6wyGCF0ptcNLDDeNTJPkVRqsOTZU2NJ7RcVxczIK&#10;FuNs8fP5wh+/6/2Odtv9cZi6RKmnXvc2ARGoC3fxv3ul4/w0Gw3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ACvMYAAADeAAAADwAAAAAAAAAAAAAAAACYAgAAZHJz&#10;L2Rvd25yZXYueG1sUEsFBgAAAAAEAAQA9QAAAIsDAAAAAA==&#10;" fillcolor="black" stroked="f"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SXYcQA&#10;AADeAAAADwAAAGRycy9kb3ducmV2LnhtbERPTWsCMRC9C/6HMIXeNFsLVrZGWQRp6WnVll7HzbhZ&#10;3EyWJI3bf98UCr3N433OejvaXiTyoXOs4GFegCBunO64VfB+2s9WIEJE1tg7JgXfFGC7mU7WWGp3&#10;4wOlY2xFDuFQogIT41BKGRpDFsPcDcSZuzhvMWboW6k93nK47eWiKJbSYse5weBAO0PN9fhlFaTz&#10;rq4e02cyhzdftd7VLx/nWqn7u7F6BhFpjP/iP/erzvMXq6c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Ul2H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288UA&#10;AADeAAAADwAAAGRycy9kb3ducmV2LnhtbERPTWvCQBC9F/wPyxS86UYPalNXKaKiXtS00B6H7DQb&#10;mp0N2TWm/fWuIPQ2j/c582VnK9FS40vHCkbDBARx7nTJhYKP981gBsIHZI2VY1LwSx6Wi97THFPt&#10;rnymNguFiCHsU1RgQqhTKX1uyKIfupo4ct+usRgibAqpG7zGcFvJcZJMpMWSY4PBmlaG8p/sYhX4&#10;0Wr9ebB/L+3X1vAx25vJqTBK9Z+7t1cQgbrwL364dzrOH8+mU7i/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Hbz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147B0" w:rsidRDefault="001147B0" w:rsidP="001147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147B0" w:rsidRPr="00DA6C6F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розробку технічної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 щодо поділу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об’єднання земельної ділянки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6823984000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:03:002</w:t>
      </w: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165</w:t>
      </w: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яка розташована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Крупецької</w:t>
      </w:r>
      <w:proofErr w:type="spellEnd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межами населеного пункту села Крупець, 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Славутського</w:t>
      </w:r>
      <w:proofErr w:type="spellEnd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Хмельницької області</w:t>
      </w:r>
    </w:p>
    <w:p w:rsidR="001147B0" w:rsidRPr="00DA6C6F" w:rsidRDefault="001147B0" w:rsidP="001147B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147B0" w:rsidRPr="00DA6C6F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147B0" w:rsidRPr="00DA6C6F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1147B0" w:rsidRPr="00DA6C6F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1147B0" w:rsidRDefault="001147B0" w:rsidP="001147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Надати  </w:t>
      </w:r>
      <w:proofErr w:type="spellStart"/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Крупецькій</w:t>
      </w:r>
      <w:proofErr w:type="spellEnd"/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сільській раді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дозвіл</w:t>
      </w:r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виготовлення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технічної документації  із землеустрою щодо поділу</w:t>
      </w:r>
      <w:r w:rsidRPr="00DA6C6F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об’єднання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площею 17,9044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6823984000:03:002</w:t>
      </w:r>
      <w:r w:rsidRPr="00DA6C6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165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яка розташована за межами населеного пункту села Крупець на території  </w:t>
      </w:r>
      <w:proofErr w:type="spellStart"/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ради,  землі </w:t>
      </w:r>
      <w:r w:rsidRPr="00DA6C6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147B0" w:rsidRPr="00DA6C6F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    2.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сільській раді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розробити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із землеустрою щодо поділу</w:t>
      </w:r>
      <w:r w:rsidRPr="00DA6C6F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об’єднання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Pr="00935612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та подати на  розгл</w:t>
      </w:r>
      <w:r>
        <w:rPr>
          <w:rFonts w:ascii="Times New Roman" w:eastAsia="Calibri" w:hAnsi="Times New Roman" w:cs="Times New Roman"/>
          <w:sz w:val="24"/>
          <w:lang w:val="uk-UA"/>
        </w:rPr>
        <w:t>яд сесії сільської ради.</w:t>
      </w:r>
    </w:p>
    <w:p w:rsidR="001147B0" w:rsidRPr="001147B0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3</w:t>
      </w: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 та благоустрою (Денисюк Т.В.)</w:t>
      </w:r>
    </w:p>
    <w:p w:rsidR="001147B0" w:rsidRPr="001147B0" w:rsidRDefault="001147B0" w:rsidP="001147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EE3841" w:rsidRPr="001147B0" w:rsidRDefault="001147B0" w:rsidP="001147B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A6C6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EE3841" w:rsidRPr="001147B0" w:rsidSect="001147B0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147B0"/>
    <w:rsid w:val="001147B0"/>
    <w:rsid w:val="00171A2E"/>
    <w:rsid w:val="00304C90"/>
    <w:rsid w:val="00505B6D"/>
    <w:rsid w:val="006D3977"/>
    <w:rsid w:val="007D6C18"/>
    <w:rsid w:val="00D1641A"/>
    <w:rsid w:val="00EE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B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2020-12-10T13:17:00Z</dcterms:created>
  <dcterms:modified xsi:type="dcterms:W3CDTF">2020-12-10T13:17:00Z</dcterms:modified>
</cp:coreProperties>
</file>