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1A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D691A" w:rsidRPr="003B50D1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D691A" w:rsidRPr="003B50D1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7D691A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D691A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D691A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D691A" w:rsidRPr="003B50D1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74322D" wp14:editId="10B5EC1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445" name="Группа 23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4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91A" w:rsidRDefault="007D691A" w:rsidP="007D69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44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91H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xGsUA&#10;AADeAAAADwAAAGRycy9kb3ducmV2LnhtbESPS4vCQBCE7wv7H4Ze8LZOTEQlOoosq3gQxEfuTabz&#10;wExPyIwa/72zsOCxqKqvqMWqN424U+dqywpGwwgEcW51zaWCy3nzPQPhPLLGxjIpeJKD1fLzY4Gp&#10;tg8+0v3kSxEg7FJUUHnfplK6vCKDbmhb4uAVtjPog+xKqTt8BLhpZBxFE2mw5rBQYUs/FeXX080o&#10;sMl2t8/K+Jj88tTz+jArsn6v1OCrX89BeOr9O/zf3mkFcTIeT+DvTr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h/Ea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mIskA&#10;AADeAAAADwAAAGRycy9kb3ducmV2LnhtbESPQWsCMRSE70L/Q3iFXkSztaJ1a5QibKs9FNSC18fm&#10;dbO6eVmSVLf++qZQ6HGYmW+Y+bKzjTiTD7VjBffDDARx6XTNlYKPfTF4BBEissbGMSn4pgDLxU1v&#10;jrl2F97SeRcrkSAcclRgYmxzKUNpyGIYupY4eZ/OW4xJ+kpqj5cEt40cZdlEWqw5LRhsaWWoPO2+&#10;rIJj8W4Oq+n1xfdnW7r2i7fXZjNR6u62e34CEamL/+G/9lorGD2Mx1P4vZOugFz8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w/mI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WUcIA&#10;AADeAAAADwAAAGRycy9kb3ducmV2LnhtbERPzWrCQBC+C32HZYRepG6qIiV1FSlVxIuofYAhO2aD&#10;2dmQ3Zr49s5B8Pjx/S9Wva/VjdpYBTbwOc5AERfBVlwa+DtvPr5AxYRssQ5MBu4UYbV8Gywwt6Hj&#10;I91OqVQSwjFHAy6lJtc6Fo48xnFoiIW7hNZjEtiW2rbYSbiv9STL5tpjxdLgsKEfR8X19O+l5DDF&#10;w/7SnTfbHjv83TserY/GvA/79TeoRH16iZ/unTUwmc5mslfuyBX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9ZR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m8McA&#10;AADeAAAADwAAAGRycy9kb3ducmV2LnhtbESPQUvDQBSE74L/YXmCN7sxxqqx2yJVQQoebAvi7ZF9&#10;TYLZt8vus4n/3hUEj8PMfMMsVpMb1JFi6j0buJwVoIgbb3tuDex3zxe3oJIgWxw8k4FvSrBanp4s&#10;sLZ+5Dc6bqVVGcKpRgOdSKi1Tk1HDtPMB+LsHXx0KFnGVtuIY4a7QZdFMdcOe84LHQZad9R8br+c&#10;gdfxKWxu5teH8BGrUqdHK+9rMeb8bHq4ByU0yX/4r/1iDZRXVXUHv3fyFd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LZv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MisQA&#10;AADeAAAADwAAAGRycy9kb3ducmV2LnhtbESP22rCQBCG7wu+wzKCN6Vu1FokuopILcUb8fAAQ3bM&#10;BrOzIbs18e07F4Ve/vwnvtWm97V6UBurwAYm4wwUcRFsxaWB62X/tgAVE7LFOjAZeFKEzXrwssLc&#10;ho5P9DinUskIxxwNuJSaXOtYOPIYx6EhFu8WWo9JZFtq22In477W0yz70B4rlgeHDe0cFffzj5eT&#10;4wyPh1t32X/12OHnwfHr9mTMaNhvl6AS9ek//Nf+tgams/e5AAiOoI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sTI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T8K8cA&#10;AADeAAAADwAAAGRycy9kb3ducmV2LnhtbESPQUsDMRSE70L/Q3gFbzbbta2yNi2lVRDBg1UQb4/N&#10;6+7i5iUkz+76740geBxm5htmvR1dr84UU+fZwHxWgCKuve24MfD2+nB1CyoJssXeMxn4pgTbzeRi&#10;jZX1A7/Q+SiNyhBOFRpoRUKldapbcphmPhBn7+SjQ8kyNtpGHDLc9bosipV22HFeaDHQvqX68/jl&#10;DDwP9+HpZrU8hY+4KHU6WHnfizGX03F3B0polP/wX/vRGiivF8s5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k/C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N/tccA&#10;AADeAAAADwAAAGRycy9kb3ducmV2LnhtbESP3UoDMRSE7wXfIRyhN2Kzbq3IummxhaBgQWwL3h42&#10;Z39wc7Iksbt9+0YQvBxm5humXE+2FyfyoXOs4H6egSCunOm4UXA86LsnECEiG+wdk4IzBVivrq9K&#10;LIwb+ZNO+9iIBOFQoII2xqGQMlQtWQxzNxAnr3beYkzSN9J4HBPc9jLPskdpseO00OJA25aq7/2P&#10;VbD5GJuFv602k3uvX7+WWhu900rNbqaXZxCRpvgf/mu/GQX54mGZw++ddAXk6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zf7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Q0cUA&#10;AADeAAAADwAAAGRycy9kb3ducmV2LnhtbESPUWvCMBSF3wf7D+EOfJvpqg7pjCJKQcSX6X7Apblr&#10;OpubksRa/70RhD0ezjnf4SxWg21FTz40jhV8jDMQxJXTDdcKfk7l+xxEiMgaW8ek4EYBVsvXlwUW&#10;2l35m/pjrEWCcChQgYmxK6QMlSGLYew64uT9Om8xJulrqT1eE9y2Ms+yT2mx4bRgsKONoep8vFgF&#10;5T4/9OeL9qVbD1NLM/M33xqlRm/D+gtEpCH+h5/tnVaQT6azCTzupCs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5D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CWscA&#10;AADeAAAADwAAAGRycy9kb3ducmV2LnhtbESP3WoCMRSE7wu+QziF3pSa9ZeyNYoKQaGCaAu9PWyO&#10;u0s3J0uSuuvbm0Khl8PMfMMsVr1txJV8qB0rGA0zEMSFMzWXCj4/9MsriBCRDTaOScGNAqyWg4cF&#10;5sZ1fKLrOZYiQTjkqKCKsc2lDEVFFsPQtcTJuzhvMSbpS2k8dgluGznOsrm0WHNaqLClbUXF9/nH&#10;Ktgcu3Lin4tN794vu6+Z1kYftFJPj/36DUSkPv6H/9p7o2A8mc6m8HsnXQG5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WQl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qtPsUA&#10;AADeAAAADwAAAGRycy9kb3ducmV2LnhtbESPUWvCMBSF34X9h3AHe9N0nRWpRpGNgoy9qPsBl+au&#10;qTY3JYm1+/dmMPDxcM75Dme9HW0nBvKhdazgdZaBIK6dbrlR8H2qpksQISJr7ByTgl8KsN08TdZY&#10;anfjAw3H2IgE4VCiAhNjX0oZakMWw8z1xMn7cd5iTNI3Unu8JbjtZJ5lC2mx5bRgsKd3Q/XleLUK&#10;qs/8a7hcta/cbpxbKsx5+WGUenkedysQkcb4CP+391pB/jYvCvi7k6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q0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atocMA&#10;AADeAAAADwAAAGRycy9kb3ducmV2LnhtbESP3YrCMBSE7wXfIRzBO039aZFqFBGU9dLqAxyaY1ts&#10;TmoTbX37zcKCl8PMfMNsdr2pxZtaV1lWMJtGIIhzqysuFNyux8kKhPPIGmvLpOBDDnbb4WCDqbYd&#10;X+id+UIECLsUFZTeN6mULi/JoJvahjh4d9sa9EG2hdQtdgFuajmPokQarDgslNjQoaT8kb2MguWn&#10;Oz2z+BEdtaHZedGc2eexUuNRv1+D8NT7b/i//aMVzBfLOIG/O+EK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ato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gelccA&#10;AADeAAAADwAAAGRycy9kb3ducmV2LnhtbESPT2vCQBTE74V+h+UVvDWbRmvb1FVEUcSTTW3Pj+zL&#10;H5p9G7Ibjd/eFQoeh5n5DTNbDKYRJ+pcbVnBSxSDIM6trrlUcPzePL+DcB5ZY2OZFFzIwWL++DDD&#10;VNszf9Ep86UIEHYpKqi8b1MpXV6RQRfZljh4he0M+iC7UuoOzwFuGpnE8VQarDksVNjSqqL8L+uN&#10;gn76mxy52OtDtr5sP9abpZM/pVKjp2H5CcLT4O/h//ZOK0jGk9c3uN0JV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4HpXHAAAA3gAAAA8AAAAAAAAAAAAAAAAAmAIAAGRy&#10;cy9kb3ducmV2LnhtbFBLBQYAAAAABAAEAPUAAACM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6+sUA&#10;AADeAAAADwAAAGRycy9kb3ducmV2LnhtbERPu27CMBTdK/EP1kViKw6viAYMKkiVgKEI2g5sl/iS&#10;hMbXITaQ/j0eKjEenfd03phS3Kh2hWUFvW4Egji1uuBMwffXx+sYhPPIGkvLpOCPHMxnrZcpJtre&#10;eUe3vc9ECGGXoILc+yqR0qU5GXRdWxEH7mRrgz7AOpO6xnsIN6XsR1EsDRYcGnKsaJlT+ru/GgU/&#10;23H8tl2sh+fN5xEHRl8OuoiV6rSb9wkIT41/iv/dK62gPxiOwt5wJ1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Dr6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0I9ccA&#10;AADeAAAADwAAAGRycy9kb3ducmV2LnhtbESPW2vCQBSE3wv9D8sp9K1ujBc0dRW1VKVP8QJ9PWSP&#10;STB7NmS3Gv31riD0cZiZb5jJrDWVOFPjSssKup0IBHFmdcm5gsP++2MEwnlkjZVlUnAlB7Pp68sE&#10;E20vvKXzzuciQNglqKDwvk6kdFlBBl3H1sTBO9rGoA+yyaVu8BLgppJxFA2lwZLDQoE1LQvKTrs/&#10;o+A2/MXUrePFV097uvZHK/uTrpR6f2vnnyA8tf4//GxvtIK41x+M4XEnXA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9CP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ICe8QA&#10;AADeAAAADwAAAGRycy9kb3ducmV2LnhtbESP32rCMBTG7wd7h3AGu5vpuk60GmWIA+9cqw9waI5p&#10;sTmpTdTOpzcXgpcf3z9+8+VgW3Gh3jeOFXyOEhDEldMNGwX73e/HBIQPyBpbx6TgnzwsF68vc8y1&#10;u3JBlzIYEUfY56igDqHLpfRVTRb9yHXE0Tu43mKIsjdS93iN47aVaZKMpcWG40ONHa1qqo7l2So4&#10;ufRbD+Uat8f19K8xJjvdikyp97fhZwYi0BCe4Ud7oxWkX9k4AkSci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SAn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BC8YA&#10;AADeAAAADwAAAGRycy9kb3ducmV2LnhtbESPzW7CMBCE70h9B2srcQOHnwYIGNQiIXGF9sBxsZck&#10;NF6nsYHA09dIlXoczcw3msWqtZW4UuNLxwoG/QQEsXam5FzB1+emNwXhA7LByjEpuJOH1fKls8DM&#10;uBvv6LoPuYgQ9hkqKEKoMym9Lsii77uaOHon11gMUTa5NA3eItxWcpgkqbRYclwosKZ1Qfp7f7EK&#10;tuWR3lJ9mtnph94dHj9hNDkbpbqv7fscRKA2/If/2lujYDgapwN43olX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LBC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mq8MA&#10;AADeAAAADwAAAGRycy9kb3ducmV2LnhtbERPXWvCMBR9F/Yfwh34ZtPVIa4zyhwIylSYG9vrpblr&#10;ypqb0sRa/70RBB/PN2e26G0tOmp95VjBU5KCIC6crrhU8P21Gk1B+ICssXZMCs7kYTF/GMww1+7E&#10;n9QdQiliCfscFZgQmlxKXxiy6BPXEEftz7UWQ4RtKXWLp1hua5ml6URarDguGGzo3VDxfzhaBR3u&#10;z+mvWe5eNtW2yPbLnw8deTV87N9eQQTqw918S6+1gmz8PMngeide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Gmq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cqsUA&#10;AADeAAAADwAAAGRycy9kb3ducmV2LnhtbESPQUvDQBSE70L/w/IEb3ZjKqXEbosUKh419tDjM/ua&#10;Tc2+F3bXJvrrXUHwOMzMN8x6O/leXSjETtjA3bwARdyI7bg1cHjb365AxYRssRcmA18UYbuZXa2x&#10;sjLyK13q1KoM4VihAZfSUGkdG0ce41wG4uydJHhMWYZW24Bjhvtel0Wx1B47zgsOB9o5aj7qT29g&#10;fGrez+XpaN13GGRfv8i57MWYm+vp8QFUoin9h//az9ZAubhfLu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0Ny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FUycgA&#10;AADeAAAADwAAAGRycy9kb3ducmV2LnhtbESP3WoCMRSE74W+QzgF7zTbVVS2RvGnQhGlaNv7083p&#10;7tbkZNmkur59Iwi9HGbmG2Y6b60RZ2p85VjBUz8BQZw7XXGh4ON905uA8AFZo3FMCq7kYT576Ewx&#10;0+7CBzofQyEihH2GCsoQ6kxKn5dk0fddTRy9b9dYDFE2hdQNXiLcGpkmyUharDgulFjTqqT8dPy1&#10;CjZva/OT7g+LTxlWL+MvM9ku1zuluo/t4hlEoDb8h+/tV60gHQxHQ7jdiVd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wVT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ssxsYA&#10;AADeAAAADwAAAGRycy9kb3ducmV2LnhtbESP3YrCMBSE7wXfIZwFb2RN/UW6RhFBVFDYVWFvj83Z&#10;tticlCbW+vZGEPZymJlvmNmiMYWoqXK5ZQX9XgSCOLE651TB+bT+nIJwHlljYZkUPMjBYt5uzTDW&#10;9s4/VB99KgKEXYwKMu/LWEqXZGTQ9WxJHLw/Wxn0QVap1BXeA9wUchBFE2kw57CQYUmrjJLr8WYU&#10;1N/7S7qtXbm7TrtuPLxsNgf9q1Tno1l+gfDU+P/wu73VCgbD0WQMrzvhCsj5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ssx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691A" w:rsidRDefault="007D691A" w:rsidP="007D691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XMrMgA&#10;AADeAAAADwAAAGRycy9kb3ducmV2LnhtbESPQWvCQBSE7wX/w/KE3uqmqQ0aXaUWCr0I1XrQ2zP7&#10;mgSzb9PdrUZ/vSsIPQ4z8w0znXemEUdyvras4HmQgCAurK65VLD5/ngagfABWWNjmRScycN81nuY&#10;Yq7tiVd0XIdSRAj7HBVUIbS5lL6oyKAf2JY4ej/WGQxRulJqh6cIN41MkySTBmuOCxW29F5RcVj/&#10;GQWL8Wjx+zXk5WW139Fuuz+8pi5R6rHfvU1ABOrCf/je/tQK0pdhlsHtTrwCcnY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xcysyAAAAN4AAAAPAAAAAAAAAAAAAAAAAJgCAABk&#10;cnMvZG93bnJldi54bWxQSwUGAAAAAAQABAD1AAAAjQMAAAAA&#10;" fillcolor="black" stroked="f">
                  <v:textbox>
                    <w:txbxContent>
                      <w:p w:rsidR="007D691A" w:rsidRDefault="007D691A" w:rsidP="007D691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nN8kA&#10;AADeAAAADwAAAGRycy9kb3ducmV2LnhtbESPT0/CQBTE7yZ+h80z8SZbqxRSWYgoJiTAgT8Hjs/u&#10;s920+7bprlD99KyJCcfJzPwmM5n1thEn6rxxrOBxkIAgLpw2XCo47D8exiB8QNbYOCYFP+RhNr29&#10;mWCu3Zm3dNqFUkQI+xwVVCG0uZS+qMiiH7iWOHpfrrMYouxKqTs8R7htZJokmbRoOC5U2NJbRUW9&#10;+7YKjqvMjLeG0s/173yh18N6vnmvlbq/619fQATqwzX8315qBenTczaCvzvxCsjp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EpnN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eed8MA&#10;AADeAAAADwAAAGRycy9kb3ducmV2LnhtbERPy2oCMRTdF/yHcIXuasYHIqNRxFLsxkVtxe1lcp2M&#10;M7kZk6ijX98sCl0eznux6mwjbuRD5VjBcJCBIC6crrhU8PP98TYDESKyxsYxKXhQgNWy97LAXLs7&#10;f9FtH0uRQjjkqMDE2OZShsKQxTBwLXHiTs5bjAn6UmqP9xRuGznKsqm0WHFqMNjSxlBR769WgV8f&#10;3+snXw919tw9wvbcXWZolHrtd+s5iEhd/Bf/uT+1gtF4Mk170510Be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eed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Np8cA&#10;AADeAAAADwAAAGRycy9kb3ducmV2LnhtbESPUWvCQBCE3wv9D8cWfCl6aSxWo6eUgiBUClp/wJpb&#10;k+DdXshtNfbX9wqFPg4z8w2zWPXeqQt1sQls4GmUgSIug224MnD4XA+noKIgW3SBycCNIqyW93cL&#10;LGy48o4ue6lUgnAs0EAt0hZax7Imj3EUWuLknULnUZLsKm07vCa4dzrPson22HBaqLGlt5rK8/7L&#10;G3D50c3eX+JWbge9zb697B4/rDGDh/51Dkqol//wX3tjDeTj58kMfu+kK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6ja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zvcYA&#10;AADeAAAADwAAAGRycy9kb3ducmV2LnhtbESPT2vCMBjG74N9h/AOvM10dcxRjbJNhF48rDq8vjav&#10;TVnypjSZdn56cxA8Pjz/+M2Xg7PiRH1oPSt4GWcgiGuvW24U7Lbr53cQISJrtJ5JwT8FWC4eH+ZY&#10;aH/mbzpVsRFphEOBCkyMXSFlqA05DGPfESfv6HuHMcm+kbrHcxp3VuZZ9iYdtpweDHb0Zaj+rf6c&#10;glXV2XxXms+w/9kcDra8rGm/Umr0NHzMQEQa4j18a5daQT55nSaAhJNQ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nzv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kEMUA&#10;AADeAAAADwAAAGRycy9kb3ducmV2LnhtbESPT2sCMRTE70K/Q3iF3jTRFpXVKCIKQk/+O3h7JM/d&#10;bTcvyya667c3QqHHYWZ+w8yXnavEnZpQetYwHCgQxMbbknMNp+O2PwURIrLFyjNpeFCA5eKtN8fM&#10;+pb3dD/EXCQIhww1FDHWmZTBFOQwDHxNnLyrbxzGJJtc2gbbBHeVHCk1lg5LTgsF1rQuyPwebk7D&#10;z1Z+e6PQnE/ndmcnl82YKqX1x3u3moGI1MX/8F97ZzWMPr8mQ3jdSV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OQ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qJAMcA&#10;AADeAAAADwAAAGRycy9kb3ducmV2LnhtbESPT2vCQBTE7wW/w/IEb7oxlirRVbRQkJYe/IN4fGaf&#10;SUj2bdhdNf323YLQ4zAzv2EWq8404k7OV5YVjEcJCOLc6ooLBcfDx3AGwgdkjY1lUvBDHlbL3ssC&#10;M20fvKP7PhQiQthnqKAMoc2k9HlJBv3ItsTRu1pnMETpCqkdPiLcNDJNkjdpsOK4UGJL7yXl9f5m&#10;FJxvX3z9nnyu3SacbHfwdXqZ1UoN+t16DiJQF/7Dz/ZWK0gnr9MU/u7EK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iQ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691A" w:rsidRDefault="007D691A" w:rsidP="007D691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v56ckA&#10;AADeAAAADwAAAGRycy9kb3ducmV2LnhtbESPT2sCMRTE74V+h/AKvdVs1z+1q1GqIPQiqO2h3p6b&#10;5+7i5mWbRN366Y0g9DjMzG+Y8bQ1tTiR85VlBa+dBARxbnXFhYLvr8XLEIQPyBpry6TgjzxMJ48P&#10;Y8y0PfOaTptQiAhhn6GCMoQmk9LnJRn0HdsQR29vncEQpSukdniOcFPLNEkG0mDFcaHEhuYl5YfN&#10;0SiYvQ9nv6seLy/r3Za2P7tDP3WJUs9P7ccIRKA2/Ifv7U+tIO323rpwuxOvgJx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2v56ckAAADeAAAADwAAAAAAAAAAAAAAAACYAgAA&#10;ZHJzL2Rvd25yZXYueG1sUEsFBgAAAAAEAAQA9QAAAI4DAAAAAA==&#10;" fillcolor="black" stroked="f">
                  <v:textbox>
                    <w:txbxContent>
                      <w:p w:rsidR="007D691A" w:rsidRDefault="007D691A" w:rsidP="007D691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RqN8YA&#10;AADeAAAADwAAAGRycy9kb3ducmV2LnhtbESPT0sDMRTE70K/Q3gFbzbbP6hsm5alUBRP26r0+rp5&#10;bhY3L0sS0/XbG0HwOMzMb5jNbrS9SORD51jBfFaAIG6c7rhV8PZ6uHsEESKyxt4xKfimALvt5GaD&#10;pXZXPlI6xVZkCIcSFZgYh1LK0BiyGGZuIM7eh/MWY5a+ldrjNcNtLxdFcS8tdpwXDA60N9R8nr6s&#10;gnTZ19UynZM5vviq9a5+er/USt1Ox2oNItIY/8N/7WetYLFcPazg906+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RqN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691A" w:rsidRDefault="007D691A" w:rsidP="007D691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LpcgA&#10;AADeAAAADwAAAGRycy9kb3ducmV2LnhtbESPQWvCQBSE74X+h+UVvNWN2mpNXUXEluqlNRX0+Mi+&#10;ZoPZtyG7xrS/visUehxm5htmtuhsJVpqfOlYwaCfgCDOnS65ULD/fLl/AuEDssbKMSn4Jg+L+e3N&#10;DFPtLryjNguFiBD2KSowIdSplD43ZNH3XU0cvS/XWAxRNoXUDV4i3FZymCRjabHkuGCwppWh/JSd&#10;rQI/WK0PW/szbY+vht+zjRl/FEap3l23fAYRqAv/4b/2m1YwHD1MHuF6J14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1Iul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691A" w:rsidRDefault="007D691A" w:rsidP="007D691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691A" w:rsidRPr="003B50D1" w:rsidRDefault="007D691A" w:rsidP="007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D691A" w:rsidRPr="003B50D1" w:rsidRDefault="007D691A" w:rsidP="007D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D691A" w:rsidRPr="003B50D1" w:rsidRDefault="007D691A" w:rsidP="007D69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D691A" w:rsidRPr="003B50D1" w:rsidRDefault="007D691A" w:rsidP="007D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7D691A" w:rsidRPr="003B50D1" w:rsidRDefault="007D691A" w:rsidP="007D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91A" w:rsidRPr="003B50D1" w:rsidRDefault="007D691A" w:rsidP="007D69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7D691A" w:rsidRPr="003B50D1" w:rsidRDefault="007D691A" w:rsidP="007D691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D691A" w:rsidRPr="003B50D1" w:rsidRDefault="007D691A" w:rsidP="007D69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691A" w:rsidRPr="003B50D1" w:rsidRDefault="007D691A" w:rsidP="007D69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D691A" w:rsidRPr="003B50D1" w:rsidRDefault="007D691A" w:rsidP="007D69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D691A" w:rsidRPr="003B50D1" w:rsidRDefault="007D691A" w:rsidP="007D691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D691A" w:rsidRPr="003B50D1" w:rsidRDefault="007D691A" w:rsidP="007D69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Ковальчуку Д. В.</w:t>
      </w: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Ковальчука Д. 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Ковальчуку Дмитру Вікторовичу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індивідуального садівництва площею  0,0725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>район, с. Крупець.</w:t>
      </w: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Ковальчуку Дмитру Вікторовичу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6C234D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bookmarkStart w:id="0" w:name="_GoBack"/>
      <w:bookmarkEnd w:id="0"/>
      <w:r w:rsidR="006C234D">
        <w:rPr>
          <w:rFonts w:ascii="Times New Roman" w:eastAsia="Calibri" w:hAnsi="Times New Roman" w:cs="Times New Roman"/>
          <w:sz w:val="24"/>
          <w:szCs w:val="24"/>
          <w:lang w:val="ru-RU"/>
        </w:rPr>
        <w:t>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6C234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0,0725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6823986800:06:007:0187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>с. Крупець.</w:t>
      </w:r>
    </w:p>
    <w:p w:rsidR="007D691A" w:rsidRPr="003B50D1" w:rsidRDefault="007D691A" w:rsidP="007D691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Ковальчуку Д. В.,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D691A" w:rsidRDefault="007D691A" w:rsidP="007D6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D691A" w:rsidRPr="003B50D1" w:rsidRDefault="007D691A" w:rsidP="007D691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F334D5" w:rsidRDefault="00F334D5"/>
    <w:sectPr w:rsidR="00F334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1A"/>
    <w:rsid w:val="00631E37"/>
    <w:rsid w:val="006C234D"/>
    <w:rsid w:val="007D691A"/>
    <w:rsid w:val="00F3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1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1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4</cp:revision>
  <dcterms:created xsi:type="dcterms:W3CDTF">2022-02-11T14:01:00Z</dcterms:created>
  <dcterms:modified xsi:type="dcterms:W3CDTF">2022-02-14T09:38:00Z</dcterms:modified>
</cp:coreProperties>
</file>