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980" w:rsidRDefault="008A0980" w:rsidP="008A098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364B6D" wp14:editId="6CF89ACB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08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08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980" w:rsidRDefault="008A0980" w:rsidP="008A09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iz68AA&#10;AADdAAAADwAAAGRycy9kb3ducmV2LnhtbESPzQrCMBCE74LvEFbwpqkKWqpRRFQ8COLffWnWtths&#10;ShO1vr0RBI/DzHzDzBaNKcWTaldYVjDoRyCIU6sLzhRczpteDMJ5ZI2lZVLwJgeLebs1w0TbFx/p&#10;efKZCBB2CSrIva8SKV2ak0HXtxVx8G62NuiDrDOpa3wFuCnlMIrG0mDBYSHHilY5pffTwyiwo+1u&#10;f82Gx9GaJ56Xh/h2bfZKdTvNcgrCU+P/4V97pxWMo3gC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kiz68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Hjl8QA&#10;AADdAAAADwAAAGRycy9kb3ducmV2LnhtbERPz2vCMBS+D/Y/hCfsIjN1h851RhlCdXoQdINdH81b&#10;09m8lCRq519vDoLHj+/3dN7bVpzIh8axgvEoA0FcOd1wreD7q3yegAgRWWPrmBT8U4D57PFhioV2&#10;Z97RaR9rkUI4FKjAxNgVUobKkMUwch1x4n6dtxgT9LXUHs8p3LbyJctyabHh1GCwo4Wh6rA/WgV/&#10;5db8LF4vSz9829FlWG5W7TpX6mnQf7yDiNTHu/jm/tQK8myS5qY36Qn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B45f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Ukc8IA&#10;AADdAAAADwAAAGRycy9kb3ducmV2LnhtbESP3YrCMBCF7xd8hzCCN4umKohWo4ioLN6IPw8wNGNT&#10;bCaliba+/UYQvDycn4+zWLW2FE+qfeFYwXCQgCDOnC44V3C97PpTED4gaywdk4IXeVgtOz8LTLVr&#10;+ETPc8hFHGGfogITQpVK6TNDFv3AVcTRu7naYoiyzqWusYnjtpSjJJlIiwVHgsGKNoay+/lhI+Q4&#10;xuPh1lx2+xYb3B4M/65PSvW67XoOIlAbvuFP+08rmCTTGbz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VSRz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3Ok8MA&#10;AADdAAAADwAAAGRycy9kb3ducmV2LnhtbERPTUsDMRC9C/6HMII3m23Rbbs2LVIVRPBgWyjehs10&#10;d+lmEpKxu/57cxA8Pt73ajO6Xl0ops6zgemkAEVce9txY+Cwf71bgEqCbLH3TAZ+KMFmfX21wsr6&#10;gT/pspNG5RBOFRpoRUKldapbcpgmPhBn7uSjQ8kwNtpGHHK46/WsKErtsOPc0GKgbUv1efftDHwM&#10;L+F9Xj6cwle8n+n0bOW4FWNub8anR1BCo/yL/9xv1kBZLPP+/CY/Ab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3Ok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q+qMMA&#10;AADdAAAADwAAAGRycy9kb3ducmV2LnhtbESP3YrCMBCF74V9hzDC3siauoK43UaRRUW8EXUfYGim&#10;TbGZlCba+vZGELw8nJ+Pky17W4sbtb5yrGAyTkAQ505XXCr4P2++5iB8QNZYOyYFd/KwXHwMMky1&#10;6/hIt1MoRRxhn6ICE0KTSulzQxb92DXE0StcazFE2ZZSt9jFcVvL7ySZSYsVR4LBhv4M5ZfT1UbI&#10;YYqHfdGdN9seO1zvDY9WR6U+h/3qF0SgPrzDr/ZOK5glPxN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q+q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P1f8YA&#10;AADdAAAADwAAAGRycy9kb3ducmV2LnhtbESPQUvDQBSE74L/YXmCN7sxaKqx2yJVoQg9tAri7ZF9&#10;TYLZt8vus4n/visIHoeZ+YZZrCY3qCPF1Hs2cD0rQBE33vbcGnh/e7m6A5UE2eLgmQz8UILV8vxs&#10;gbX1I+/ouJdWZQinGg10IqHWOjUdOUwzH4izd/DRoWQZW20jjhnuBl0WRaUd9pwXOgy07qj52n87&#10;A9vxObzOq9tD+Iw3pU5PVj7WYszlxfT4AEpokv/wX3tjDVTFfQm/b/IT0MsT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P1f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/wmsYA&#10;AADdAAAADwAAAGRycy9kb3ducmV2LnhtbESPQWsCMRSE74X+h/AKXkSzVSp2NUotBAstFLXg9bF5&#10;7i7dvCxJdNd/bwpCj8PMfMMs171txIV8qB0reB5nIIgLZ2ouFfwc9GgOIkRkg41jUnClAOvV48MS&#10;c+M63tFlH0uRIBxyVFDF2OZShqIii2HsWuLknZy3GJP0pTQeuwS3jZxk2UxarDktVNjSe0XF7/5s&#10;FWy+u3Lqh8Wmd5+n7fFFa6O/tFKDp/5tASJSH//D9/aHUTDLXqfw9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/wm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4yq8UA&#10;AADdAAAADwAAAGRycy9kb3ducmV2LnhtbESPwWrDMBBE74X8g9hCbo3ckIbEtRJCgiGUXur2AxZr&#10;Y7m2VkZSHOfvq0Khx2Fm3jDFfrK9GMmH1rGC50UGgrh2uuVGwddn+bQBESKyxt4xKbhTgP1u9lBg&#10;rt2NP2isYiMShEOOCkyMQy5lqA1ZDAs3ECfv4rzFmKRvpPZ4S3Dby2WWraXFltOCwYGOhuquuloF&#10;5dvyfeyu2pfuMK0svZjvzckoNX+cDq8gIk3xP/zXPmsF62y7gt836Qn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DjKr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rNdcYA&#10;AADdAAAADwAAAGRycy9kb3ducmV2LnhtbESPQWsCMRSE74X+h/AKvRTNWlHsapQqhAoVRC14fWye&#10;u0s3L0uSuuu/N4VCj8PMfMMsVr1txJV8qB0rGA0zEMSFMzWXCr5OejADESKywcYxKbhRgNXy8WGB&#10;uXEdH+h6jKVIEA45KqhibHMpQ1GRxTB0LXHyLs5bjEn6UhqPXYLbRr5m2VRarDktVNjSpqLi+/hj&#10;Faz3XTn2L8W6d5+Xj/NEa6N3Wqnnp/59DiJSH//Df+2tUTDN3ibw+yY9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rNd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AJR8QA&#10;AADdAAAADwAAAGRycy9kb3ducmV2LnhtbESPwWrDMBBE74X8g9hAb43c0JjEjRxCiyGUXprkAxZr&#10;a7m2VkZSHOfvq0Chx2Fm3jDb3WR7MZIPrWMFz4sMBHHtdMuNgvOpelqDCBFZY++YFNwowK6cPWyx&#10;0O7KXzQeYyMShEOBCkyMQyFlqA1ZDAs3ECfv23mLMUnfSO3xmuC2l8ssy6XFltOCwYHeDNXd8WIV&#10;VB/Lz7G7aF+5/fRiaWV+1u9Gqcf5tH8FEWmK/+G/9kEryLNNDvc36Qn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QCU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m2+sIA&#10;AADdAAAADwAAAGRycy9kb3ducmV2LnhtbESP3YrCMBSE7xd8h3CEvVsT/7UaRQRlvbT6AIfm2Bab&#10;k9pEW99+s7Cwl8PMfMOst52txIsaXzrWMBwoEMSZMyXnGq6Xw9cChA/IBivHpOFNHrab3scaE+Na&#10;PtMrDbmIEPYJaihCqBMpfVaQRT9wNXH0bq6xGKJscmkabCPcVnKk1ExaLDkuFFjTvqDsnj6thsm7&#10;PT7S6V0djKXhaVyfOGRTrT/73W4FIlAX/sN/7W+jYaaWc/h9E5+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mbb6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7lL4A&#10;AADdAAAADwAAAGRycy9kb3ducmV2LnhtbERPuwrCMBTdBf8hXMFNUx2KVqOIooiT1sd8aa5tsbkp&#10;TdT692YQHA/nPV+2phIvalxpWcFoGIEgzqwuOVdwOW8HExDOI2usLJOCDzlYLrqdOSbavvlEr9Tn&#10;IoSwS1BB4X2dSOmyggy6oa2JA3e3jUEfYJNL3eA7hJtKjqMolgZLDg0F1rQuKHukT6PgGd/GF74f&#10;9DHdfHbTzXbl5DVXqt9rVzMQnlr/F//ce60gjqZhbn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WUO5S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vhCMcA&#10;AADdAAAADwAAAGRycy9kb3ducmV2LnhtbESPT2vCQBTE74LfYXmCN920lmBSV9GC0HpQ6p+Dt9fs&#10;axLNvo3ZrcZv3xUKPQ4z8xtmMmtNJa7UuNKygqdhBII4s7rkXMF+txyMQTiPrLGyTAru5GA27XYm&#10;mGp740+6bn0uAoRdigoK7+tUSpcVZNANbU0cvG/bGPRBNrnUDd4C3FTyOYpiabDksFBgTW8FZeft&#10;j1Fw2IzjZLP4eDmt1l84Mvpy1GWsVL/Xzl9BeGr9f/iv/a4VxFGSwONNeA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74Q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IQfMAA&#10;AADdAAAADwAAAGRycy9kb3ducmV2LnhtbERPy4rCMBTdC/5DuMLsNPVBkWoUddARV77A7aW5tsXm&#10;pjQZrX69WQguD+c9nTemFHeqXWFZQb8XgSBOrS44U3A+rbtjEM4jaywtk4InOZjP2q0pJto++ED3&#10;o89ECGGXoILc+yqR0qU5GXQ9WxEH7mprgz7AOpO6xkcIN6UcRFEsDRYcGnKsaJVTejv+GwWv+IJ7&#10;9zdY/g61p+dovLG7/Uapn06zmIDw1Piv+OPeagVxPwr7w5vwBOTs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NIQfMAAAADd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bmX8UA&#10;AADdAAAADwAAAGRycy9kb3ducmV2LnhtbESPwWrDMBBE74X8g9hCbo3s4IbUjWJCSSC31k4+YLG2&#10;som1si01cfr1VaHQ4zAzb5hNMdlOXGn0rWMF6SIBQVw73bJRcD4dntYgfEDW2DkmBXfyUGxnDxvM&#10;tbtxSdcqGBEh7HNU0ITQ51L6uiGLfuF64uh9utFiiHI0Uo94i3DbyWWSrKTFluNCgz29NVRfqi+r&#10;YHDLZz1Ve3y/7F8+WmOy4bvMlJo/TrtXEIGm8B/+ax+1glWapPD7Jj4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uZ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XyQMUA&#10;AADdAAAADwAAAGRycy9kb3ducmV2LnhtbESPwW7CMBBE70j8g7VIvRUnVE3TgIOgUiWu0B563NpL&#10;EojXIXYh7ddjpEocRzPzRrNYDrYVZ+p941hBOk1AEGtnGq4UfH68P+YgfEA22DomBb/kYVmORwss&#10;jLvwls67UIkIYV+ggjqErpDS65os+qnriKO3d73FEGVfSdPjJcJtK2dJkkmLDceFGjt6q0kfdz9W&#10;wab5pudM719tvtbbr79TeHo5GKUeJsNqDiLQEO7h//bGKMjSZAa3N/EJy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tfJ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CkL8IA&#10;AADdAAAADwAAAGRycy9kb3ducmV2LnhtbERPW2vCMBR+H+w/hDPY20xUEK1GUUFwbBO84F4PzVlT&#10;bE5Kk9X675eB4ON355stOleJlppQetbQ7ykQxLk3JRcaTsfN2xhEiMgGK8+k4UYBFvPnpxlmxl95&#10;T+0hFiKVcMhQg42xzqQMuSWHoedr4qT9+MZhTLAppGnwmspdJQdKjaTDktOCxZrWlvLL4ddpaHF3&#10;U9929TV5Lz/zwW51/jCJ168v3XIKIlIXH+Z7ems0jPpqCP9v0hO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8KQv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KCO8QA&#10;AADdAAAADwAAAGRycy9kb3ducmV2LnhtbESPQUvDQBSE74L/YXmCN7tpkCKx21IKLR41evD4zL5m&#10;U7Pvhd1tk/bXu4LgcZiZb5jlevK9OlOInbCB+awARdyI7bg18PG+e3gCFROyxV6YDFwownp1e7PE&#10;ysrIb3SuU6syhGOFBlxKQ6V1bBx5jDMZiLN3kOAxZRlabQOOGe57XRbFQnvsOC84HGjrqPmuT97A&#10;uG++juXh07prGGRXv8qx7MWY+7tp8wwq0ZT+w3/tF2tgMS8e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igjv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VhB8YA&#10;AADdAAAADwAAAGRycy9kb3ducmV2LnhtbESPS2vDMBCE74H+B7GF3hLZgabBiWLyhBJaSl73rbW1&#10;nUgrY6mJ8++rQqHHYWa+YaZ5Z424UutrxwrSQQKCuHC65lLB8bDpj0H4gKzROCYFd/KQzx56U8y0&#10;u/GOrvtQighhn6GCKoQmk9IXFVn0A9cQR+/LtRZDlG0pdYu3CLdGDpNkJC3WHBcqbGhZUXHZf1sF&#10;m4+VOQ/fd/OTDMv1y6cZbxerN6WeHrv5BESgLvyH/9qvWsEoTZ7h9018AnL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VhB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AyycUA&#10;AADdAAAADwAAAGRycy9kb3ducmV2LnhtbESPQYvCMBSE7wv+h/AEL6KpikW6RhFBVFDY1YW9Ppu3&#10;bbF5KU2s9d8bQdjjMDPfMPNla0rRUO0KywpGwwgEcWp1wZmCn/NmMAPhPLLG0jIpeJCD5aLzMcdE&#10;2zt/U3PymQgQdgkqyL2vEildmpNBN7QVcfD+bG3QB1lnUtd4D3BTynEUxdJgwWEhx4rWOaXX080o&#10;aL4Ol2zXuGp/nfXddHLZbo/6V6let119gvDU+v/wu73TCuJRFMPrTXgC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cDLJ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3rm8cA&#10;AADdAAAADwAAAGRycy9kb3ducmV2LnhtbESPQWsCMRSE74L/IbxCb5oordXVKFoo9CJU60Fvz83r&#10;7uLmZZukuvrrTaHQ4zAz3zCzRWtrcSYfKscaBn0Fgjh3puJCw+7zrTcGESKywdoxabhSgMW825lh&#10;ZtyFN3TexkIkCIcMNZQxNpmUIS/JYui7hjh5X85bjEn6QhqPlwS3tRwqNZIWK04LJTb0WlJ+2v5Y&#10;DavJePX98cTr2+Z4oMP+eHoeeqX140O7nIKI1Mb/8F/73WgYDdQL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d65vHAAAA3QAAAA8AAAAAAAAAAAAAAAAAmAIAAGRy&#10;cy9kb3ducmV2LnhtbFBLBQYAAAAABAAEAPUAAACMAwAAAAA=&#10;" fillcolor="black" stroked="f"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u858MA&#10;AADdAAAADwAAAGRycy9kb3ducmV2LnhtbERPz2vCMBS+D/Y/hDfwNlMFi3RG0U1BUA/qDh6fzbMN&#10;bV5KE7Xur18OgseP7/dk1tla3Kj1xrGCQT8BQZw7bbhQ8HtcfY5B+ICssXZMCh7kYTZ9f5tgpt2d&#10;93Q7hELEEPYZKihDaDIpfV6SRd93DXHkLq61GCJsC6lbvMdwW8thkqTSouHYUGJD3yXl1eFqFZw2&#10;qRnvDQ3P27/FUm9H1WL3UynV++jmXyACdeElfrrXWkE6SOLc+CY+AT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u858MAAADdAAAADwAAAAAAAAAAAAAAAACYAgAAZHJzL2Rv&#10;d25yZXYueG1sUEsFBgAAAAAEAAQA9QAAAIg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InycUA&#10;AADdAAAADwAAAGRycy9kb3ducmV2LnhtbESPQWsCMRSE74X+h/CE3jSxB9HVKGKR9tJDbYvXx+a5&#10;WXfzsiZRV399Uyj0OMzMN8xi1btWXCjE2rOG8UiBIC69qbnS8PW5HU5BxIRssPVMGm4UYbV8fFhg&#10;YfyVP+iyS5XIEI4FarApdYWUsbTkMI58R5y9gw8OU5ahkibgNcNdK5+VmkiHNecFix1tLJXN7uw0&#10;hPX+pbnz+btR9/dbfD32pylarZ8G/XoOIlGf/sN/7TejYTJWM/h9k5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gifJ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W9O8MA&#10;AADdAAAADwAAAGRycy9kb3ducmV2LnhtbERPzWrCQBC+F3yHZQpeSt3Eg22jmyCFQkEp+PMA0+yY&#10;hO7OhuxUo0/vHgo9fnz/q2r0Tp1piF1gA/ksA0VcB9txY+B4+Hh+BRUF2aILTAauFKEqJw8rLGy4&#10;8I7Oe2lUCuFYoIFWpC+0jnVLHuMs9MSJO4XBoyQ4NNoOeEnh3ul5li20x45TQ4s9vbdU/+x/vQE3&#10;/3Zvm5e4letRb7Obl93TlzVm+jiul6CERvkX/7k/rYFFnqf96U16Arq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W9O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UX5MUA&#10;AADdAAAADwAAAGRycy9kb3ducmV2LnhtbESPT2sCMRTE7wW/Q3hCbzW7HqRsjeIfhL14cKt4fW5e&#10;N4vJy7KJuvXTN4VCj8PM/IaZLwdnxZ360HpWkE8yEMS11y03Co6fu7d3ECEia7SeScE3BVguRi9z&#10;LLR/8IHuVWxEgnAoUIGJsSukDLUhh2HiO+LkffneYUyyb6Tu8ZHgzsppls2kw5bTgsGONobqa3Vz&#10;CrZVZ6fH0qzD+bS/XGz53NF5q9TreFh9gIg0xP/wX7vUCmZ5nsPvm/QE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9Rfk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DGIsMA&#10;AADdAAAADwAAAGRycy9kb3ducmV2LnhtbESPQYvCMBSE7wv+h/AEb2tSD92laxQRBWFPunrY2yN5&#10;ttXmpTRZW/+9WRA8DjPzDTNfDq4RN+pC7VlDNlUgiI23NZcajj/b908QISJbbDyThjsFWC5Gb3Ms&#10;rO95T7dDLEWCcChQQxVjW0gZTEUOw9S3xMk7+85hTLIrpe2wT3DXyJlSuXRYc1qosKV1ReZ6+HMa&#10;Llv57Y1Cczqe+p39+N3k1CitJ+Nh9QUi0hBf4Wd7ZzXkWTaD/zfp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DGIs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XBl8UA&#10;AADdAAAADwAAAGRycy9kb3ducmV2LnhtbESPT4vCMBTE7wt+h/AEb2taBZFqFBUWFmUP/kE8Pptn&#10;W9q8lCRq/fYbYWGPw8z8hpkvO9OIBzlfWVaQDhMQxLnVFRcKTsevzykIH5A1NpZJwYs8LBe9jzlm&#10;2j55T49DKESEsM9QQRlCm0np85IM+qFtiaN3s85giNIVUjt8Rrhp5ChJJtJgxXGhxJY2JeX14W4U&#10;XO47vv2Mtyu3DmfbHX09uk5rpQb9bjUDEagL/+G/9rdWMEnTMbzfx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5cGX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bjMccA&#10;AADdAAAADwAAAGRycy9kb3ducmV2LnhtbESPT2sCMRTE7wW/Q3hCbzW7YkVXo2ih0EvBfwe9PTfP&#10;3cXNy5qkuvXTG6HQ4zAzv2Gm89bU4krOV5YVpL0EBHFudcWFgt32820EwgdkjbVlUvBLHuazzssU&#10;M21vvKbrJhQiQthnqKAMocmk9HlJBn3PNsTRO1lnMETpCqkd3iLc1LKfJENpsOK4UGJDHyXl582P&#10;UbAcj5aX1YC/7+vjgQ774/m97xKlXrvtYgIiUBv+w3/tL61gmKYD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W4zHHAAAA3QAAAA8AAAAAAAAAAAAAAAAAmAIAAGRy&#10;cy9kb3ducmV2LnhtbFBLBQYAAAAABAAEAPUAAACMAwAAAAA=&#10;" fillcolor="black" stroked="f"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8q8UA&#10;AADdAAAADwAAAGRycy9kb3ducmV2LnhtbESPQUsDMRSE70L/Q3gFbza7FYusTctSKIqnbVW8vm5e&#10;N0s3L0sS0/XfG0HwOMzMN8x6O9lBJPKhd6ygXBQgiFune+4UvL/t7x5BhIiscXBMCr4pwHYzu1lj&#10;pd2VD5SOsRMZwqFCBSbGsZIytIYshoUbibN3dt5izNJ3Unu8Zrgd5LIoVtJiz3nB4Eg7Q+3l+GUV&#10;pNOuqe/TZzKHV1933jXPH6dGqdv5VD+BiDTF//Bf+0UrWJXlA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pryr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PCLsYA&#10;AADdAAAADwAAAGRycy9kb3ducmV2LnhtbESPQWvCQBSE74L/YXlCb7pJD6FGVxHR0vbSNgp6fGSf&#10;2WD2bchuY9pf3y0IPQ4z8w2zXA+2ET11vnasIJ0lIIhLp2uuFBwP++kTCB+QNTaOScE3eVivxqMl&#10;5trd+JP6IlQiQtjnqMCE0OZS+tKQRT9zLXH0Lq6zGKLsKqk7vEW4beRjkmTSYs1xwWBLW0Pltfiy&#10;Cny63Z3e7M+8Pz8bfi9eTfZRGaUeJsNmASLQEP7D9/aLVpClaQZ/b+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PCL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A0980" w:rsidRDefault="008A0980" w:rsidP="008A09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A0980" w:rsidRDefault="008A0980" w:rsidP="008A098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8A0980" w:rsidRDefault="008A0980" w:rsidP="008A09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0980" w:rsidRDefault="008A0980" w:rsidP="008A09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0980" w:rsidRDefault="008A0980" w:rsidP="008A09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A0980" w:rsidRDefault="008A0980" w:rsidP="008A098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A0980" w:rsidRDefault="008A0980" w:rsidP="008A09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A0980" w:rsidRDefault="008A0980" w:rsidP="008A09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A0980" w:rsidRDefault="008A0980" w:rsidP="008A09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0980" w:rsidRDefault="008A0980" w:rsidP="008A09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A0980" w:rsidRDefault="008A0980" w:rsidP="008A09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0980" w:rsidRDefault="008A0980" w:rsidP="008A09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A0980" w:rsidRDefault="008A0980" w:rsidP="008A09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A0980" w:rsidRDefault="008A0980" w:rsidP="008A09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№44</w:t>
      </w:r>
    </w:p>
    <w:p w:rsidR="008A0980" w:rsidRDefault="008A0980" w:rsidP="008A09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A0980" w:rsidRPr="009B40A3" w:rsidRDefault="008A0980" w:rsidP="008A098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8A0980" w:rsidRPr="009B40A3" w:rsidRDefault="008A0980" w:rsidP="008A09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8A0980" w:rsidRPr="009B40A3" w:rsidRDefault="008A0980" w:rsidP="008A09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8A0980" w:rsidRPr="009B40A3" w:rsidRDefault="008A0980" w:rsidP="008A09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Плисюк</w:t>
      </w:r>
      <w:proofErr w:type="spellEnd"/>
      <w:proofErr w:type="gramStart"/>
      <w:r w:rsidRPr="009B40A3">
        <w:rPr>
          <w:rFonts w:ascii="Times New Roman" w:eastAsia="Calibri" w:hAnsi="Times New Roman" w:cs="Times New Roman"/>
          <w:b/>
          <w:sz w:val="24"/>
        </w:rPr>
        <w:t xml:space="preserve"> І.</w:t>
      </w:r>
      <w:proofErr w:type="gramEnd"/>
      <w:r w:rsidRPr="009B40A3">
        <w:rPr>
          <w:rFonts w:ascii="Times New Roman" w:eastAsia="Calibri" w:hAnsi="Times New Roman" w:cs="Times New Roman"/>
          <w:b/>
          <w:sz w:val="24"/>
        </w:rPr>
        <w:t>П.</w:t>
      </w:r>
    </w:p>
    <w:p w:rsidR="008A0980" w:rsidRPr="009B40A3" w:rsidRDefault="008A0980" w:rsidP="008A09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A0980" w:rsidRPr="009B40A3" w:rsidRDefault="008A0980" w:rsidP="008A09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116,  118, 121 ,122,186</w:t>
      </w:r>
      <w:r w:rsidRPr="009B40A3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Плисюка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І.П.,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рада </w:t>
      </w:r>
    </w:p>
    <w:p w:rsidR="008A0980" w:rsidRPr="005F0142" w:rsidRDefault="008A0980" w:rsidP="008A09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>ВИРІШИЛА:</w:t>
      </w:r>
    </w:p>
    <w:p w:rsidR="008A0980" w:rsidRPr="009B40A3" w:rsidRDefault="008A0980" w:rsidP="008A09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Плисюку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Іларію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Петровичу,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1403EB">
        <w:rPr>
          <w:rFonts w:ascii="Times New Roman" w:eastAsia="Calibri" w:hAnsi="Times New Roman" w:cs="Times New Roman"/>
          <w:sz w:val="24"/>
          <w:lang w:val="uk-UA"/>
        </w:rPr>
        <w:t>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0,5400 га, для </w:t>
      </w:r>
      <w:proofErr w:type="spellStart"/>
      <w:r w:rsidRPr="009B40A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9B4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9B4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9B4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Хмельницька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область,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Шепетівський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район,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9B40A3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Колом’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є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  <w:proofErr w:type="gramEnd"/>
    </w:p>
    <w:p w:rsidR="008A0980" w:rsidRPr="009B40A3" w:rsidRDefault="008A0980" w:rsidP="008A09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Плисюку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І.П.,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8A0980" w:rsidRPr="009B40A3" w:rsidRDefault="008A0980" w:rsidP="008A09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A0980" w:rsidRPr="009B40A3" w:rsidRDefault="008A0980" w:rsidP="008A09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A0980" w:rsidRPr="009B40A3" w:rsidRDefault="008A0980" w:rsidP="008A09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A0980" w:rsidRPr="009B40A3" w:rsidRDefault="008A0980" w:rsidP="008A09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A0980" w:rsidRPr="009B40A3" w:rsidRDefault="008A0980" w:rsidP="008A098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A0980" w:rsidRPr="009B40A3" w:rsidRDefault="008A0980" w:rsidP="008A098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A0980" w:rsidRPr="009B40A3" w:rsidRDefault="008A0980" w:rsidP="008A09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034C23" w:rsidRDefault="00034C23"/>
    <w:sectPr w:rsidR="00034C2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80"/>
    <w:rsid w:val="00034C23"/>
    <w:rsid w:val="001403EB"/>
    <w:rsid w:val="008A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98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A098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A098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A0980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98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A098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A098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A0980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2021-09-13T08:06:00Z</dcterms:created>
  <dcterms:modified xsi:type="dcterms:W3CDTF">2021-09-13T13:15:00Z</dcterms:modified>
</cp:coreProperties>
</file>