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081" w:rsidRDefault="00F65081" w:rsidP="00F6508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8A33094" wp14:editId="578B9CEB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48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4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5081" w:rsidRDefault="00F65081" w:rsidP="00F6508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HVuFYYeeAAAQFkEAA4AAAAAAAAAAAAAAAAALgIAAGRycy9lMm9Eb2MueG1sUEsB&#10;Ai0AFAAGAAgAAAAhAKAEAWngAAAACgEAAA8AAAAAAAAAAAAAAAAAeHoAAGRycy9kb3ducmV2Lnht&#10;bFBLBQYAAAAABAAEAPMAAACF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cRW74A&#10;AADdAAAADwAAAGRycy9kb3ducmV2LnhtbERPyQrCMBC9C/5DGMGbpi64VKOIqHgQxO0+NGNbbCal&#10;iVr/3hwEj4+3z5e1KcSLKpdbVtDrRiCIE6tzThVcL9vOBITzyBoLy6TgQw6Wi2ZjjrG2bz7R6+xT&#10;EULYxagg876MpXRJRgZd15bEgbvbyqAPsEqlrvAdwk0h+1E0kgZzDg0ZlrTOKHmcn0aBHez2h1va&#10;Pw02PPa8Ok7ut/qgVLtVr2YgPNX+L/6591rBaDgN+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P3EVu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1wzsgA&#10;AADdAAAADwAAAGRycy9kb3ducmV2LnhtbESPQWsCMRSE74X+h/AKvUjNWspat0YRYW31IGgLvT42&#10;r5utm5clibr11zcFocdhZr5hpvPetuJEPjSOFYyGGQjiyumGawUf7+XDM4gQkTW2jknBDwWYz25v&#10;plhod+YdnfaxFgnCoUAFJsaukDJUhiyGoeuIk/flvMWYpK+l9nhOcNvKxyzLpcWG04LBjpaGqsP+&#10;aBV8l1vzuRxfVn4w2dFlUG5e23Wu1P1dv3gBEamP/+Fr+00ryJ8mI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rXD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eMxsMA&#10;AADdAAAADwAAAGRycy9kb3ducmV2LnhtbESP3YrCMBCF74V9hzAL3oimqyJajSLLuog3xZ8HGJqx&#10;KTaT0mRtffuNIHh5OD8fZ7XpbCXu1PjSsYKvUQKCOHe65ELB5bwbzkH4gKyxckwKHuRhs/7orTDV&#10;ruUj3U+hEHGEfYoKTAh1KqXPDVn0I1cTR+/qGoshyqaQusE2jttKjpNkJi2WHAkGa/o2lN9OfzZC&#10;sglmh2t73v122OLPwfBge1Sq/9ltlyACdeEdfrX3WsFsuhj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6eMx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D8/cYA&#10;AADdAAAADwAAAGRycy9kb3ducmV2LnhtbESPQUsDMRSE74L/ITzBm81a62rXpqVUBSl4sArS22Pz&#10;urt08xKSZ3f990YQPA4z8w2zWI2uVyeKqfNs4HpSgCKuve24MfDx/nx1DyoJssXeMxn4pgSr5fnZ&#10;AivrB36j004alSGcKjTQioRK61S35DBNfCDO3sFHh5JlbLSNOGS46/W0KErtsOO80GKgTUv1cffl&#10;DLwOT2F7V94ewj7Opjo9WvnciDGXF+P6AZTQKP/hv/aLNVDO5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VD8/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KxKcMA&#10;AADdAAAADwAAAGRycy9kb3ducmV2LnhtbESP3YrCMBCF7wXfIYzgjWiqK6LVKCLrsngj/jzA0IxN&#10;sZmUJmvr25sFwcvD+fk4q01rS/Gg2heOFYxHCQjizOmCcwXXy344B+EDssbSMSl4kofNuttZYapd&#10;wyd6nEMu4gj7FBWYEKpUSp8ZsuhHriKO3s3VFkOUdS51jU0ct6WcJMlMWiw4EgxWtDOU3c9/NkKO&#10;X3g83JrL/qfFBr8Phgfbk1L9XrtdggjUhk/43f7VCmbTxRT+38Qn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wKxK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XBEsYA&#10;AADdAAAADwAAAGRycy9kb3ducmV2LnhtbESPQUsDMRSE74L/ITzBm81a2q2uTYtUhSL00CqIt8fm&#10;dXdx8xKSZ3f9940geBxm5htmuR5dr04UU+fZwO2kAEVce9txY+D97eXmDlQSZIu9ZzLwQwnWq8uL&#10;JVbWD7yn00EalSGcKjTQioRK61S35DBNfCDO3tFHh5JlbLSNOGS46/W0KErtsOO80GKgTUv11+Hb&#10;GdgNz+F1Uc6P4TPOpjo9WfnYiDHXV+PjAyihUf7Df+2tNVDO7ufw+yY/Ab0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fXBE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f/G8cA&#10;AADdAAAADwAAAGRycy9kb3ducmV2LnhtbESPUUvDMBSF34X9h3AHvsiWOl2ZddnYhOBAYWwTfL00&#10;d22xuSlJXOu/XwTBx8M55zuc5XqwrbiQD41jBffTDARx6UzDlYKPk54sQISIbLB1TAp+KMB6NbpZ&#10;YmFczwe6HGMlEoRDgQrqGLtCylDWZDFMXUecvLPzFmOSvpLGY5/gtpWzLMulxYbTQo0dvdRUfh2/&#10;rYLtvq8e/F25Hdzb+fVzrrXR71qp2/GweQYRaYj/4b/2zijIH59y+H2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en/x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MAxcQA&#10;AADdAAAADwAAAGRycy9kb3ducmV2LnhtbESP0WoCMRRE3wv+Q7iCbzWrWLVbo4iyIKUvaj/gsrnd&#10;rG5uliSu69+bQqGPw8ycYVab3jaiIx9qxwom4wwEcel0zZWC73PxugQRIrLGxjEpeFCAzXrwssJc&#10;uzsfqTvFSiQIhxwVmBjbXMpQGrIYxq4lTt6P8xZjkr6S2uM9wW0jp1k2lxZrTgsGW9oZKq+nm1VQ&#10;fE6/uutN+8Jt+5mlN3NZ7o1So2G//QARqY//4b/2QSuYz94X8PsmPQ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TAM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TO8sQA&#10;AADdAAAADwAAAGRycy9kb3ducmV2LnhtbERPXWvCMBR9H/gfwhV8GZrOTZnVKFMIGyiM6cDXS3Nt&#10;i81NSaLt/v3yMNjj4XyvNr1txJ18qB0reJpkIIgLZ2ouFXyf9PgVRIjIBhvHpOCHAmzWg4cV5sZ1&#10;/EX3YyxFCuGQo4IqxjaXMhQVWQwT1xIn7uK8xZigL6Xx2KVw28hpls2lxZpTQ4Ut7SoqrsebVbD9&#10;7Mpn/1hse7e/vJ9nWht90EqNhv3bEkSkPv6L/9wfRsH8ZZHmpjfpCc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0zv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AxLMQA&#10;AADdAAAADwAAAGRycy9kb3ducmV2LnhtbESP3WoCMRSE7wu+QzhC72pWsaKrUcSyUKQ3/jzAYXPc&#10;rG5OliSu27c3hYKXw8x8w6w2vW1ERz7UjhWMRxkI4tLpmisF51PxMQcRIrLGxjEp+KUAm/XgbYW5&#10;dg8+UHeMlUgQDjkqMDG2uZShNGQxjFxLnLyL8xZjkr6S2uMjwW0jJ1k2kxZrTgsGW9oZKm/Hu1VQ&#10;7Cc/3e2ufeG2/dTSp7nOv4xS78N+uwQRqY+v8H/7WyuYTRcL+HuTno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AMS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QYjcAA&#10;AADdAAAADwAAAGRycy9kb3ducmV2LnhtbERP3WrCMBS+H/gO4QjerUnnWqQzigwq83LVBzg0Z22x&#10;OalNtPXtl4vBLj++/+1+tr140Og7xxrSRIEgrp3puNFwOZevGxA+IBvsHZOGJ3nY7xYvWyyMm/ib&#10;HlVoRAxhX6CGNoShkNLXLVn0iRuII/fjRoshwrGRZsQphttevimVS4sdx4YWB/psqb5Wd6vh/Tkd&#10;b1V2VaWxlJ7Ww4lDnWm9Ws6HDxCB5vAv/nN/GQ15puL++CY+Abn7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xQYj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qkCsMA&#10;AADdAAAADwAAAGRycy9kb3ducmV2LnhtbESPzarCMBSE9xd8h3AEd9dUwXKtRhFFEVfe+rM+NMe2&#10;2JyUJmp9eyMILoeZ+YaZzltTiTs1rrSsYNCPQBBnVpecKzge1r9/IJxH1lhZJgVPcjCfdX6mmGj7&#10;4H+6pz4XAcIuQQWF93UipcsKMuj6tiYO3sU2Bn2QTS51g48AN5UcRlEsDZYcFgqsaVlQdk1vRsEt&#10;Pg+PfNnpfbp6bsar9cLJU65Ur9suJiA8tf4b/rS3WkE8igbwfhOegJ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qkC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tFesgA&#10;AADdAAAADwAAAGRycy9kb3ducmV2LnhtbESPT2vCQBTE74LfYXlCb7rR1qCpq7QFoXpQ6p+Dt2f2&#10;NYnNvo3ZVeO3dwuFHoeZ+Q0zmTWmFFeqXWFZQb8XgSBOrS44U7DbzrsjEM4jaywtk4I7OZhN260J&#10;Jtre+IuuG5+JAGGXoILc+yqR0qU5GXQ9WxEH79vWBn2QdSZ1jbcAN6UcRFEsDRYcFnKs6COn9Gdz&#10;MQr261E8Xr8vXk7L1RGfjT4fdBEr9dRp3l5BeGr8f/iv/akVxMNoAL9vwhOQ0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u0V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8iEsYA&#10;AADd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0geoxh+34Qn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8iE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7p3sUA&#10;AADdAAAADwAAAGRycy9kb3ducmV2LnhtbESPwWrDMBBE74X+g9hCb42cYIfWiRJKSSC3xk4/YLG2&#10;som1cizFdvP1VaDQ4zAzb5j1drKtGKj3jWMF81kCgrhyumGj4Ou0f3kF4QOyxtYxKfghD9vN48Ma&#10;c+1GLmgogxERwj5HBXUIXS6lr2qy6GeuI47et+sthih7I3WPY4TbVi6SZCktNhwXauzoo6bqXF6t&#10;gotbZHoqd/h53r0dG2PSy61IlXp+mt5XIAJN4T/81z5oBcssSeH+Jj4Bu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vun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PGLcUA&#10;AADdAAAADwAAAGRycy9kb3ducmV2LnhtbESPS2/CMBCE75X4D9ZW6g2cghJoGoMAqRJXHocet/bm&#10;0cbrEBtI++vrSkg9jmbmG02xGmwrrtT7xrGC50kCglg703Cl4HR8Gy9A+IBssHVMCr7Jw2o5eigw&#10;N+7Ge7oeQiUihH2OCuoQulxKr2uy6CeuI45e6XqLIcq+kqbHW4TbVk6TJJMWG44LNXa0rUl/HS5W&#10;wa75oDTT5YtdbPT+/eccZvNPo9TT47B+BRFoCP/he3tnFGRpksLfm/gE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08Y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irrsIA&#10;AADdAAAADwAAAGRycy9kb3ducmV2LnhtbERPXWvCMBR9H/gfwhV8m8mElVmNMgeDiZswFX29NNem&#10;2NyUJtb675fBYI/nmzNf9q4WHbWh8qzhaaxAEBfeVFxqOOzfH19AhIhssPZMGu4UYLkYPMwxN/7G&#10;39TtYilSCYccNdgYm1zKUFhyGMa+IU7a2bcOY4JtKU2Lt1TuajlRKpMOK04LFht6s1RcdlenocPt&#10;XZ3s6mu6rj6LyXZ13JjE69Gwf52BiNTHf/Nf+sNoyJ5VBr9v0hOQi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CKu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+wVcQA&#10;AADdAAAADwAAAGRycy9kb3ducmV2LnhtbESPQUvDQBSE70L/w/IK3uymAavEbkspVDxq9ODxmX3N&#10;pmbfC7vbJvrrXUHwOMzMN8x6O/leXSjETtjAclGAIm7EdtwaeHs93NyDignZYi9MBr4ownYzu1pj&#10;ZWXkF7rUqVUZwrFCAy6lodI6No48xoUMxNk7SvCYsgyttgHHDPe9LotipT12nBccDrR31HzWZ29g&#10;fGw+TuXx3brvMMihfpZT2Ysx1/Np9wAq0ZT+w3/tJ2tgdVvc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V/sF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tigMMA&#10;AADdAAAADwAAAGRycy9kb3ducmV2LnhtbERPW2vCMBR+H+w/hDPY25oqzEltKl5hDGXo9P3YHNtu&#10;yUlpMu3+vXkY+Pjx3fNpb424UOcbxwoGSQqCuHS64UrB4Wv9MgbhA7JG45gU/JGHafH4kGOm3ZV3&#10;dNmHSsQQ9hkqqENoMyl9WZNFn7iWOHJn11kMEXaV1B1eY7g1cpimI2mx4dhQY0uLmsqf/a9VsP5c&#10;mu/hdjc7yrBYvZ3M+GO+3Cj1/NTPJiAC9eEu/ne/awWj1zTOjW/iE5D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otig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KosUA&#10;AADdAAAADwAAAGRycy9kb3ducmV2LnhtbESPQYvCMBSE7wv+h/AEL8ua6qJoNYoIooKC6y54fTbP&#10;tti8lCZb6783guBxmJlvmOm8MYWoqXK5ZQW9bgSCOLE651TB3+/qawTCeWSNhWVScCcH81nrY4qx&#10;tjf+ofroUxEg7GJUkHlfxlK6JCODrmtL4uBdbGXQB1mlUld4C3BTyH4UDaXBnMNChiUtM0qux3+j&#10;oD7szummduX2Ovp0g+/zer3XJ6U67WYxAeGp8e/wq73RCoaDaAzPN+EJy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Aq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JJK8MA&#10;AADdAAAADwAAAGRycy9kb3ducmV2LnhtbERPTYvCMBC9C/6HMII3TRUVrUZRQfCysLp70NvYjG2x&#10;mdQkand//eaw4PHxvherxlTiSc6XlhUM+gkI4szqknMF31+73hSED8gaK8uk4Ic8rJbt1gJTbV98&#10;oOcx5CKGsE9RQRFCnUrps4IM+r6tiSN3tc5giNDlUjt8xXBTyWGSTKTBkmNDgTVtC8pux4dRsJlN&#10;N/fPEX/8Hi5nOp8ut/HQJUp1O816DiJQE97if/deK5iMB3F/fBOf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JJK8MAAADdAAAADwAAAAAAAAAAAAAAAACYAgAAZHJzL2Rv&#10;d25yZXYueG1sUEsFBgAAAAAEAAQA9QAAAIgDAAAAAA==&#10;" fillcolor="black" stroked="f"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cvvsgA&#10;AADdAAAADwAAAGRycy9kb3ducmV2LnhtbESPS2vDMBCE74X8B7GF3BrZgZjgRgnNoxBIcsjj0OPW&#10;2trC1spYauL011eBQo/DzHzDzBa9bcSVOm8cK0hHCQjiwmnDpYLL+f1lCsIHZI2NY1JwJw+L+eBp&#10;hrl2Nz7S9RRKESHsc1RQhdDmUvqiIot+5Fri6H25zmKIsiul7vAW4baR4yTJpEXDcaHCllYVFfXp&#10;2yr42GVmejQ0/tz/LDd6P6mXh3Wt1PC5f3sFEagP/+G/9lYryCZpCo838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3Ry++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CPfMUA&#10;AADdAAAADwAAAGRycy9kb3ducmV2LnhtbESPQWsCMRSE74L/ITyhN80qVGRrFKmIvfRQtfT62Lxu&#10;trt5WZOoq7++EQSPw8x8w8yXnW3EmXyoHCsYjzIQxIXTFZcKDvvNcAYiRGSNjWNScKUAy0W/N8dc&#10;uwt/0XkXS5EgHHJUYGJscylDYchiGLmWOHm/zluMSfpSao+XBLeNnGTZVFqsOC0YbOndUFHvTlaB&#10;X/2s6xufvuvs9nkN27/uOEOj1MugW72BiNTFZ/jR/tAKpq/jCdzfpCc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cI98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iPVcYA&#10;AADdAAAADwAAAGRycy9kb3ducmV2LnhtbESPUWsCMRCE3wv+h7AFX0rNaaltT6NIQSgogtYfsL2s&#10;d0eTzXHZ6umvN0LBx2FmvmGm8847daQ21oENDAcZKOIi2JpLA/vv5fM7qCjIFl1gMnCmCPNZ72GK&#10;uQ0n3tJxJ6VKEI45GqhEmlzrWFTkMQ5CQ5y8Q2g9SpJtqW2LpwT3To+ybKw91pwWKmzos6Lid/fn&#10;DbjRj/tYvcW1nPd6nV28bJ821pj+Y7eYgBLq5B7+b39ZA+PX4Qv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WiPV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0YZcYA&#10;AADdAAAADwAAAGRycy9kb3ducmV2LnhtbESPQWsCMRSE74L/ITyht5pVWimrUWxF2EsPrhavz81z&#10;s5i8LJtUt/31jVDwOMzMN8xi1TsrrtSFxrOCyTgDQVx53XCt4LDfPr+BCBFZo/VMCn4owGo5HCww&#10;1/7GO7qWsRYJwiFHBSbGNpcyVIYchrFviZN39p3DmGRXS93hLcGdldMsm0mHDacFgy19GKou5bdT&#10;sClbOz0U5j0cvz5PJ1v8bum4Uepp1K/nICL18RH+bxdawex18gL3N+k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A0YZ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byT8QA&#10;AADdAAAADwAAAGRycy9kb3ducmV2LnhtbESPQWsCMRSE7wX/Q3iCt5pYcCurUUQUBE+1evD2SJ67&#10;q5uXZZO66783hUKPw8x8wyxWvavFg9pQedYwGSsQxMbbigsNp+/d+wxEiMgWa8+k4UkBVsvB2wJz&#10;6zv+oscxFiJBOOSooYyxyaUMpiSHYewb4uRdfeswJtkW0rbYJbir5YdSmXRYcVoosaFNSeZ+/HEa&#10;bjt58EahOZ/O3d5+XrYZ1Urr0bBfz0FE6uN/+K+9txqy6WQK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W8k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3OFscA&#10;AADdAAAADwAAAGRycy9kb3ducmV2LnhtbESPzWrDMBCE74W+g9hAb42clBjjRjZpoVBaesgPoceN&#10;tbGNrZWRlMR9+6gQyHGYmW+YZTmaXpzJ+daygtk0AUFcWd1yrWC3/XjOQPiArLG3TAr+yENZPD4s&#10;Mdf2wms6b0ItIoR9jgqaEIZcSl81ZNBP7UAcvaN1BkOUrpba4SXCTS/nSZJKgy3HhQYHem+o6jYn&#10;o+D39M3Hn5evlXsLeztufTc/ZJ1ST5Nx9Qoi0Bju4Vv7UytIF7MU/t/EJy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dzhb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vRX8cA&#10;AADdAAAADwAAAGRycy9kb3ducmV2LnhtbESPzWsCMRTE74L/Q3iCN80q9Ws1Si0UeinUj4Penpvn&#10;7uLmZZtE3favb4SCx2FmfsMsVo2pxI2cLy0rGPQTEMSZ1SXnCva7994UhA/IGivLpOCHPKyW7dYC&#10;U23vvKHbNuQiQtinqKAIoU6l9FlBBn3f1sTRO1tnMETpcqkd3iPcVHKYJGNpsOS4UGBNbwVll+3V&#10;KFjPpuvvrxf+/N2cjnQ8nC6joUuU6naa1zmIQE14hv/bH1rBeDSYwONNfA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fL0V/HAAAA3QAAAA8AAAAAAAAAAAAAAAAAmAIAAGRy&#10;cy9kb3ducmV2LnhtbFBLBQYAAAAABAAEAPUAAACMAwAAAAA=&#10;" fillcolor="black" stroked="f"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i/LMIA&#10;AADdAAAADwAAAGRycy9kb3ducmV2LnhtbERPz2vCMBS+C/sfwhN209SNyahGKcLY2Knqxq7P5tkU&#10;m5eSZLH775eD4PHj+73ejrYXiXzoHCtYzAsQxI3THbcKvo5vs1cQISJr7B2Tgj8KsN08TNZYanfl&#10;PaVDbEUO4VCiAhPjUEoZGkMWw9wNxJk7O28xZuhbqT1ec7jt5VNRLKXFjnODwYF2hprL4dcqSKdd&#10;XT2nn2T2n75qvavfv0+1Uo/TsVqBiDTGu/jm/tAKli+LPDe/yU9Ab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KL8s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P6RcYA&#10;AADdAAAADwAAAGRycy9kb3ducmV2LnhtbESPQWvCQBSE7wX/w/IK3uomQkONrlJES+ulNRbq8ZF9&#10;zYZm34bsGqO/3i0Uehxm5htmsRpsI3rqfO1YQTpJQBCXTtdcKfg8bB+eQPiArLFxTAou5GG1HN0t&#10;MNfuzHvqi1CJCGGfowITQptL6UtDFv3EtcTR+3adxRBlV0nd4TnCbSOnSZJJizXHBYMtrQ2VP8XJ&#10;KvDpevO1s9dZf3wx/F68meyjMkqN74fnOYhAQ/gP/7VftYLsMZ3B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P6R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5081" w:rsidRDefault="00F65081" w:rsidP="00F6508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5081" w:rsidRDefault="00F65081" w:rsidP="00F6508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65081" w:rsidRDefault="00F65081" w:rsidP="00F6508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65081" w:rsidRDefault="00F65081" w:rsidP="00F650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5081" w:rsidRDefault="00F65081" w:rsidP="00F650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F65081" w:rsidRDefault="00F65081" w:rsidP="00F6508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65081" w:rsidRPr="003937A2" w:rsidRDefault="00F65081" w:rsidP="00F6508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F65081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Кмитюку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В.П.</w:t>
      </w:r>
    </w:p>
    <w:p w:rsidR="00F65081" w:rsidRPr="00075CD7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116, 118, 121,122,186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Кмитюка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В.П.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F65081" w:rsidRPr="00395EA4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F65081" w:rsidRPr="003937A2" w:rsidRDefault="00F65081" w:rsidP="00F6508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Кмитюку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Валерію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Петровичу,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61986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0,2000 </w:t>
      </w:r>
      <w:r w:rsidRPr="003937A2">
        <w:rPr>
          <w:rFonts w:ascii="Times New Roman" w:eastAsia="Calibri" w:hAnsi="Times New Roman" w:cs="Times New Roman"/>
          <w:sz w:val="24"/>
        </w:rPr>
        <w:t>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</w:t>
      </w:r>
      <w:r w:rsidRPr="00C53645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6823984000:01:019:0018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Кмитюку В.П.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F65081" w:rsidRPr="003937A2" w:rsidRDefault="00F65081" w:rsidP="00F6508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F65081" w:rsidRPr="003937A2" w:rsidRDefault="00F65081" w:rsidP="00F6508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5081" w:rsidRPr="003937A2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65081" w:rsidRPr="00F65081" w:rsidRDefault="00F65081" w:rsidP="00F6508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CC3AAA" w:rsidRPr="00F65081" w:rsidRDefault="00F65081" w:rsidP="00F6508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CC3AAA" w:rsidRPr="00F650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081"/>
    <w:rsid w:val="00161986"/>
    <w:rsid w:val="00CC3AAA"/>
    <w:rsid w:val="00F65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8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50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508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5081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08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F6508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6508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F65081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246</Words>
  <Characters>1408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2021-09-13T07:55:00Z</dcterms:created>
  <dcterms:modified xsi:type="dcterms:W3CDTF">2021-09-13T13:17:00Z</dcterms:modified>
</cp:coreProperties>
</file>