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16E" w:rsidRDefault="00F85430" w:rsidP="00554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85430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5416E" w:rsidRDefault="0055416E" w:rsidP="0055416E"/>
    <w:p w:rsidR="0055416E" w:rsidRDefault="0055416E" w:rsidP="0055416E"/>
    <w:p w:rsidR="0055416E" w:rsidRDefault="0055416E" w:rsidP="005541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5416E" w:rsidRDefault="0055416E" w:rsidP="005541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5416E" w:rsidRDefault="0055416E" w:rsidP="005541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5416E" w:rsidRDefault="0055416E" w:rsidP="005541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5416E" w:rsidRDefault="0055416E" w:rsidP="005541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5416E" w:rsidRDefault="0055416E" w:rsidP="005541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5416E" w:rsidRDefault="0055416E" w:rsidP="00554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416E" w:rsidRPr="001C3332" w:rsidRDefault="0055416E" w:rsidP="0055416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5416E" w:rsidRDefault="0055416E" w:rsidP="005541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5416E" w:rsidRDefault="0055416E" w:rsidP="0055416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№29</w:t>
      </w:r>
    </w:p>
    <w:p w:rsidR="0055416E" w:rsidRPr="000209E7" w:rsidRDefault="0055416E" w:rsidP="0055416E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55416E" w:rsidRPr="000209E7" w:rsidRDefault="0055416E" w:rsidP="0055416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55416E" w:rsidRPr="000209E7" w:rsidRDefault="0055416E" w:rsidP="0055416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 xml:space="preserve">проекту  із землеустрою  щодо </w:t>
      </w:r>
    </w:p>
    <w:p w:rsidR="0055416E" w:rsidRPr="000209E7" w:rsidRDefault="0055416E" w:rsidP="0055416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209E7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55416E" w:rsidRPr="000209E7" w:rsidRDefault="0055416E" w:rsidP="0055416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Кирилюк В.Д.</w:t>
      </w:r>
    </w:p>
    <w:p w:rsidR="0055416E" w:rsidRPr="000209E7" w:rsidRDefault="0055416E" w:rsidP="0055416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55416E" w:rsidRPr="000209E7" w:rsidRDefault="0055416E" w:rsidP="00554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209E7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r>
        <w:rPr>
          <w:rFonts w:ascii="Times New Roman" w:eastAsia="Calibri" w:hAnsi="Times New Roman" w:cs="Times New Roman"/>
          <w:sz w:val="24"/>
        </w:rPr>
        <w:t>Кирилюк В.Д.</w:t>
      </w:r>
      <w:r w:rsidRPr="000209E7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55416E" w:rsidRPr="000209E7" w:rsidRDefault="0055416E" w:rsidP="00554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>ВИРІШИЛА:</w:t>
      </w:r>
    </w:p>
    <w:p w:rsidR="0055416E" w:rsidRPr="000209E7" w:rsidRDefault="0055416E" w:rsidP="00554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 xml:space="preserve">Кирилюк Валентині Дмитрівні, яка </w:t>
      </w:r>
      <w:r w:rsidRPr="000209E7">
        <w:rPr>
          <w:rFonts w:ascii="Times New Roman" w:eastAsia="Calibri" w:hAnsi="Times New Roman" w:cs="Times New Roman"/>
          <w:sz w:val="24"/>
        </w:rPr>
        <w:t xml:space="preserve"> заре</w:t>
      </w:r>
      <w:r>
        <w:rPr>
          <w:rFonts w:ascii="Times New Roman" w:eastAsia="Calibri" w:hAnsi="Times New Roman" w:cs="Times New Roman"/>
          <w:sz w:val="24"/>
        </w:rPr>
        <w:t xml:space="preserve">єстрована за адресою: </w:t>
      </w:r>
      <w:r w:rsidR="00C91569" w:rsidRPr="00C91569">
        <w:rPr>
          <w:rFonts w:ascii="Times New Roman" w:eastAsia="Calibri" w:hAnsi="Times New Roman" w:cs="Times New Roman"/>
          <w:sz w:val="24"/>
        </w:rPr>
        <w:t>_______________</w:t>
      </w:r>
      <w:r w:rsidRPr="000209E7">
        <w:rPr>
          <w:rFonts w:ascii="Times New Roman" w:eastAsia="Calibri" w:hAnsi="Times New Roman" w:cs="Times New Roman"/>
          <w:sz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Calibri" w:hAnsi="Times New Roman" w:cs="Times New Roman"/>
          <w:sz w:val="24"/>
        </w:rPr>
        <w:t>0,60</w:t>
      </w:r>
      <w:r w:rsidRPr="000209E7">
        <w:rPr>
          <w:rFonts w:ascii="Times New Roman" w:eastAsia="Calibri" w:hAnsi="Times New Roman" w:cs="Times New Roman"/>
          <w:sz w:val="24"/>
        </w:rPr>
        <w:t xml:space="preserve"> га, </w:t>
      </w:r>
      <w:r>
        <w:rPr>
          <w:rFonts w:ascii="Times New Roman" w:eastAsia="Calibri" w:hAnsi="Times New Roman" w:cs="Times New Roman"/>
          <w:sz w:val="24"/>
        </w:rPr>
        <w:t>для ведення особистого селянського господарства</w:t>
      </w:r>
      <w:r w:rsidRPr="000209E7">
        <w:rPr>
          <w:rFonts w:ascii="Times New Roman" w:eastAsia="Calibri" w:hAnsi="Times New Roman" w:cs="Times New Roman"/>
          <w:sz w:val="24"/>
        </w:rPr>
        <w:t>, з</w:t>
      </w:r>
      <w:r>
        <w:rPr>
          <w:rFonts w:ascii="Times New Roman" w:eastAsia="Calibri" w:hAnsi="Times New Roman" w:cs="Times New Roman"/>
          <w:sz w:val="24"/>
        </w:rPr>
        <w:t xml:space="preserve">емельна ділянка розташована на території </w:t>
      </w:r>
      <w:proofErr w:type="spellStart"/>
      <w:r>
        <w:rPr>
          <w:rFonts w:ascii="Times New Roman" w:eastAsia="Calibri" w:hAnsi="Times New Roman" w:cs="Times New Roman"/>
          <w:sz w:val="24"/>
        </w:rPr>
        <w:t>с.Колом’є</w:t>
      </w:r>
      <w:proofErr w:type="spellEnd"/>
      <w:r>
        <w:rPr>
          <w:rFonts w:ascii="Times New Roman" w:eastAsia="Calibri" w:hAnsi="Times New Roman" w:cs="Times New Roman"/>
          <w:sz w:val="24"/>
        </w:rPr>
        <w:t>, Крупецької сільської ради.</w:t>
      </w:r>
    </w:p>
    <w:p w:rsidR="0055416E" w:rsidRPr="000209E7" w:rsidRDefault="0055416E" w:rsidP="00554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Кирилюк В.Д.</w:t>
      </w:r>
      <w:r w:rsidRPr="000209E7">
        <w:rPr>
          <w:rFonts w:ascii="Times New Roman" w:eastAsia="Calibri" w:hAnsi="Times New Roman" w:cs="Times New Roman"/>
          <w:sz w:val="24"/>
        </w:rPr>
        <w:t>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55416E" w:rsidRPr="000209E7" w:rsidRDefault="0055416E" w:rsidP="00554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209E7"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Calibri" w:hAnsi="Times New Roman" w:cs="Times New Roman"/>
          <w:sz w:val="24"/>
        </w:rPr>
        <w:t>а та благоустрою (Денисюк Т.В.)</w:t>
      </w:r>
    </w:p>
    <w:p w:rsidR="0055416E" w:rsidRPr="000209E7" w:rsidRDefault="0055416E" w:rsidP="00554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5416E" w:rsidRPr="000209E7" w:rsidRDefault="0055416E" w:rsidP="00554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5416E" w:rsidRPr="000209E7" w:rsidRDefault="0055416E" w:rsidP="005541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D5099" w:rsidRDefault="0055416E" w:rsidP="0055416E">
      <w:r w:rsidRPr="000209E7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0209E7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ED5099" w:rsidSect="0055416E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55416E"/>
    <w:rsid w:val="00171A2E"/>
    <w:rsid w:val="00304C90"/>
    <w:rsid w:val="00505B6D"/>
    <w:rsid w:val="0055416E"/>
    <w:rsid w:val="006D3977"/>
    <w:rsid w:val="007D6C18"/>
    <w:rsid w:val="00C91569"/>
    <w:rsid w:val="00D1641A"/>
    <w:rsid w:val="00ED5099"/>
    <w:rsid w:val="00F85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16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228</Words>
  <Characters>1301</Characters>
  <Application>Microsoft Office Word</Application>
  <DocSecurity>0</DocSecurity>
  <Lines>10</Lines>
  <Paragraphs>3</Paragraphs>
  <ScaleCrop>false</ScaleCrop>
  <Company>Microsoft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2020-01-21T06:49:00Z</dcterms:created>
  <dcterms:modified xsi:type="dcterms:W3CDTF">2020-01-21T07:35:00Z</dcterms:modified>
</cp:coreProperties>
</file>