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396" w:rsidRPr="009517FC" w:rsidRDefault="00FE0396" w:rsidP="00FE039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E0396" w:rsidRPr="00DE6ED3" w:rsidRDefault="00FE0396" w:rsidP="00FE03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0396" w:rsidRDefault="00FE0396" w:rsidP="00FE03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0396" w:rsidRDefault="00FE0396" w:rsidP="00FE03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0396" w:rsidRPr="00DE6ED3" w:rsidRDefault="00FE0396" w:rsidP="00FE039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0396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E0396" w:rsidRPr="00DE6ED3" w:rsidRDefault="00FE0396" w:rsidP="00FE039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0396" w:rsidRPr="00DE6ED3" w:rsidRDefault="00FE0396" w:rsidP="00FE03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E0396" w:rsidRPr="00DE6ED3" w:rsidRDefault="00FE0396" w:rsidP="00FE03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0396" w:rsidRPr="00DE6ED3" w:rsidRDefault="00FE0396" w:rsidP="00FE03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FE0396" w:rsidRPr="00D9673A" w:rsidRDefault="00FE0396" w:rsidP="00FE0396">
      <w:pPr>
        <w:spacing w:after="0" w:line="240" w:lineRule="auto"/>
        <w:jc w:val="both"/>
      </w:pPr>
    </w:p>
    <w:p w:rsidR="00FE0396" w:rsidRPr="00DE6ED3" w:rsidRDefault="00FE0396" w:rsidP="00FE03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FE0396" w:rsidRPr="00DE6ED3" w:rsidRDefault="00FE0396" w:rsidP="00FE039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E0396" w:rsidRPr="006310B2" w:rsidRDefault="00FE0396" w:rsidP="00FE039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Нечипоруку О.В.</w:t>
      </w:r>
    </w:p>
    <w:p w:rsidR="00FE0396" w:rsidRPr="00DE6ED3" w:rsidRDefault="00FE0396" w:rsidP="00FE03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0396" w:rsidRPr="00DE6ED3" w:rsidRDefault="00FE0396" w:rsidP="00FE03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0396" w:rsidRPr="00DE6ED3" w:rsidRDefault="00FE0396" w:rsidP="00FE03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Нечипорук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FE0396" w:rsidRPr="00DE6ED3" w:rsidRDefault="00FE0396" w:rsidP="00FE03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E0396" w:rsidRPr="00DE6ED3" w:rsidRDefault="00FE0396" w:rsidP="00FE03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0396" w:rsidRPr="00DE6ED3" w:rsidRDefault="00FE0396" w:rsidP="00FE03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Нечипоруку Олександру Васильовичу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0,1977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0396" w:rsidRPr="00DE6ED3" w:rsidRDefault="00FE0396" w:rsidP="00FE03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Нечипоруку Олександру Васильовичу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___________,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0,1977 га, кадастровий номер: 6823984000:03:018:0336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E0396" w:rsidRPr="00DE6ED3" w:rsidRDefault="00FE0396" w:rsidP="00FE03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Нечипоруку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E0396" w:rsidRPr="00DE6ED3" w:rsidRDefault="00FE0396" w:rsidP="00FE039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E0396" w:rsidRPr="00DE6ED3" w:rsidRDefault="00FE0396" w:rsidP="00FE03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E0396" w:rsidRDefault="00FE0396" w:rsidP="00FE03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FE0396" w:rsidRPr="00DE6ED3" w:rsidRDefault="00FE0396" w:rsidP="00FE03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57D81" w:rsidRPr="00FE0396" w:rsidRDefault="00FE0396" w:rsidP="00FE03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A57D81" w:rsidRPr="00FE03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396"/>
    <w:rsid w:val="00171A2E"/>
    <w:rsid w:val="00304C90"/>
    <w:rsid w:val="00505B6D"/>
    <w:rsid w:val="006D3977"/>
    <w:rsid w:val="007D6C18"/>
    <w:rsid w:val="00A57D81"/>
    <w:rsid w:val="00D1641A"/>
    <w:rsid w:val="00FE0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274</Words>
  <Characters>1566</Characters>
  <Application>Microsoft Office Word</Application>
  <DocSecurity>0</DocSecurity>
  <Lines>13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2021-03-22T07:34:00Z</dcterms:created>
  <dcterms:modified xsi:type="dcterms:W3CDTF">2021-03-22T07:34:00Z</dcterms:modified>
</cp:coreProperties>
</file>