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6C" w:rsidRDefault="00D7336C" w:rsidP="00D733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7336C" w:rsidRDefault="00D7336C" w:rsidP="00D7336C"/>
    <w:p w:rsidR="00D7336C" w:rsidRDefault="00D7336C" w:rsidP="00D7336C"/>
    <w:p w:rsidR="00D7336C" w:rsidRDefault="00D7336C" w:rsidP="00D733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7336C" w:rsidRDefault="00D7336C" w:rsidP="00D733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7336C" w:rsidRDefault="00D7336C" w:rsidP="00D733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7336C" w:rsidRDefault="00D7336C" w:rsidP="00D733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7336C" w:rsidRDefault="00D7336C" w:rsidP="00D733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36C" w:rsidRDefault="00D7336C" w:rsidP="00D733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336C" w:rsidRDefault="00D7336C" w:rsidP="00D733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336C" w:rsidRDefault="00D7336C" w:rsidP="00D733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7336C" w:rsidRDefault="00D7336C" w:rsidP="00D7336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№62</w:t>
      </w:r>
    </w:p>
    <w:p w:rsidR="00D7336C" w:rsidRDefault="00D7336C" w:rsidP="00D7336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7336C" w:rsidRDefault="00D7336C" w:rsidP="00D7336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7336C" w:rsidRDefault="00D7336C" w:rsidP="00D7336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7336C" w:rsidRDefault="00D7336C" w:rsidP="00D7336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7336C" w:rsidRDefault="00D7336C" w:rsidP="00D7336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Гончарук Н.В.</w:t>
      </w:r>
    </w:p>
    <w:p w:rsidR="00D7336C" w:rsidRDefault="00D7336C" w:rsidP="00D7336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7336C" w:rsidRDefault="00D7336C" w:rsidP="00D7336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Гончарук Н.В.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7336C" w:rsidRDefault="00D7336C" w:rsidP="00D7336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7336C" w:rsidRDefault="00D7336C" w:rsidP="00D7336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Гончарук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54E8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0,2200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D7336C" w:rsidRDefault="00D7336C" w:rsidP="00D7336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Гончарук Н.В.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7336C" w:rsidRDefault="00D7336C" w:rsidP="00D733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7336C" w:rsidRDefault="00D7336C" w:rsidP="00D733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7336C" w:rsidRDefault="00D7336C" w:rsidP="00D7336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1DF9" w:rsidRPr="00D7336C" w:rsidRDefault="00D7336C" w:rsidP="00D7336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1DF9" w:rsidRPr="00D733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6C"/>
    <w:rsid w:val="00171A2E"/>
    <w:rsid w:val="00304C90"/>
    <w:rsid w:val="00505B6D"/>
    <w:rsid w:val="006D3977"/>
    <w:rsid w:val="007D6C18"/>
    <w:rsid w:val="00B54E89"/>
    <w:rsid w:val="00D1641A"/>
    <w:rsid w:val="00D7336C"/>
    <w:rsid w:val="00E2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2020-07-29T14:07:00Z</dcterms:created>
  <dcterms:modified xsi:type="dcterms:W3CDTF">2020-07-29T17:41:00Z</dcterms:modified>
</cp:coreProperties>
</file>