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4198" w:rsidRDefault="00E34198" w:rsidP="00E3419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198" w:rsidRDefault="00E34198" w:rsidP="00E34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34198" w:rsidRDefault="00E34198" w:rsidP="00E34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34198" w:rsidRDefault="00E34198" w:rsidP="00E341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4198" w:rsidRDefault="00E34198" w:rsidP="00E341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4198" w:rsidRDefault="00E34198" w:rsidP="00E341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4198" w:rsidRDefault="00E34198" w:rsidP="00E341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4198" w:rsidRDefault="00E34198" w:rsidP="00E341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34198" w:rsidRDefault="00E34198" w:rsidP="00E3419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34198" w:rsidRDefault="00E34198" w:rsidP="00E341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34198" w:rsidRDefault="00E34198" w:rsidP="00E341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34198" w:rsidRDefault="00E34198" w:rsidP="00E341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4198" w:rsidRDefault="00E34198" w:rsidP="00E341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34198" w:rsidRDefault="00E34198" w:rsidP="00E341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4198" w:rsidRDefault="00E34198" w:rsidP="00E341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34198" w:rsidRDefault="00E34198" w:rsidP="00E3419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4198" w:rsidRDefault="00E34198" w:rsidP="00E3419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№52</w:t>
      </w:r>
    </w:p>
    <w:p w:rsidR="00E34198" w:rsidRPr="00DE6ED3" w:rsidRDefault="00E34198" w:rsidP="00E3419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E34198" w:rsidRPr="00DE6ED3" w:rsidRDefault="00E34198" w:rsidP="00E3419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E34198" w:rsidRPr="00DE6ED3" w:rsidRDefault="00E34198" w:rsidP="00E3419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E34198" w:rsidRPr="00DE6ED3" w:rsidRDefault="00E34198" w:rsidP="00E3419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E34198" w:rsidRPr="00DE6ED3" w:rsidRDefault="00E34198" w:rsidP="00E3419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E34198" w:rsidRPr="00DE6ED3" w:rsidRDefault="00E34198" w:rsidP="00E34198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Івановій Л.В.</w:t>
      </w:r>
    </w:p>
    <w:p w:rsidR="00E34198" w:rsidRPr="00DE6ED3" w:rsidRDefault="00E34198" w:rsidP="00E34198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E34198" w:rsidRPr="00DE6ED3" w:rsidRDefault="00E34198" w:rsidP="00E3419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</w:rPr>
        <w:t>, розглянувши заяву  Іванової Л.В.</w:t>
      </w:r>
      <w:r w:rsidRPr="00DE6ED3">
        <w:rPr>
          <w:rFonts w:ascii="Times New Roman" w:eastAsia="Calibri" w:hAnsi="Times New Roman" w:cs="Times New Roman"/>
          <w:sz w:val="24"/>
        </w:rPr>
        <w:t>, сільська рада</w:t>
      </w:r>
    </w:p>
    <w:p w:rsidR="00E34198" w:rsidRPr="00DE6ED3" w:rsidRDefault="00E34198" w:rsidP="00E3419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E34198" w:rsidRPr="00DE6ED3" w:rsidRDefault="00E34198" w:rsidP="00E3419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Івановій Любові Василівні,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F407F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 w:rsidRPr="00DE6ED3">
        <w:rPr>
          <w:rFonts w:ascii="Times New Roman" w:eastAsia="Calibri" w:hAnsi="Times New Roman" w:cs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</w:rPr>
        <w:t>орієнтовною площею 0,25</w:t>
      </w:r>
      <w:r w:rsidRPr="00DE6ED3">
        <w:rPr>
          <w:rFonts w:ascii="Times New Roman" w:eastAsia="Calibri" w:hAnsi="Times New Roman" w:cs="Times New Roman"/>
          <w:sz w:val="24"/>
        </w:rPr>
        <w:t xml:space="preserve">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</w:rPr>
        <w:t>ділянка  розташована в с. Крупець, по вул. Лесі Українки, 28 Б</w:t>
      </w:r>
      <w:r w:rsidRPr="00DE6ED3">
        <w:rPr>
          <w:rFonts w:ascii="Times New Roman" w:eastAsia="Calibri" w:hAnsi="Times New Roman" w:cs="Times New Roman"/>
          <w:sz w:val="24"/>
        </w:rPr>
        <w:t>.</w:t>
      </w:r>
    </w:p>
    <w:p w:rsidR="00E34198" w:rsidRPr="00DE6ED3" w:rsidRDefault="00E34198" w:rsidP="00E3419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Івановій Л.В.</w:t>
      </w:r>
      <w:r w:rsidRPr="00DE6ED3">
        <w:rPr>
          <w:rFonts w:ascii="Times New Roman" w:eastAsia="Calibri" w:hAnsi="Times New Roman" w:cs="Times New Roman"/>
          <w:sz w:val="24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E34198" w:rsidRPr="00DE6ED3" w:rsidRDefault="00E34198" w:rsidP="00E3419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34198" w:rsidRPr="00DE6ED3" w:rsidRDefault="00E34198" w:rsidP="00E3419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34198" w:rsidRPr="00DE6ED3" w:rsidRDefault="00E34198" w:rsidP="00E3419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34198" w:rsidRDefault="00E34198" w:rsidP="00E34198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973E7" w:rsidRPr="00E34198" w:rsidRDefault="00E34198" w:rsidP="00E3419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</w:p>
    <w:sectPr w:rsidR="00D973E7" w:rsidRPr="00E3419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198"/>
    <w:rsid w:val="00171A2E"/>
    <w:rsid w:val="002F407F"/>
    <w:rsid w:val="00304C90"/>
    <w:rsid w:val="00505B6D"/>
    <w:rsid w:val="006D3977"/>
    <w:rsid w:val="007D6C18"/>
    <w:rsid w:val="00D1641A"/>
    <w:rsid w:val="00D973E7"/>
    <w:rsid w:val="00E3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BC65E"/>
  <w15:docId w15:val="{50015BB4-6B1A-4A45-8888-E90945337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19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E3419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3419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3419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263</Words>
  <Characters>1502</Characters>
  <Application>Microsoft Office Word</Application>
  <DocSecurity>0</DocSecurity>
  <Lines>12</Lines>
  <Paragraphs>3</Paragraphs>
  <ScaleCrop>false</ScaleCrop>
  <Company>Microsoft</Company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2021-04-28T11:46:00Z</dcterms:created>
  <dcterms:modified xsi:type="dcterms:W3CDTF">2021-04-28T13:06:00Z</dcterms:modified>
</cp:coreProperties>
</file>