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0CB8" w:rsidRDefault="00800CB8" w:rsidP="00800CB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uk-UA" w:eastAsia="uk-UA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2718435</wp:posOffset>
                </wp:positionH>
                <wp:positionV relativeFrom="paragraph">
                  <wp:posOffset>-3175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0CB8" w:rsidRDefault="00800CB8" w:rsidP="00800C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05pt;margin-top:-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0CB8" w:rsidRDefault="00800CB8" w:rsidP="00800C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0CB8" w:rsidRDefault="00800CB8" w:rsidP="00800C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0CB8" w:rsidRDefault="00800CB8" w:rsidP="00800C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0CB8" w:rsidRDefault="00800CB8" w:rsidP="00800C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00CB8" w:rsidRDefault="00800CB8" w:rsidP="00800C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0CB8" w:rsidRDefault="00800CB8" w:rsidP="00800C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25.03.2021 року                                            Крупець                                                       №54</w:t>
      </w:r>
    </w:p>
    <w:p w:rsidR="00800CB8" w:rsidRPr="00C92EA5" w:rsidRDefault="00800CB8" w:rsidP="00800CB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00CB8" w:rsidRPr="00C92EA5" w:rsidRDefault="00800CB8" w:rsidP="00800CB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00CB8" w:rsidRPr="00C92EA5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проє</w:t>
      </w:r>
      <w:r w:rsidRPr="00C92EA5">
        <w:rPr>
          <w:rFonts w:ascii="Times New Roman" w:eastAsia="Calibri" w:hAnsi="Times New Roman" w:cs="Times New Roman"/>
          <w:b/>
          <w:sz w:val="24"/>
        </w:rPr>
        <w:t>кту</w:t>
      </w:r>
      <w:proofErr w:type="spellEnd"/>
      <w:r w:rsidRPr="00C92EA5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00CB8" w:rsidRPr="00C92EA5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92EA5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00CB8" w:rsidRPr="00C92EA5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Т.А.</w:t>
      </w:r>
    </w:p>
    <w:p w:rsidR="00800CB8" w:rsidRPr="00DD712B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0CB8" w:rsidRPr="00F720D9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720D9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Свецької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Т.А.</w:t>
      </w:r>
      <w:r w:rsidRPr="00F720D9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800CB8" w:rsidRPr="009904A3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A17638">
        <w:rPr>
          <w:rFonts w:ascii="Times New Roman" w:eastAsia="Calibri" w:hAnsi="Times New Roman" w:cs="Times New Roman"/>
          <w:sz w:val="24"/>
        </w:rPr>
        <w:t>ВИРІШИЛА:</w:t>
      </w:r>
    </w:p>
    <w:p w:rsidR="00800CB8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DD712B">
        <w:rPr>
          <w:rFonts w:ascii="Times New Roman" w:eastAsia="Calibri" w:hAnsi="Times New Roman" w:cs="Times New Roman"/>
          <w:sz w:val="24"/>
        </w:rPr>
        <w:t xml:space="preserve">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Свецькій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Тетяні Антонівні</w:t>
      </w:r>
      <w:r w:rsidRPr="00DD712B">
        <w:rPr>
          <w:rFonts w:ascii="Times New Roman" w:eastAsia="Calibri" w:hAnsi="Times New Roman" w:cs="Times New Roman"/>
          <w:sz w:val="24"/>
        </w:rPr>
        <w:t xml:space="preserve">,  яка  зареєстрована  за адресою: </w:t>
      </w:r>
      <w:r w:rsidR="00795A40" w:rsidRPr="00795A40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DD712B">
        <w:rPr>
          <w:rFonts w:ascii="Times New Roman" w:eastAsia="Calibri" w:hAnsi="Times New Roman" w:cs="Times New Roman"/>
          <w:sz w:val="24"/>
        </w:rPr>
        <w:t xml:space="preserve">, дозвіл  на розробку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 із землеустрою щодо відведення земельної ділянки для передачі її у власність, орієнтовною  площею </w:t>
      </w:r>
      <w:r>
        <w:rPr>
          <w:rFonts w:ascii="Times New Roman" w:eastAsia="Calibri" w:hAnsi="Times New Roman" w:cs="Times New Roman"/>
          <w:sz w:val="24"/>
        </w:rPr>
        <w:t>0,12</w:t>
      </w:r>
      <w:r w:rsidRPr="00DD712B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D712B">
        <w:rPr>
          <w:rFonts w:ascii="Times New Roman" w:eastAsia="Calibri" w:hAnsi="Times New Roman" w:cs="Times New Roman"/>
          <w:sz w:val="24"/>
        </w:rPr>
        <w:t xml:space="preserve">га,  для ведення особистого селянського господарства, яка розташована на території  </w:t>
      </w:r>
      <w:proofErr w:type="spellStart"/>
      <w:r w:rsidRPr="00DD712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DD712B">
        <w:rPr>
          <w:rFonts w:ascii="Times New Roman" w:eastAsia="Calibri" w:hAnsi="Times New Roman" w:cs="Times New Roman"/>
          <w:sz w:val="24"/>
        </w:rPr>
        <w:t xml:space="preserve"> сільської ради</w:t>
      </w:r>
      <w:r>
        <w:rPr>
          <w:rFonts w:ascii="Times New Roman" w:eastAsia="Calibri" w:hAnsi="Times New Roman" w:cs="Times New Roman"/>
          <w:sz w:val="24"/>
        </w:rPr>
        <w:t xml:space="preserve"> в селі Крупець</w:t>
      </w:r>
      <w:r w:rsidRPr="00DD712B">
        <w:rPr>
          <w:rFonts w:ascii="Times New Roman" w:eastAsia="Calibri" w:hAnsi="Times New Roman" w:cs="Times New Roman"/>
          <w:sz w:val="24"/>
        </w:rPr>
        <w:t xml:space="preserve">. </w:t>
      </w:r>
    </w:p>
    <w:p w:rsidR="00800CB8" w:rsidRPr="00CD2572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r w:rsidRPr="00A17638">
        <w:rPr>
          <w:rFonts w:ascii="Times New Roman" w:eastAsia="Calibri" w:hAnsi="Times New Roman" w:cs="Times New Roman"/>
          <w:sz w:val="24"/>
        </w:rPr>
        <w:t xml:space="preserve"> 2</w:t>
      </w:r>
      <w:r>
        <w:rPr>
          <w:rFonts w:ascii="Times New Roman" w:eastAsia="Calibri" w:hAnsi="Times New Roman" w:cs="Times New Roman"/>
          <w:sz w:val="24"/>
        </w:rPr>
        <w:t>.Свецькій Т.А.</w:t>
      </w:r>
      <w:r w:rsidRPr="00C92EA5">
        <w:rPr>
          <w:rFonts w:ascii="Times New Roman" w:eastAsia="Calibri" w:hAnsi="Times New Roman" w:cs="Times New Roman"/>
          <w:sz w:val="24"/>
        </w:rPr>
        <w:t>,</w:t>
      </w:r>
      <w:r w:rsidRPr="00A17638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A17638">
        <w:rPr>
          <w:rFonts w:ascii="Times New Roman" w:eastAsia="Calibri" w:hAnsi="Times New Roman" w:cs="Times New Roman"/>
          <w:sz w:val="24"/>
        </w:rPr>
        <w:t>про</w:t>
      </w:r>
      <w:r>
        <w:rPr>
          <w:rFonts w:ascii="Times New Roman" w:eastAsia="Calibri" w:hAnsi="Times New Roman" w:cs="Times New Roman"/>
          <w:sz w:val="24"/>
        </w:rPr>
        <w:t>є</w:t>
      </w:r>
      <w:r w:rsidRPr="00A17638">
        <w:rPr>
          <w:rFonts w:ascii="Times New Roman" w:eastAsia="Calibri" w:hAnsi="Times New Roman" w:cs="Times New Roman"/>
          <w:sz w:val="24"/>
        </w:rPr>
        <w:t>кт</w:t>
      </w:r>
      <w:proofErr w:type="spellEnd"/>
      <w:r w:rsidRPr="00A17638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800CB8" w:rsidRPr="00DD712B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3.</w:t>
      </w:r>
      <w:r w:rsidRPr="00DD712B">
        <w:rPr>
          <w:rFonts w:ascii="Times New Roman" w:eastAsia="Calibri" w:hAnsi="Times New Roman" w:cs="Times New Roman"/>
          <w:color w:val="000000"/>
          <w:sz w:val="24"/>
          <w:szCs w:val="24"/>
        </w:rPr>
        <w:t>Даний дозвіл дійсний на протязі року з дня прийняття даного рішення.</w:t>
      </w:r>
    </w:p>
    <w:p w:rsidR="00800CB8" w:rsidRPr="00C92EA5" w:rsidRDefault="00800CB8" w:rsidP="00800CB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4</w:t>
      </w:r>
      <w:r w:rsidRPr="00C92EA5">
        <w:rPr>
          <w:rFonts w:ascii="Times New Roman" w:eastAsia="Arial Unicode MS" w:hAnsi="Times New Roman" w:cs="Times New Roman"/>
          <w:color w:val="000000"/>
          <w:sz w:val="24"/>
          <w:szCs w:val="24"/>
        </w:rPr>
        <w:t>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0CB8" w:rsidRPr="00C92EA5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0CB8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0CB8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0CB8" w:rsidRPr="00C92EA5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00CB8" w:rsidRPr="00C92EA5" w:rsidRDefault="00800CB8" w:rsidP="00800C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B762F" w:rsidRPr="00800CB8" w:rsidRDefault="00800CB8" w:rsidP="00800CB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C92EA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9B762F" w:rsidRPr="00800C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8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CB8"/>
    <w:rsid w:val="00171A2E"/>
    <w:rsid w:val="00304C90"/>
    <w:rsid w:val="00505B6D"/>
    <w:rsid w:val="006D3977"/>
    <w:rsid w:val="00795A40"/>
    <w:rsid w:val="007D6C18"/>
    <w:rsid w:val="00800CB8"/>
    <w:rsid w:val="009B762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800C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800CB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00CB8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uiPriority w:val="99"/>
    <w:locked/>
    <w:rsid w:val="00800C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iPriority w:val="99"/>
    <w:unhideWhenUsed/>
    <w:rsid w:val="00800CB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800CB8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1026</Words>
  <Characters>585</Characters>
  <Application>Microsoft Office Word</Application>
  <DocSecurity>0</DocSecurity>
  <Lines>4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005</dc:creator>
  <cp:lastModifiedBy>005</cp:lastModifiedBy>
  <cp:revision>2</cp:revision>
  <dcterms:created xsi:type="dcterms:W3CDTF">2021-03-31T05:44:00Z</dcterms:created>
  <dcterms:modified xsi:type="dcterms:W3CDTF">2021-03-31T06:16:00Z</dcterms:modified>
</cp:coreProperties>
</file>