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808" w:rsidRPr="000A4F3E" w:rsidRDefault="00BA2808" w:rsidP="00BA280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2808" w:rsidRDefault="00BA2808" w:rsidP="00BA28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2808" w:rsidRDefault="00BA2808" w:rsidP="00BA28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2808" w:rsidRPr="000A4F3E" w:rsidRDefault="00BA2808" w:rsidP="00BA280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A2808" w:rsidRPr="000A4F3E" w:rsidRDefault="00BA2808" w:rsidP="00BA280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2808" w:rsidRPr="000A4F3E" w:rsidRDefault="00BA2808" w:rsidP="00BA280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№16</w:t>
      </w:r>
    </w:p>
    <w:p w:rsidR="00BA2808" w:rsidRPr="0059239A" w:rsidRDefault="00BA2808" w:rsidP="00BA280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2808" w:rsidRPr="0059239A" w:rsidRDefault="00BA2808" w:rsidP="00BA280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BA2808" w:rsidRPr="0059239A" w:rsidRDefault="00BA2808" w:rsidP="00BA280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BA2808" w:rsidRPr="0059239A" w:rsidRDefault="00BA2808" w:rsidP="00BA280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BA2808" w:rsidRPr="004A5FB0" w:rsidRDefault="00BA2808" w:rsidP="00BA280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Павлової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BA2808" w:rsidRPr="0059239A" w:rsidRDefault="00BA2808" w:rsidP="00BA280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2808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Павлової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BA2808" w:rsidRPr="0059239A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A2808" w:rsidRPr="0059239A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Павловій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C6DB3">
        <w:rPr>
          <w:rFonts w:ascii="Times New Roman" w:hAnsi="Times New Roman"/>
          <w:sz w:val="24"/>
          <w:lang w:val="en-US"/>
        </w:rPr>
        <w:t>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EC6DB3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6823984000:01:011:0057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Богдана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Хмельницького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65.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BA2808" w:rsidRPr="0059239A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Павловій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BA2808" w:rsidRPr="0059239A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A2808" w:rsidRPr="0059239A" w:rsidRDefault="00BA2808" w:rsidP="00BA280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A2808" w:rsidRDefault="00BA2808" w:rsidP="00BA280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BA2808" w:rsidRDefault="00BA2808" w:rsidP="00BA280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BA2808" w:rsidRDefault="00BA2808" w:rsidP="00BA280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p w:rsidR="005012C5" w:rsidRDefault="005012C5"/>
    <w:sectPr w:rsidR="005012C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08"/>
    <w:rsid w:val="00171A2E"/>
    <w:rsid w:val="00304C90"/>
    <w:rsid w:val="005012C5"/>
    <w:rsid w:val="00505B6D"/>
    <w:rsid w:val="006D3977"/>
    <w:rsid w:val="007D6C18"/>
    <w:rsid w:val="00BA2808"/>
    <w:rsid w:val="00D1641A"/>
    <w:rsid w:val="00EC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262</Words>
  <Characters>1498</Characters>
  <Application>Microsoft Office Word</Application>
  <DocSecurity>0</DocSecurity>
  <Lines>12</Lines>
  <Paragraphs>3</Paragraphs>
  <ScaleCrop>false</ScaleCrop>
  <Company>Microsoft</Company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2020-09-01T13:37:00Z</dcterms:created>
  <dcterms:modified xsi:type="dcterms:W3CDTF">2020-09-01T15:31:00Z</dcterms:modified>
</cp:coreProperties>
</file>