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F78" w:rsidRPr="00DE6ED3" w:rsidRDefault="00B43F78" w:rsidP="00B43F78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86995</wp:posOffset>
                </wp:positionV>
                <wp:extent cx="484505" cy="624205"/>
                <wp:effectExtent l="0" t="0" r="0" b="4445"/>
                <wp:wrapNone/>
                <wp:docPr id="9424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505" cy="624205"/>
                          <a:chOff x="0" y="0"/>
                          <a:chExt cx="1142" cy="1718"/>
                        </a:xfrm>
                      </wpg:grpSpPr>
                      <wps:wsp>
                        <wps:cNvPr id="942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2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2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2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2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0.45pt;margin-top:6.85pt;width:38.15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zcMUA&#10;AADdAAAADwAAAGRycy9kb3ducmV2LnhtbESPQWvCQBSE70L/w/IK3szGpFWbukoQWzwIxbTeH9ln&#10;Esy+DdlV4793C4Ueh5n5hlmuB9OKK/WusaxgGsUgiEurG64U/Hx/TBYgnEfW2FomBXdysF49jZaY&#10;aXvjA10LX4kAYZehgtr7LpPSlTUZdJHtiIN3sr1BH2RfSd3jLcBNK5M4nkmDDYeFGjva1FSei4tR&#10;YNPP3f5YJYd0y3PP+dfidBz2So2fh/wdhKfB/4f/2jut4O0leYXfN+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/PNw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ipCcgA&#10;AADdAAAADwAAAGRycy9kb3ducmV2LnhtbESPQWsCMRSE74X+h/AKvUjNVspat0YRYW31IGgLvT42&#10;r5utm5clibr11zcFocdhZr5hpvPetuJEPjSOFTwOMxDEldMN1wo+3suHZxAhImtsHZOCHwown93e&#10;TLHQ7sw7Ou1jLRKEQ4EKTIxdIWWoDFkMQ9cRJ+/LeYsxSV9L7fGc4LaVoyzLpcWG04LBjpaGqsP+&#10;aBV8l1vzuRxfVn4w2dFlUG5e23Wu1P1dv3gBEamP/+Fr+00rmDyNcv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OKkJ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xu7cUA&#10;AADdAAAADwAAAGRycy9kb3ducmV2LnhtbESPy2rDMBBF94X8g5hCNiWR45QmdS2HUJJSsgl5fMBg&#10;TSxTa2Qs1Xb+vioUurzcx+Hmm9E2oqfO144VLOYJCOLS6ZorBdfLfrYG4QOyxsYxKbiTh00xecgx&#10;027gE/XnUIk4wj5DBSaENpPSl4Ys+rlriaN3c53FEGVXSd3hEMdtI9MkeZEWa44Egy29Gyq/zt82&#10;Qo5LPB5uw2X/MeKAu4Php+1JqenjuH0DEWgM/+G/9qdW8PqcruD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G7t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gvP8MA&#10;AADdAAAADwAAAGRycy9kb3ducmV2LnhtbERPTUsDMRC9C/6HMAVvNtulVl2bFqkVROjBWijehs10&#10;d3EzCcm0u/57cxA8Pt73cj26Xl0ops6zgdm0AEVce9txY+Dw+Xr7ACoJssXeMxn4oQTr1fXVEivr&#10;B/6gy14alUM4VWigFQmV1qluyWGa+kCcuZOPDiXD2GgbccjhrtdlUSy0w45zQ4uBNi3V3/uzM7Ab&#10;tuH9fnF3Cl9xXur0YuW4EWNuJuPzEyihUf7Ff+43a+BxXua5+U1+An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gvP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9fBMQA&#10;AADdAAAADwAAAGRycy9kb3ducmV2LnhtbESP32rCMBTG7we+QzjCbsZMdWPMaixFrIzeiLoHODTH&#10;pticlCba7u3NYLDLj+/Pj2+djbYVd+p941jBfJaAIK6cbrhW8H0uXj9B+ICssXVMCn7IQ7aZPK0x&#10;1W7gI91PoRZxhH2KCkwIXSqlrwxZ9DPXEUfv4nqLIcq+lrrHIY7bVi6S5ENabDgSDHa0NVRdTzcb&#10;IYc3PJSX4VzsRxxwVxp+yY9KPU/HfAUi0Bj+w3/tL61g+b5Ywu+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/Xw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e15MQA&#10;AADdAAAADwAAAGRycy9kb3ducmV2LnhtbERPS0sDMRC+C/6HMEJvNtuHrW6bFqkWRPDQKoi3YTPd&#10;XdxMQjJ213/fHASPH997vR1cp84UU+vZwGRcgCKuvG25NvDxvr+9B5UE2WLnmQz8UoLt5vpqjaX1&#10;PR/ofJRa5RBOJRpoREKpdaoacpjGPhBn7uSjQ8kw1tpG7HO46/S0KBbaYcu5ocFAu4aq7+OPM/DW&#10;P4fX5eLuFL7ifKrTk5XPnRgzuhkeV6CEBvkX/7lfrIGH+Szvz2/yE9Cb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nte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uwAccA&#10;AADdAAAADwAAAGRycy9kb3ducmV2LnhtbESPQWsCMRSE7wX/Q3iCl6JZtZW6GqUWQgULpVbw+tg8&#10;d5duXpYkdbf/3hQKPQ4z8w2z3va2EVfyoXasYDrJQBAXztRcKjh96vETiBCRDTaOScEPBdhuBndr&#10;zI3r+IOux1iKBOGQo4IqxjaXMhQVWQwT1xIn7+K8xZikL6Xx2CW4beQsyxbSYs1pocKWXioqvo7f&#10;VsHuvSvn/r7Y9e5weT0/am30m1ZqNOyfVyAi9fE//NfeGwXLh/k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rsA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F0M8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1gMXvN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BdD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WL7ccA&#10;AADdAAAADwAAAGRycy9kb3ducmV2LnhtbESPUUvDMBSF3wX/Q7iCL+JS7SauLhtuEDZQGE5hr5fm&#10;ri02NyXJ1u7fLwPBx8M55zuc2WKwrTiRD41jBU+jDARx6UzDlYKfb/34CiJEZIOtY1JwpgCL+e3N&#10;DAvjev6i0y5WIkE4FKigjrErpAxlTRbDyHXEyTs4bzEm6StpPPYJblv5nGUv0mLDaaHGjlY1lb+7&#10;o1Ww3PZV7h/K5eA+Duv9RGujP7VS93fD+xuISEP8D/+1N0bBdJzncH2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1i+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RJ3MUA&#10;AADdAAAADwAAAGRycy9kb3ducmV2LnhtbESPUWvCMBSF3wf+h3AHe5vptBOtRhGlMMZe7PYDLs21&#10;qTY3JYm1+/fLYLDHwznnO5zNbrSdGMiH1rGCl2kGgrh2uuVGwddn+bwEESKyxs4xKfimALvt5GGD&#10;hXZ3PtFQxUYkCIcCFZgY+0LKUBuyGKauJ07e2XmLMUnfSO3xnuC2k7MsW0iLLacFgz0dDNXX6mYV&#10;lO+zj+F60750+zG39Gouy6NR6ulx3K9BRBrjf/iv/aYVrPJ5Dr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JEnc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32YcQA&#10;AADdAAAADwAAAGRycy9kb3ducmV2LnhtbESP0WqDQBRE3wv5h+UW8tasabS01jWUgKE+xvYDLu6t&#10;Sty7xt1E/ftuoZDHYWbOMNl+Nr240eg6ywq2mwgEcW11x42C76/i6RWE88gae8ukYCEH+3z1kGGq&#10;7cQnulW+EQHCLkUFrfdDKqWrWzLoNnYgDt6PHQ36IMdG6hGnADe9fI6iF2mw47DQ4kCHlupzdTUK&#10;4mU6XqrkHBXa0LbcDSX7OlFq/Th/vIPwNPt7+L/9qRW8xbsE/t6EJ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t9m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1xCsYA&#10;AADdAAAADwAAAGRycy9kb3ducmV2LnhtbESPT2vCQBTE7wW/w/KE3pqNfwg1dRVRUqSnNk17fmSf&#10;STD7NmTXGL99VxB6HGbmN8x6O5pWDNS7xrKCWRSDIC6tbrhSUHxnL68gnEfW2FomBTdysN1MntaY&#10;anvlLxpyX4kAYZeigtr7LpXSlTUZdJHtiIN3sr1BH2RfSd3jNcBNK+dxnEiDDYeFGjva11Se84tR&#10;cEl+5wWfPvRnfri9rw7ZzsmfSqnn6bh7A+Fp9P/hR/uoFayWiwTub8IT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1xC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KrlscA&#10;AADdAAAADwAAAGRycy9kb3ducmV2LnhtbESPQWvCQBSE74X+h+UJ3urGKqlGV7GC0PagqO3B2zP7&#10;TFKzb2N2q/HfuwXB4zAz3zDjaWNKcabaFZYVdDsRCOLU6oIzBd/bxcsAhPPIGkvLpOBKDqaT56cx&#10;JtpeeE3njc9EgLBLUEHufZVI6dKcDLqOrYiDd7C1QR9knUld4yXATSlfoyiWBgsOCzlWNM8pPW7+&#10;jIKf1SAert4/+79fyz32jD7tdBEr1W41sxEIT41/hO/tD61g2O+9wf+b8ATk5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Cq5b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X9F8MA&#10;AADdAAAADwAAAGRycy9kb3ducmV2LnhtbERPy2rCQBTdF/yH4QrdNZNqEBsdxQdV6SpNBbeXzDUJ&#10;zdwJmanGfr2zEFweznu+7E0jLtS52rKC9ygGQVxYXXOp4Pjz+TYF4TyyxsYyKbiRg+Vi8DLHVNsr&#10;f9Ml96UIIexSVFB536ZSuqIigy6yLXHgzrYz6APsSqk7vIZw08hRHE+kwZpDQ4UtbSoqfvM/o+B/&#10;csLM7Ufr7Vh7uiXTnf3Kdkq9DvvVDISn3j/FD/dBK/hIxmFueBOe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X9F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ELNMUA&#10;AADdAAAADwAAAGRycy9kb3ducmV2LnhtbESP0WrCQBRE34X+w3KFvulGm0oTXaUUC75ZYz/gkr1u&#10;gtm7MbvV1K93BcHHYWbOMItVbxtxps7XjhVMxgkI4tLpmo2C3/336AOED8gaG8ek4J88rJYvgwXm&#10;2l14R+ciGBEh7HNUUIXQ5lL6siKLfuxa4ugdXGcxRNkZqTu8RLht5DRJZtJizXGhwpa+KiqPxZ9V&#10;cHLTd90Xa9we19lPbUx6uu5SpV6H/eccRKA+PMOP9kYryNK3DO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8Qs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xbvMEA&#10;AADdAAAADwAAAGRycy9kb3ducmV2LnhtbERPu27CMBTdK/EP1kXqVhwo5REwCJCQWKEMjBf7kgTi&#10;6xAbCHw9Hip1PDrv6byxpbhT7QvHCrqdBASxdqbgTMH+d/01AuEDssHSMSl4kof5rPUxxdS4B2/p&#10;vguZiCHsU1SQh1ClUnqdk0XfcRVx5E6uthgirDNpanzEcFvKXpIMpMWCY0OOFa1y0pfdzSrYFEf6&#10;GejT2I6Went4XcP38GyU+mw3iwmIQE34F/+5N0bBuN+P++Ob+AT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sW7z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N08IA&#10;AADdAAAADwAAAGRycy9kb3ducmV2LnhtbERPW2vCMBR+H/gfwhH2NlNFRKtRpiBsuBW84F4PzVlT&#10;1pyUJqvtv18Ggo/fnW+16WwlWmp86VjBeJSAIM6dLrlQcDnvX+YgfEDWWDkmBT152KwHTytMtbvx&#10;kdpTKEQsYZ+iAhNCnUrpc0MW/cjVxFH7do3FEGFTSN3gLZbbSk6SZCYtlhwXDNa0M5T/nH6tghaz&#10;Pvky28/Fe/mRT7Lt9aAjr56H3esSRKAuPMz39JtWsJhOx/D/Jj4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qQ3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AtxMQA&#10;AADdAAAADwAAAGRycy9kb3ducmV2LnhtbESPQUvDQBSE70L/w/IK3uymoYjGbkspVDxq9ODxmX3N&#10;pmbfC7vbJvrrXUHwOMzMN8x6O/leXSjETtjAclGAIm7EdtwaeHs93NyBignZYi9MBr4ownYzu1pj&#10;ZWXkF7rUqVUZwrFCAy6lodI6No48xoUMxNk7SvCYsgyttgHHDPe9LoviVnvsOC84HGjvqPmsz97A&#10;+Nh8nMrju3XfYZBD/SynshdjrufT7gFUoin9h//aT9bA/WpV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ALc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O+McA&#10;AADdAAAADwAAAGRycy9kb3ducmV2LnhtbESP3WoCMRSE7wu+QziF3tVsrVRdjWK1gogi/t2fbk53&#10;1yYnyybV7ds3QsHLYWa+YUaTxhpxodqXjhW8tBMQxJnTJecKjofFcx+ED8gajWNS8EseJuPWwwhT&#10;7a68o8s+5CJC2KeooAihSqX0WUEWfdtVxNH7crXFEGWdS13jNcKtkZ0keZMWS44LBVY0Kyj73v9Y&#10;BYvt3Jw7m930JMPso/dp+qv3+Vqpp8dmOgQRqAn38H97qRUMut1XuL2JT0C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nzv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mbNcYA&#10;AADdAAAADwAAAGRycy9kb3ducmV2LnhtbESPQWvCQBSE74L/YXlCL6IbNRVNXUWEogULrQpen9nX&#10;JJh9G7JrTP99tyB4HGbmG2axak0pGqpdYVnBaBiBIE6tLjhTcDq+D2YgnEfWWFomBb/kYLXsdhaY&#10;aHvnb2oOPhMBwi5BBbn3VSKlS3My6Ia2Ig7ej60N+iDrTOoa7wFuSjmOoqk0WHBYyLGiTU7p9XAz&#10;Cpqv/SXbNa76uM767nVy2W4/9Vmpl167fgPhqfXP8KO90wrmcRzD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mbN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RCZ8cA&#10;AADdAAAADwAAAGRycy9kb3ducmV2LnhtbESPQWsCMRSE7wX/Q3hCbzWrrKKrUbRQ6KWgtge9PTfP&#10;3cXNy5qkuu2vN4LgcZiZb5jZojW1uJDzlWUF/V4Cgji3uuJCwc/3x9sYhA/IGmvLpOCPPCzmnZcZ&#10;ZtpeeUOXbShEhLDPUEEZQpNJ6fOSDPqebYijd7TOYIjSFVI7vEa4qeUgSUbSYMVxocSG3kvKT9tf&#10;o2A1Ga/O65S//jeHPe13h9Nw4BKlXrvtcgoiUBue4Uf7UyuYpOkQ7m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EQmfHAAAA3QAAAA8AAAAAAAAAAAAAAAAAmAIAAGRy&#10;cy9kb3ducmV2LnhtbFBLBQYAAAAABAAEAPUAAACMAwAAAAA=&#10;" fillcolor="black" stroked="f"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8fHscA&#10;AADdAAAADwAAAGRycy9kb3ducmV2LnhtbESPQWvCQBSE7wX/w/KE3uqmosGmrqK2QkE9aHvo8TX7&#10;mizJvg3Zrab+elcQPA4z8w0znXe2FkdqvXGs4HmQgCDOnTZcKPj6XD9NQPiArLF2TAr+ycN81nuY&#10;Yqbdifd0PIRCRAj7DBWUITSZlD4vyaIfuIY4er+utRiibAupWzxFuK3lMElSadFwXCixoVVJeXX4&#10;swq+N6mZ7A0Nf7bn5bvejqvl7q1S6rHfLV5BBOrCPXxrf2gFL6NRC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/Hx7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aEMMYA&#10;AADdAAAADwAAAGRycy9kb3ducmV2LnhtbESPT2sCMRTE7wW/Q3hCbzVbEf9sjSKW0l48aBWvj83r&#10;Zrubl20SdfXTNwWhx2FmfsPMl51txJl8qBwreB5kIIgLpysuFew/356mIEJE1tg4JgVXCrBc9B7m&#10;mGt34S2dd7EUCcIhRwUmxjaXMhSGLIaBa4mT9+W8xZikL6X2eElw28hhlo2lxYrTgsGW1oaKeney&#10;Cvzq+Frf+HSos9vmGt6/u58pGqUe+93qBUSkLv6H7+0PrWA2Gk3g7016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aEM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218MMA&#10;AADdAAAADwAAAGRycy9kb3ducmV2LnhtbERPzWrCQBC+C77DMkIv0mwUaWuaVaRQKCgFrQ8wZsck&#10;dHc2ZKca+/TuodDjx/dfrgfv1IX62AY2MMtyUMRVsC3XBo5f748voKIgW3SBycCNIqxX41GJhQ1X&#10;3tPlILVKIRwLNNCIdIXWsWrIY8xCR5y4c+g9SoJ9rW2P1xTunZ7n+ZP22HJqaLCjt4aq78OPN+Dm&#10;J7fcPsed3I56l/962U8/rTEPk2HzCkpokH/xn/vDGlguFmluepOegF7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218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0fL8YA&#10;AADdAAAADwAAAGRycy9kb3ducmV2LnhtbESPQWsCMRSE7wX/Q3gFbzVbkVK3RtGKsBcPXRWvz83r&#10;ZjF5WTaprv76plDwOMzMN8xs0TsrLtSFxrOC11EGgrjyuuFawX63eXkHESKyRuuZFNwowGI+eJph&#10;rv2Vv+hSxlokCIccFZgY21zKUBlyGEa+JU7et+8cxiS7WuoOrwnurBxn2Zt02HBaMNjSp6HqXP44&#10;BeuyteN9YVbheNieTra4b+i4Vmr43C8/QETq4yP83y60gulkMoW/N+k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0fL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lv3sIA&#10;AADdAAAADwAAAGRycy9kb3ducmV2LnhtbERPz2vCMBS+D/wfwhN2m4ninFbTIkNB2GlOD94eybOt&#10;Ni+lyWz33y+HwY4f3+9NMbhGPKgLtWcN04kCQWy8rbnUcPravyxBhIhssfFMGn4oQJGPnjaYWd/z&#10;Jz2OsRQphEOGGqoY20zKYCpyGCa+JU7c1XcOY4JdKW2HfQp3jZwptZAOa04NFbb0XpG5H7+dhtte&#10;fnij0JxP5/5g3y67BTVK6+fxsF2DiDTEf/Gf+2A1rOavaX96k56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6W/e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xoa8YA&#10;AADdAAAADwAAAGRycy9kb3ducmV2LnhtbESPT2sCMRTE74V+h/AKvdWs1oquRlGhUJQe/IN4fG6e&#10;u8tuXpYk6vrtjVDocZiZ3zCTWWtqcSXnS8sKup0EBHFmdcm5gv3u+2MIwgdkjbVlUnAnD7Pp68sE&#10;U21vvKHrNuQiQtinqKAIoUml9FlBBn3HNsTRO1tnMETpcqkd3iLc1LKXJANpsOS4UGBDy4Kyansx&#10;Co6XNZ9/P1dztwgH2+581TsNK6Xe39r5GESgNvyH/9o/WsGo/9WF55v4BOT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xoa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RMzscA&#10;AADdAAAADwAAAGRycy9kb3ducmV2LnhtbESPQWsCMRSE7wX/Q3iCt5p10aKrUVQQeimo7UFvz81z&#10;d3HzsiZRt/31jVDocZiZb5jZojW1uJPzlWUFg34Cgji3uuJCwdfn5nUMwgdkjbVlUvBNHhbzzssM&#10;M20fvKP7PhQiQthnqKAMocmk9HlJBn3fNsTRO1tnMETpCqkdPiLc1DJNkjdpsOK4UGJD65Lyy/5m&#10;FKwm49V1O+SPn93pSMfD6TJKXaJUr9supyACteE//Nd+1womw1EKz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0TM7HAAAA3QAAAA8AAAAAAAAAAAAAAAAAmAIAAGRy&#10;cy9kb3ducmV2LnhtbFBLBQYAAAAABAAEAPUAAACMAwAAAAA=&#10;" fillcolor="black" stroked="f"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QTVMUA&#10;AADdAAAADwAAAGRycy9kb3ducmV2LnhtbESPQUsDMRSE70L/Q3iCN5u11aJr07IURPG0bS29vm6e&#10;m8XNy5LEdP33RhB6HGbmG2a5Hm0vEvnQOVZwNy1AEDdOd9wq+Ni/3D6CCBFZY++YFPxQgPVqcrXE&#10;UrszbyntYisyhEOJCkyMQyllaAxZDFM3EGfv03mLMUvfSu3xnOG2l7OiWEiLHecFgwNtDDVfu2+r&#10;IJ02dTVPx2S2775qvatfD6daqZvrsXoGEWmMl/B/+00reLp/mMP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xBNU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r0sYA&#10;AADdAAAADwAAAGRycy9kb3ducmV2LnhtbESPQWvCQBSE74X+h+UVvOlGsVJTVymiUntpGwU9PrKv&#10;2dDs25BdY/TXuwWhx2FmvmFmi85WoqXGl44VDAcJCOLc6ZILBfvduv8CwgdkjZVjUnAhD4v548MM&#10;U+3O/E1tFgoRIexTVGBCqFMpfW7Ioh+4mjh6P66xGKJsCqkbPEe4reQoSSbSYslxwWBNS0P5b3ay&#10;CvxwuTp82Ou0PW4Mf2ZbM/kqjFK9p+7tFUSgLvyH7+13rWA6fh7D35v4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pr0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</w:rPr>
      </w:pP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</w:rPr>
      </w:pP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</w:rPr>
      </w:pP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</w:rPr>
      </w:pPr>
    </w:p>
    <w:p w:rsidR="00B43F78" w:rsidRPr="00DE6ED3" w:rsidRDefault="00B43F78" w:rsidP="00B43F7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43F78" w:rsidRPr="00DE6ED3" w:rsidRDefault="00B43F78" w:rsidP="00B43F7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B43F78" w:rsidRPr="00DE6ED3" w:rsidRDefault="00B43F78" w:rsidP="00B43F78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B43F78" w:rsidRPr="00DE6ED3" w:rsidRDefault="00B43F78" w:rsidP="00B43F7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B43F78" w:rsidRPr="00DE6ED3" w:rsidRDefault="00B43F78" w:rsidP="00B43F7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3F78" w:rsidRDefault="00B43F78" w:rsidP="00B43F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3F78" w:rsidRDefault="00B43F78" w:rsidP="00B43F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43F78" w:rsidRPr="00DE6ED3" w:rsidRDefault="00B43F78" w:rsidP="00B43F7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DE6ED3">
        <w:rPr>
          <w:rFonts w:ascii="Times New Roman" w:eastAsia="Calibri" w:hAnsi="Times New Roman" w:cs="Times New Roman"/>
          <w:b/>
        </w:rPr>
        <w:t>Р</w:t>
      </w:r>
      <w:proofErr w:type="gramEnd"/>
      <w:r w:rsidRPr="00DE6ED3">
        <w:rPr>
          <w:rFonts w:ascii="Times New Roman" w:eastAsia="Calibri" w:hAnsi="Times New Roman" w:cs="Times New Roman"/>
          <w:b/>
        </w:rPr>
        <w:t>ІШЕННЯ</w:t>
      </w:r>
    </w:p>
    <w:p w:rsidR="00B43F78" w:rsidRPr="00DE6ED3" w:rsidRDefault="00B43F78" w:rsidP="00B43F7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 w:rsidR="006107D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 скликання</w:t>
      </w:r>
    </w:p>
    <w:p w:rsidR="00B43F78" w:rsidRPr="00DE6ED3" w:rsidRDefault="00B43F78" w:rsidP="00B43F78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</w:rPr>
      </w:pP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uk-UA"/>
        </w:rPr>
        <w:t>25</w:t>
      </w:r>
      <w:r w:rsidRPr="00DE6ED3">
        <w:rPr>
          <w:rFonts w:ascii="Times New Roman" w:eastAsia="Calibri" w:hAnsi="Times New Roman" w:cs="Times New Roman"/>
          <w:sz w:val="24"/>
        </w:rPr>
        <w:t xml:space="preserve">.03. 2021р.   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</w:t>
      </w:r>
      <w:r w:rsidRPr="00DE6ED3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                                       №_____</w:t>
      </w: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DE6ED3"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 w:rsidRPr="00DE6ED3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DE6ED3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DE6ED3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>)</w:t>
      </w: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b/>
          <w:sz w:val="24"/>
          <w:lang w:val="uk-UA"/>
        </w:rPr>
        <w:t>Федорчук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lang w:val="uk-UA"/>
        </w:rPr>
        <w:t xml:space="preserve"> О.Д.,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lang w:val="uk-UA"/>
        </w:rPr>
        <w:t>Козійчук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lang w:val="uk-UA"/>
        </w:rPr>
        <w:t xml:space="preserve"> В.М.</w:t>
      </w:r>
    </w:p>
    <w:p w:rsidR="00B43F78" w:rsidRPr="00DE6ED3" w:rsidRDefault="00B43F78" w:rsidP="00B43F7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B43F78" w:rsidRPr="00DE6ED3" w:rsidRDefault="00B43F78" w:rsidP="00B43F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DE6ED3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DE6ED3">
        <w:rPr>
          <w:rFonts w:ascii="Times New Roman" w:eastAsia="Calibri" w:hAnsi="Times New Roman" w:cs="Times New Roman"/>
          <w:sz w:val="24"/>
        </w:rPr>
        <w:t xml:space="preserve"> пункту 34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proofErr w:type="gramStart"/>
      <w:r w:rsidRPr="00DE6ED3">
        <w:rPr>
          <w:rFonts w:ascii="Times New Roman" w:eastAsia="Calibri" w:hAnsi="Times New Roman" w:cs="Times New Roman"/>
          <w:sz w:val="24"/>
        </w:rPr>
        <w:t>м</w:t>
      </w:r>
      <w:proofErr w:type="gramEnd"/>
      <w:r w:rsidRPr="00DE6ED3">
        <w:rPr>
          <w:rFonts w:ascii="Times New Roman" w:eastAsia="Calibri" w:hAnsi="Times New Roman" w:cs="Times New Roman"/>
          <w:sz w:val="24"/>
        </w:rPr>
        <w:t>ісцеве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lang w:val="uk-UA"/>
        </w:rPr>
        <w:t>Федорчука</w:t>
      </w:r>
      <w:proofErr w:type="spellEnd"/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О.Д., </w:t>
      </w:r>
      <w:proofErr w:type="spellStart"/>
      <w:r w:rsidRPr="00DE6ED3">
        <w:rPr>
          <w:rFonts w:ascii="Times New Roman" w:eastAsia="Calibri" w:hAnsi="Times New Roman" w:cs="Times New Roman"/>
          <w:sz w:val="24"/>
          <w:lang w:val="uk-UA"/>
        </w:rPr>
        <w:t>Козійчука</w:t>
      </w:r>
      <w:proofErr w:type="spellEnd"/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В.М.,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рада</w:t>
      </w:r>
    </w:p>
    <w:p w:rsidR="00B43F78" w:rsidRPr="00DE6ED3" w:rsidRDefault="00B43F78" w:rsidP="00B43F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B43F78" w:rsidRPr="00DE6ED3" w:rsidRDefault="00B43F78" w:rsidP="00B43F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43F78" w:rsidRPr="00DE6ED3" w:rsidRDefault="00B43F78" w:rsidP="00B43F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1.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Федорчуку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Олександру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Дмитровичу</w:t>
      </w:r>
      <w:proofErr w:type="spellEnd"/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який зареєстрований за адресою: </w:t>
      </w:r>
      <w:r w:rsidR="00971633" w:rsidRPr="00971633">
        <w:rPr>
          <w:rFonts w:ascii="Times New Roman" w:eastAsia="Calibri" w:hAnsi="Times New Roman" w:cs="Times New Roman"/>
          <w:sz w:val="24"/>
        </w:rPr>
        <w:t>____________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та </w:t>
      </w:r>
      <w:proofErr w:type="spellStart"/>
      <w:r w:rsidRPr="00DE6ED3">
        <w:rPr>
          <w:rFonts w:ascii="Times New Roman" w:eastAsia="Calibri" w:hAnsi="Times New Roman" w:cs="Times New Roman"/>
          <w:sz w:val="24"/>
          <w:lang w:val="uk-UA"/>
        </w:rPr>
        <w:t>Козійчуку</w:t>
      </w:r>
      <w:proofErr w:type="spellEnd"/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Володимиру Миколайовичу, який зареєстрований за адресою: </w:t>
      </w:r>
      <w:r w:rsidR="00971633" w:rsidRPr="00971633">
        <w:rPr>
          <w:rFonts w:ascii="Times New Roman" w:eastAsia="Calibri" w:hAnsi="Times New Roman" w:cs="Times New Roman"/>
          <w:sz w:val="24"/>
        </w:rPr>
        <w:t>________________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 дозвіл на розробку </w:t>
      </w:r>
      <w:proofErr w:type="gramStart"/>
      <w:r w:rsidRPr="00DE6ED3">
        <w:rPr>
          <w:rFonts w:ascii="Times New Roman" w:eastAsia="Calibri" w:hAnsi="Times New Roman" w:cs="Times New Roman"/>
          <w:sz w:val="24"/>
          <w:lang w:val="uk-UA"/>
        </w:rPr>
        <w:t>техн</w:t>
      </w:r>
      <w:proofErr w:type="gramEnd"/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DE6ED3">
        <w:rPr>
          <w:rFonts w:ascii="Times New Roman" w:eastAsia="Calibri" w:hAnsi="Times New Roman" w:cs="Times New Roman"/>
          <w:sz w:val="24"/>
          <w:lang w:val="uk-UA"/>
        </w:rPr>
        <w:t>с.Полянь</w:t>
      </w:r>
      <w:proofErr w:type="spellEnd"/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по </w:t>
      </w:r>
      <w:proofErr w:type="spellStart"/>
      <w:r w:rsidRPr="00DE6ED3">
        <w:rPr>
          <w:rFonts w:ascii="Times New Roman" w:eastAsia="Calibri" w:hAnsi="Times New Roman" w:cs="Times New Roman"/>
          <w:sz w:val="24"/>
          <w:lang w:val="uk-UA"/>
        </w:rPr>
        <w:t>вул.Незалежності</w:t>
      </w:r>
      <w:proofErr w:type="spellEnd"/>
      <w:r w:rsidRPr="00DE6ED3">
        <w:rPr>
          <w:rFonts w:ascii="Times New Roman" w:eastAsia="Calibri" w:hAnsi="Times New Roman" w:cs="Times New Roman"/>
          <w:sz w:val="24"/>
          <w:lang w:val="uk-UA"/>
        </w:rPr>
        <w:t>, 94.</w:t>
      </w:r>
    </w:p>
    <w:p w:rsidR="00B43F78" w:rsidRPr="00DE6ED3" w:rsidRDefault="00B43F78" w:rsidP="00B43F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       2. </w:t>
      </w:r>
      <w:proofErr w:type="spellStart"/>
      <w:r w:rsidRPr="00DE6ED3">
        <w:rPr>
          <w:rFonts w:ascii="Times New Roman" w:eastAsia="Calibri" w:hAnsi="Times New Roman" w:cs="Times New Roman"/>
          <w:sz w:val="24"/>
          <w:lang w:val="uk-UA"/>
        </w:rPr>
        <w:t>Федорчуку</w:t>
      </w:r>
      <w:proofErr w:type="spellEnd"/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О.Д., </w:t>
      </w:r>
      <w:proofErr w:type="spellStart"/>
      <w:r w:rsidRPr="00DE6ED3">
        <w:rPr>
          <w:rFonts w:ascii="Times New Roman" w:eastAsia="Calibri" w:hAnsi="Times New Roman" w:cs="Times New Roman"/>
          <w:sz w:val="24"/>
          <w:lang w:val="uk-UA"/>
        </w:rPr>
        <w:t>Козійчуку</w:t>
      </w:r>
      <w:proofErr w:type="spellEnd"/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В.М.,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43F78" w:rsidRPr="00DE6ED3" w:rsidRDefault="00B43F78" w:rsidP="00B43F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  3. Даний дозвіл дійсний на протязі року з дня прийняття даного рішення.</w:t>
      </w:r>
    </w:p>
    <w:p w:rsidR="00B43F78" w:rsidRPr="00DE6ED3" w:rsidRDefault="00B43F78" w:rsidP="00B43F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43F78" w:rsidRPr="00B43F78" w:rsidRDefault="00B43F78" w:rsidP="00B43F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756863" w:rsidRPr="00B43F78" w:rsidRDefault="00B43F78" w:rsidP="00B43F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val="uk-UA"/>
        </w:rPr>
        <w:t>Валерій  МИХАЛЮК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</w:t>
      </w:r>
    </w:p>
    <w:sectPr w:rsidR="00756863" w:rsidRPr="00B43F7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F78"/>
    <w:rsid w:val="00171A2E"/>
    <w:rsid w:val="00304C90"/>
    <w:rsid w:val="00505B6D"/>
    <w:rsid w:val="006107D6"/>
    <w:rsid w:val="006D3977"/>
    <w:rsid w:val="00756863"/>
    <w:rsid w:val="007D6C18"/>
    <w:rsid w:val="00971633"/>
    <w:rsid w:val="00B43F7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283</Words>
  <Characters>1619</Characters>
  <Application>Microsoft Office Word</Application>
  <DocSecurity>0</DocSecurity>
  <Lines>13</Lines>
  <Paragraphs>3</Paragraphs>
  <ScaleCrop>false</ScaleCrop>
  <Company>Microsoft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2021-03-17T08:39:00Z</dcterms:created>
  <dcterms:modified xsi:type="dcterms:W3CDTF">2021-03-17T09:08:00Z</dcterms:modified>
</cp:coreProperties>
</file>