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70" w:rsidRDefault="001E2670" w:rsidP="001E267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670" w:rsidRDefault="001E2670" w:rsidP="001E26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E2670" w:rsidRDefault="001E2670" w:rsidP="001E26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E2670" w:rsidRDefault="001E2670" w:rsidP="001E26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2670" w:rsidRDefault="001E2670" w:rsidP="001E26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E2670" w:rsidRDefault="001E2670" w:rsidP="001E26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E2670" w:rsidRDefault="001E2670" w:rsidP="001E26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29</w:t>
      </w:r>
    </w:p>
    <w:p w:rsidR="001E2670" w:rsidRDefault="001E2670" w:rsidP="001E26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2670" w:rsidRDefault="001E2670" w:rsidP="001E267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Л.М</w:t>
      </w: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Л.М,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E2670" w:rsidRPr="007C46F7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Людмилі Михайлівні,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314BD" w:rsidRPr="008314BD">
        <w:rPr>
          <w:rFonts w:ascii="Times New Roman" w:eastAsia="Calibri" w:hAnsi="Times New Roman" w:cs="Times New Roman"/>
          <w:sz w:val="24"/>
          <w:lang w:eastAsia="en-US"/>
        </w:rPr>
        <w:t>_</w:t>
      </w:r>
      <w:r w:rsidR="008314BD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E2670" w:rsidRDefault="001E2670" w:rsidP="001E26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E2670" w:rsidRDefault="001E2670" w:rsidP="001E267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2670" w:rsidRDefault="001E2670" w:rsidP="001E26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2670" w:rsidRDefault="001E2670" w:rsidP="001E26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2670" w:rsidRDefault="001E2670" w:rsidP="001E26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2670" w:rsidRDefault="001E2670" w:rsidP="001E26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A0354" w:rsidRPr="001E2670" w:rsidRDefault="001E2670" w:rsidP="001E267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A0354" w:rsidRPr="001E26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70"/>
    <w:rsid w:val="001E2670"/>
    <w:rsid w:val="008314BD"/>
    <w:rsid w:val="00BA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E26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E26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E267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E26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E26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E267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241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2021-07-26T12:25:00Z</dcterms:created>
  <dcterms:modified xsi:type="dcterms:W3CDTF">2021-07-27T07:19:00Z</dcterms:modified>
</cp:coreProperties>
</file>