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480" w:rsidRDefault="00BF444A" w:rsidP="004914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444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491480" w:rsidRDefault="00491480" w:rsidP="00491480"/>
    <w:p w:rsidR="00491480" w:rsidRDefault="00491480" w:rsidP="00491480"/>
    <w:p w:rsidR="00491480" w:rsidRDefault="00491480" w:rsidP="004914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91480" w:rsidRDefault="00491480" w:rsidP="004914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91480" w:rsidRDefault="00491480" w:rsidP="004914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91480" w:rsidRDefault="00491480" w:rsidP="004914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91480" w:rsidRDefault="00491480" w:rsidP="004914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480" w:rsidRDefault="00491480" w:rsidP="004914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91480" w:rsidRDefault="00491480" w:rsidP="004914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1480" w:rsidRDefault="00491480" w:rsidP="0049148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91480" w:rsidRDefault="00491480" w:rsidP="0049148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491480" w:rsidRDefault="00491480" w:rsidP="0049148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91480" w:rsidRDefault="00491480" w:rsidP="0049148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491480" w:rsidRDefault="00491480" w:rsidP="0049148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491480" w:rsidRDefault="00491480" w:rsidP="0049148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491480" w:rsidRDefault="00491480" w:rsidP="0049148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Форсюк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Н.В.</w:t>
      </w:r>
    </w:p>
    <w:p w:rsidR="00491480" w:rsidRDefault="00491480" w:rsidP="0049148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91480" w:rsidRDefault="00491480" w:rsidP="004914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Н.В., сільська  рада ВИРІШИЛА:</w:t>
      </w:r>
    </w:p>
    <w:p w:rsidR="00491480" w:rsidRDefault="00491480" w:rsidP="004914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Форсюк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Ніні Василівні, яка зареєстрована за адресою: </w:t>
      </w:r>
      <w:r w:rsidR="0098617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98617D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0,2500га, (кадастровий номер: 6823986800:01:001:0069),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, вул. Вишнева, 25.</w:t>
      </w:r>
    </w:p>
    <w:p w:rsidR="00491480" w:rsidRDefault="00491480" w:rsidP="004914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Н.В., посвідчити своє право  в  установленому  законом  порядку.</w:t>
      </w:r>
    </w:p>
    <w:p w:rsidR="00491480" w:rsidRDefault="00491480" w:rsidP="004914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91480" w:rsidRDefault="00491480" w:rsidP="004914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1480" w:rsidRDefault="00491480" w:rsidP="004914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1480" w:rsidRDefault="00491480" w:rsidP="004914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2A65" w:rsidRPr="00491480" w:rsidRDefault="00491480" w:rsidP="004914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A2A65" w:rsidRPr="00491480" w:rsidSect="00AA2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91480"/>
    <w:rsid w:val="00171A2E"/>
    <w:rsid w:val="00304C90"/>
    <w:rsid w:val="00491480"/>
    <w:rsid w:val="00505B6D"/>
    <w:rsid w:val="006D3977"/>
    <w:rsid w:val="007D6C18"/>
    <w:rsid w:val="0098617D"/>
    <w:rsid w:val="00AA2A65"/>
    <w:rsid w:val="00BF444A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48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263</Words>
  <Characters>1502</Characters>
  <Application>Microsoft Office Word</Application>
  <DocSecurity>0</DocSecurity>
  <Lines>12</Lines>
  <Paragraphs>3</Paragraphs>
  <ScaleCrop>false</ScaleCrop>
  <Company>Microsoft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2020-03-04T08:31:00Z</dcterms:created>
  <dcterms:modified xsi:type="dcterms:W3CDTF">2020-03-04T08:48:00Z</dcterms:modified>
</cp:coreProperties>
</file>