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F22" w:rsidRPr="00EF19B8" w:rsidRDefault="00943F22" w:rsidP="00943F2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EF19B8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943F22" w:rsidRPr="00EF19B8" w:rsidRDefault="00943F22" w:rsidP="00943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EF19B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60797B" wp14:editId="7A21519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957" name="Группа 159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9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F22" w:rsidRDefault="00943F22" w:rsidP="00943F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260797B" id="Группа 1595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" fillcolor="black" stroked="f"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" fillcolor="black" stroked="f"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43F22" w:rsidRDefault="00943F22" w:rsidP="00943F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43F22" w:rsidRPr="00EF19B8" w:rsidRDefault="00943F22" w:rsidP="00943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43F22" w:rsidRPr="00EF19B8" w:rsidRDefault="00943F22" w:rsidP="00943F2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43F22" w:rsidRPr="00EF19B8" w:rsidRDefault="00943F22" w:rsidP="00943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43F22" w:rsidRPr="00EF19B8" w:rsidRDefault="00943F22" w:rsidP="00943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43F22" w:rsidRPr="00EF19B8" w:rsidRDefault="00943F22" w:rsidP="00943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943F22" w:rsidRPr="00EF19B8" w:rsidRDefault="00943F22" w:rsidP="00943F2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943F22" w:rsidRPr="00EF19B8" w:rsidRDefault="00943F22" w:rsidP="00943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943F22" w:rsidRPr="00EF19B8" w:rsidRDefault="00943F22" w:rsidP="00943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943F22" w:rsidRPr="00EF19B8" w:rsidRDefault="00943F22" w:rsidP="00943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43F22" w:rsidRPr="00EF19B8" w:rsidRDefault="00943F22" w:rsidP="00943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943F22" w:rsidRPr="00EF19B8" w:rsidRDefault="00943F22" w:rsidP="00943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43F22" w:rsidRPr="00EF19B8" w:rsidRDefault="00943F22" w:rsidP="00943F2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943F22" w:rsidRPr="00EF19B8" w:rsidRDefault="00943F22" w:rsidP="00943F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43F22" w:rsidRPr="00EF19B8" w:rsidRDefault="00943F22" w:rsidP="00943F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943F22" w:rsidRPr="00EF19B8" w:rsidRDefault="00943F22" w:rsidP="00943F2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43F22" w:rsidRPr="00EF19B8" w:rsidRDefault="00943F22" w:rsidP="00943F2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Л.С.,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Ковбі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В.В.</w:t>
      </w: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землеу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1E5FCA"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Л.С., </w:t>
      </w:r>
      <w:proofErr w:type="spellStart"/>
      <w:r w:rsidRPr="001E5FCA">
        <w:rPr>
          <w:rFonts w:ascii="Times New Roman" w:eastAsia="Calibri" w:hAnsi="Times New Roman" w:cs="Times New Roman"/>
          <w:sz w:val="24"/>
          <w:lang w:eastAsia="en-US"/>
        </w:rPr>
        <w:t>Ковби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В.В.</w:t>
      </w:r>
      <w:r w:rsidRPr="001E5FCA">
        <w:rPr>
          <w:rFonts w:ascii="Times New Roman" w:eastAsia="Calibri" w:hAnsi="Times New Roman" w:cs="Times New Roman"/>
          <w:sz w:val="24"/>
          <w:lang w:val="ru-RU" w:eastAsia="en-US"/>
        </w:rPr>
        <w:t>,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43F22" w:rsidRPr="004D26E8" w:rsidRDefault="00943F22" w:rsidP="00943F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43F22" w:rsidRPr="004D26E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Людмилі  Станіславівні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15B3C">
        <w:rPr>
          <w:rFonts w:ascii="Times New Roman" w:eastAsia="Calibri" w:hAnsi="Times New Roman" w:cs="Times New Roman"/>
          <w:sz w:val="24"/>
          <w:lang w:eastAsia="en-US"/>
        </w:rPr>
        <w:t>_________</w:t>
      </w:r>
      <w:r>
        <w:rPr>
          <w:rFonts w:ascii="Times New Roman" w:eastAsia="Calibri" w:hAnsi="Times New Roman" w:cs="Times New Roman"/>
          <w:sz w:val="24"/>
          <w:lang w:eastAsia="en-US"/>
        </w:rPr>
        <w:t>;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Ковбі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Васильовичу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15B3C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</w:t>
      </w:r>
      <w:r>
        <w:rPr>
          <w:rFonts w:ascii="Times New Roman" w:eastAsia="Calibri" w:hAnsi="Times New Roman" w:cs="Times New Roman"/>
          <w:sz w:val="24"/>
          <w:lang w:eastAsia="en-US"/>
        </w:rPr>
        <w:t>янки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орієнтовною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площею 0,6200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комплексу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 яка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(Шепетівський) район,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вулиця Шкільна, будинок 48.</w:t>
      </w:r>
    </w:p>
    <w:p w:rsidR="00943F22" w:rsidRPr="004D26E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Л.С.,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Ковбі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В.В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43F22" w:rsidRPr="004D26E8" w:rsidRDefault="00943F22" w:rsidP="00943F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43F22" w:rsidRPr="00EF19B8" w:rsidRDefault="00943F22" w:rsidP="00943F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43F22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43F22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43F22" w:rsidRPr="00EF19B8" w:rsidRDefault="00943F22" w:rsidP="00943F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43F22" w:rsidRDefault="00943F22" w:rsidP="00943F2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8F4C3B" w:rsidRDefault="008F4C3B"/>
    <w:sectPr w:rsidR="008F4C3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22"/>
    <w:rsid w:val="008F4C3B"/>
    <w:rsid w:val="00943F22"/>
    <w:rsid w:val="00C1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2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2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257</Words>
  <Characters>1465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2021-06-22T08:46:00Z</dcterms:created>
  <dcterms:modified xsi:type="dcterms:W3CDTF">2021-06-22T13:19:00Z</dcterms:modified>
</cp:coreProperties>
</file>