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48" w:rsidRPr="00B623A8" w:rsidRDefault="00807348" w:rsidP="008073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647C17" wp14:editId="73F96DF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35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3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348" w:rsidRDefault="00807348" w:rsidP="008073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SdpH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RIyD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uK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+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ASo6SdpHcAAF9ZBAAOAAAAAAAAAAAAAAAAAC4CAABkcnMvZTJvRG9jLnhtbFBLAQItABQABgAI&#10;AAAAIQCyHUyb4AAAAAoBAAAPAAAAAAAAAAAAAAAAAP55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BE8MA&#10;AADeAAAADwAAAGRycy9kb3ducmV2LnhtbERPTWvCQBC9F/oflil4qxtd2kp0FRGVHAJFq/chOybB&#10;7GzIrkn677uFQm/zeJ+z2oy2ET11vnasYTZNQBAXztRcarh8HV4XIHxANtg4Jg3f5GGzfn5aYWrc&#10;wCfqz6EUMYR9ihqqENpUSl9UZNFPXUscuZvrLIYIu1KaDocYbhs5T5J3abHm2FBhS7uKivv5YTU4&#10;dczyazk/qT1/BN5+Lm7XMdd68jJulyACjeFf/OfOTJyv1JuC33fi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fBE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rrxMcA&#10;AADeAAAADwAAAGRycy9kb3ducmV2LnhtbERPS2sCMRC+F/ofwhS8iGarrdrVKEXYvg6CD+h12Iyb&#10;bTeTJUl1669vCoXe5uN7zmLV2UacyIfasYLbYQaCuHS65krBYV8MZiBCRNbYOCYF3xRgtby+WmCu&#10;3Zm3dNrFSqQQDjkqMDG2uZShNGQxDF1LnLij8xZjgr6S2uM5hdtGjrJsIi3WnBoMtrQ2VH7uvqyC&#10;j2Jj3tfTy5PvP2zp0i/enpvXiVK9m+5xDiJSF//Ff+4XneaPx/d38PtOukE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a68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qXsUA&#10;AADeAAAADwAAAGRycy9kb3ducmV2LnhtbESP0YrCMBBF34X9hzCCL6KpW5SlGkWWdRFfpLofMDRj&#10;U2wmpYm2/v1GEHyb4d65585q09ta3Kn1lWMFs2kCgrhwuuJSwd95N/kC4QOyxtoxKXiQh836Y7DC&#10;TLuOc7qfQiliCPsMFZgQmkxKXxiy6KeuIY7axbUWQ1zbUuoWuxhua/mZJAtpseJIMNjQt6HierrZ&#10;CDmmeDxcuvPut8cOfw6Gx9tcqdGw3y5BBOrD2/y63utYP03nc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ep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NhE8UA&#10;AADeAAAADwAAAGRycy9kb3ducmV2LnhtbERPTUsDMRC9C/0PYQrebNbWrrI2LVIVROihrSDehs10&#10;d3EzCcnYXf+9EQRv83ifs9qMrldniqnzbOB6VoAirr3tuDHwdny+ugOVBNli75kMfFOCzXpyscLK&#10;+oH3dD5Io3IIpwoNtCKh0jrVLTlMMx+IM3fy0aFkGBttIw453PV6XhSldthxbmgx0Lal+vPw5Qzs&#10;hqfwelsuT+Ej3sx1erTyvhVjLqfjwz0ooVH+xX/uF5vnLxb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2E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RssUA&#10;AADeAAAADwAAAGRycy9kb3ducmV2LnhtbESP3YrCMBCF7wXfIYywN7KmbtGVahSRVcQb8ecBhmZs&#10;is2kNFnbffuNIHg3wzlzvjOLVWcr8aDGl44VjEcJCOLc6ZILBdfL9nMGwgdkjZVjUvBHHlbLfm+B&#10;mXYtn+hxDoWIIewzVGBCqDMpfW7Ioh+5mjhqN9dYDHFtCqkbbGO4reRXkkylxZIjwWBNG0P5/fxr&#10;I+SY4vFway/bXYct/hwMD9cnpT4G3XoOIlAX3ubX9V7H+mk6+Yb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29G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Q+scA&#10;AADeAAAADwAAAGRycy9kb3ducmV2LnhtbESPQUsDQQyF74L/YYjgzc7a2iprp0WqgggerIJ4Czvp&#10;7uJOZpiJ3fXfm4PgLeG9vPdlvZ3CYI6USx/ZweWsAkPcRN9z6+D97fHiBkwRZI9DZHLwQwW2m9OT&#10;NdY+jvxKx720RkO41OigE0m1taXpKGCZxUSs2iHmgKJrbq3POGp4GOy8qlY2YM/a0GGiXUfN1/47&#10;OHgZH9Lz9Wp5SJ/5am7LvZePnTh3fjbd3YIRmuTf/Hf95BV/sVgq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AUP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oiMUA&#10;AADeAAAADwAAAGRycy9kb3ducmV2LnhtbERP32vCMBB+F/Y/hBvsZcxUi7J1RlEhTHAwdIO9Hs3Z&#10;ljWXkmS2+++NMPDtPr6ft1gNthVn8qFxrGAyzkAQl840XCn4+tRPzyBCRDbYOiYFfxRgtbwbLbAw&#10;rucDnY+xEimEQ4EK6hi7QspQ1mQxjF1HnLiT8xZjgr6SxmOfwm0rp1k2lxYbTg01drStqfw5/loF&#10;m4++yv1juRnc/vT2PdPa6Het1MP9sH4FEWmIN/G/e2fS/DyfvcD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ei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/BV8YA&#10;AADeAAAADwAAAGRycy9kb3ducmV2LnhtbESPQW/CMAyF75P2HyJP2m2kgw2hQkBoUyU07TLgB1iN&#10;aQqNUyWhlH8/HybtZsvP771vtRl9pwaKqQ1s4HVSgCKug225MXA8VC8LUCkjW+wCk4E7JdisHx9W&#10;WNpw4x8a9rlRYsKpRAMu577UOtWOPKZJ6InldgrRY5Y1NtpGvIm57/S0KObaY8uS4LCnD0f1ZX/1&#10;Bqqv6fdwudpYhe345undnRefzpjnp3G7BJVpzP/iv++dlfqz2VwABE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/BV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uM8QA&#10;AADeAAAADwAAAGRycy9kb3ducmV2LnhtbERP32vCMBB+H/g/hBN8GTPVMpHOKDoIExyM6WCvR3O2&#10;xeZSksx2/70RBnu7j+/nrTaDbcWVfGgcK5hNMxDEpTMNVwq+TvppCSJEZIOtY1LwSwE269HDCgvj&#10;ev6k6zFWIoVwKFBBHWNXSBnKmiyGqeuIE3d23mJM0FfSeOxTuG3lPMsW0mLDqaHGjl5rKi/HH6tg&#10;99FXuX8sd4M7nN++n7U2+l0rNRkP2xcQkYb4L/5z702an+eLG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TLj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6u8IA&#10;AADeAAAADwAAAGRycy9kb3ducmV2LnhtbERP3WrCMBS+H/gO4Qi7m6nViVSjiFIY4s3cHuDQHJtq&#10;c1KSWLu3XwYD787H93vW28G2oicfGscKppMMBHHldMO1gu+v8m0JIkRkja1jUvBDAbab0csaC+0e&#10;/En9OdYihXAoUIGJsSukDJUhi2HiOuLEXZy3GBP0tdQeHynctjLPsoW02HBqMNjR3lB1O9+tgvKY&#10;n/rbXfvS7Ya5pXdzXR6MUq/jYbcCEWmIT/G/+0On+bPZIoe/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fq7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ByMEA&#10;AADeAAAADwAAAGRycy9kb3ducmV2LnhtbERPzWrCQBC+F/oOyxS8NRubKhKzESkoemz0AYbsmIRk&#10;Z2N2NfHtXaHQ23x8v5NtJtOJOw2usaxgHsUgiEurG64UnE+7zxUI55E1dpZJwYMcbPL3twxTbUf+&#10;pXvhKxFC2KWooPa+T6V0ZU0GXWR74sBd7GDQBzhUUg84hnDTya84XkqDDYeGGnv6qalsi5tR8P0Y&#10;99di0cY7bWh+TPoj+3Kh1Oxj2q5BeJr8v/jPfdBhfpIsE3i9E26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zwcj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PE8MA&#10;AADeAAAADwAAAGRycy9kb3ducmV2LnhtbERPTYvCMBC9C/sfwix4s+nqUtxqFFlRFk/aVc9DM7bF&#10;ZlKaqPXfG0HwNo/3OdN5Z2pxpdZVlhV8RTEI4tzqigsF+//VYAzCeWSNtWVScCcH89lHb4qptjfe&#10;0TXzhQgh7FJUUHrfpFK6vCSDLrINceBOtjXoA2wLqVu8hXBTy2EcJ9JgxaGhxIZ+S8rP2cUouCTH&#10;4Z5PG73Nlvf1z3K1cPJQKNX/7BYTEJ46/xa/3H86zB+Nkm9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hPE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talcYA&#10;AADeAAAADwAAAGRycy9kb3ducmV2LnhtbERPS2vCQBC+F/oflhG81Y2mDRpdpQqFtgfF18HbmB2T&#10;tNnZNLvV9N93BcHbfHzPmcxaU4kzNa60rKDfi0AQZ1aXnCvYbd+ehiCcR9ZYWSYFf+RgNn18mGCq&#10;7YXXdN74XIQQdikqKLyvUyldVpBB17M1ceBOtjHoA2xyqRu8hHBTyUEUJdJgyaGhwJoWBWXfm1+j&#10;YL8aJqPV/OP563N5xNjon4MuE6W6nfZ1DMJT6+/im/tdh/lxnLzA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tal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BTdsMA&#10;AADeAAAADwAAAGRycy9kb3ducmV2LnhtbERPS4vCMBC+C/6HMII3TbVSpGsUH6iLJ1eFvQ7NbFu2&#10;mZQmavXXmwVhb/PxPWe2aE0lbtS40rKC0TACQZxZXXKu4HLeDqYgnEfWWFkmBQ9ysJh3OzNMtb3z&#10;F91OPhchhF2KCgrv61RKlxVk0A1tTRy4H9sY9AE2udQN3kO4qeQ4ihJpsOTQUGBN64Ky39PVKHgm&#10;33h0+/FqE2tPj8l0Zw/HnVL9Xrv8AOGp9f/it/tTh/lxnCT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BTd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fQ8MA&#10;AADeAAAADwAAAGRycy9kb3ducmV2LnhtbERPS27CMBDdI/UO1lTqDpzyJ41BVUUldoXAAUbx1IkS&#10;j0PsQtrT40pI7ObpfSfb9LYRF+p85VjB6ygBQVw4XbFRcDp+DpcgfEDW2DgmBb/kYbN+GmSYanfl&#10;A13yYEQMYZ+igjKENpXSFyVZ9CPXEkfu23UWQ4SdkbrDawy3jRwnyVxarDg2lNjSR0lFnf9YBWc3&#10;nuk+3+JXvV3tK2Om57/DVKmX5/79DUSgPjzEd/dOx/mTyXwB/+/EG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WfQ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t2sYA&#10;AADeAAAADwAAAGRycy9kb3ducmV2LnhtbESPQU/DMAyF75P4D5GRuLEUKkrpmk2AhLTrBgeOJvHa&#10;jsYpTegKvx4fkHaz9Z7f+1xvZt+ricbYBTZws8xAEdvgOm4MvL2+XJegYkJ22AcmAz8UYbO+WNRY&#10;uXDiHU371CgJ4VihgTalodI62pY8xmUYiEU7hNFjknVstBvxJOG+17dZVmiPHUtDiwM9t2Q/99/e&#10;wLb7oLvCHh58+WR3779fKb8/OmOuLufHFahEczqb/6+3TvDzvBBeeUdm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Zt2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xlsYA&#10;AADeAAAADwAAAGRycy9kb3ducmV2LnhtbERP0WrCQBB8L/gPxwp9qxcVpIm5SBUES61QFfu65La5&#10;0NxeyF1j/HuvUOjb7M7OzE6+Gmwjeup87VjBdJKAIC6drrlScD5tn55B+ICssXFMCm7kYVWMHnLM&#10;tLvyB/XHUIlowj5DBSaENpPSl4Ys+olriSP35TqLIY5dJXWH12huGzlLkoW0WHNMMNjSxlD5ffyx&#10;Cno83JJPs35PX+t9OTusL2867tXjeHhZggg0hP/jP/VOx/fn80UKv3UiBl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sxl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XRTMYA&#10;AADeAAAADwAAAGRycy9kb3ducmV2LnhtbESPQU/DMAyF70j7D5GRuLGUTmKoLJumSUMcoduBo2m8&#10;plvjVElYC78eH5C42fLze+9bbSbfqyvF1AU28DAvQBE3wXbcGjge9vdPoFJGttgHJgPflGCznt2s&#10;sLJh5He61rlVYsKpQgMu56HSOjWOPKZ5GIjldgrRY5Y1ttpGHMXc97osikftsWNJcDjQzlFzqb+8&#10;gfGl+TyXpw/rfuIQ9vVbOJd9MObudto+g8o05X/x3/erlfqLxVIABE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XRT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kwMQA&#10;AADeAAAADwAAAGRycy9kb3ducmV2LnhtbERP22oCMRB9L/Qfwgh9q1kVqqxG8VKhFEW8vY+bcXdr&#10;Mlk2qa5/b4RC3+ZwrjOaNNaIK9W+dKyg005AEGdOl5wrOOyX7wMQPiBrNI5JwZ08TMavLyNMtbvx&#10;lq67kIsYwj5FBUUIVSqlzwqy6NuuIo7c2dUWQ4R1LnWNtxhujewmyYe0WHJsKLCieUHZZfdrFSw3&#10;C/PTXW+nRxnmn/2TGXzPFiul3lrNdAgiUBP+xX/uLx3n93r9DjzfiT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xZM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UnI8UA&#10;AADeAAAADwAAAGRycy9kb3ducmV2LnhtbERPTWvCQBC9C/0PyxR6Ed3UYJXUVYogWlCoUfA6ZqdJ&#10;MDsbstuY/ntXELzN433ObNGZSrTUuNKygvdhBII4s7rkXMHxsBpMQTiPrLGyTAr+ycFi/tKbYaLt&#10;lffUpj4XIYRdggoK7+tESpcVZNANbU0cuF/bGPQBNrnUDV5DuKnkKIo+pMGSQ0OBNS0Lyi7pn1HQ&#10;/mzP+aZ19fdl2nfj+Lxe7/RJqbfX7usThKfOP8UP90aH+XE8GcH9nXC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Sc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8pcYA&#10;AADeAAAADwAAAGRycy9kb3ducmV2LnhtbERPTWsCMRC9F/wPYYTeala3tXZrFC0IvRSq9aC3cTPu&#10;Lm4maxJ1669vhIK3ebzPGU9bU4szOV9ZVtDvJSCIc6srLhSsfxZPIxA+IGusLZOCX/IwnXQexphp&#10;e+ElnVehEDGEfYYKyhCaTEqfl2TQ92xDHLm9dQZDhK6Q2uElhptaDpJkKA1WHBtKbOijpPywOhkF&#10;87fR/Pj9zF/X5W5L283u8DJwiVKP3Xb2DiJQG+7if/enjvPT9DWF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X8pcYAAADeAAAADwAAAAAAAAAAAAAAAACYAgAAZHJz&#10;L2Rvd25yZXYueG1sUEsFBgAAAAAEAAQA9QAAAIsDAAAAAA==&#10;" fillcolor="black" stroked="f"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9q0ccA&#10;AADeAAAADwAAAGRycy9kb3ducmV2LnhtbERPS2sCMRC+F/ofwhR6q9mqtbIapVaFQu3Bx6HH6Wbc&#10;DbuZLJuoq7/eFARv8/E9ZzxtbSWO1HjjWMFrJwFBnDltOFew2y5fhiB8QNZYOSYFZ/IwnTw+jDHV&#10;7sRrOm5CLmII+xQVFCHUqZQ+K8ii77iaOHJ711gMETa51A2eYritZDdJBtKi4dhQYE2fBWXl5mAV&#10;/H4PzHBtqPu3uswWevVWzn7mpVLPT+3HCESgNtzFN/eXjvN7vfc+/L8Tb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fatH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ieMQA&#10;AADeAAAADwAAAGRycy9kb3ducmV2LnhtbERPTWsCMRC9F/wPYYTealalraxGEUtpLx5qFa/DZrrZ&#10;7mayJlFXf70pCL3N433ObNHZRpzIh8qxguEgA0FcOF1xqWD7/f40AREissbGMSm4UIDFvPcww1y7&#10;M3/RaRNLkUI45KjAxNjmUobCkMUwcC1x4n6ctxgT9KXUHs8p3DZylGUv0mLFqcFgSytDRb05WgV+&#10;uX+rr3zc1dl1fQkfv91hgkapx363nIKI1MV/8d39qdP88fj1Gf7eST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Bon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KRMQA&#10;AADeAAAADwAAAGRycy9kb3ducmV2LnhtbERP22rCQBB9L/gPyxT6UnSjgrGpq4hQKFQKXj5gmp0m&#10;obuzITvV2K93hYJvczjXWax679SJutgENjAeZaCIy2AbrgwcD2/DOagoyBZdYDJwoQir5eBhgYUN&#10;Z97RaS+VSiEcCzRQi7SF1rGsyWMchZY4cd+h8ygJdpW2HZ5TuHd6kmUz7bHh1FBjS5uayp/9rzfg&#10;Jl/u5SOPW7kc9Tb787J7/rTGPD3261dQQr3cxf/ud5vmT6f5D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iik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uhcQA&#10;AADeAAAADwAAAGRycy9kb3ducmV2LnhtbERPTWsCMRC9F/wPYQrearYKVbZG0YqwFw9dFa/jZrpZ&#10;TCbLJtXVX98UCr3N433OfNk7K67UhcazgtdRBoK48rrhWsFhv32ZgQgRWaP1TAruFGC5GDzNMdf+&#10;xp90LWMtUgiHHBWYGNtcylAZchhGviVO3JfvHMYEu1rqDm8p3Fk5zrI36bDh1GCwpQ9D1aX8dgo2&#10;ZWvHh8Ksw+m4O59t8djSaaPU8LlfvYOI1Md/8Z+70Gn+ZDKdwu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+boX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IwcUA&#10;AADeAAAADwAAAGRycy9kb3ducmV2LnhtbESPQWsCMRCF74X+hzCF3mrSCiqrUUqpIHjS6sHbkIy7&#10;q5vJsknd7b93DkJvM7w3732zWA2hUTfqUh3ZwvvIgCJ20ddcWjj8rN9moFJG9thEJgt/lGC1fH5a&#10;YOFjzzu67XOpJIRTgRaqnNtC6+QqCphGsSUW7Ry7gFnWrtS+w17CQ6M/jJnogDVLQ4UtfVXkrvvf&#10;YOGy1tvoDLrj4dhv/PT0PaHGWPv6MnzOQWUa8r/5cb3xgj8eT4VX3p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5EjB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ePcQA&#10;AADeAAAADwAAAGRycy9kb3ducmV2LnhtbERPTWvCQBC9F/wPywi91Y0GrEZXsYVCqXioFvE4Zsck&#10;JDsbdleN/94VCt7m8T5nvuxMIy7kfGVZwXCQgCDOra64UPC3+3qbgPABWWNjmRTcyMNy0XuZY6bt&#10;lX/psg2FiCHsM1RQhtBmUvq8JIN+YFviyJ2sMxgidIXUDq8x3DRylCRjabDi2FBiS58l5fX2bBQc&#10;zms+bdKflfsIe9vtfD06TmqlXvvdagYiUBee4n/3t47z0/R9Co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AHj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S9ckA&#10;AADeAAAADwAAAGRycy9kb3ducmV2LnhtbESPQU/CQBCF7yb+h82YcJOtIKYUFiIkJl5MADnAbeiO&#10;bUN3tu6uUP31zsHE20zmzXvvmy9716oLhdh4NvAwzEARl942XBnYv7/c56BiQrbYeiYD3xRhubi9&#10;mWNh/ZW3dNmlSokJxwIN1Cl1hdaxrMlhHPqOWG4fPjhMsoZK24BXMXetHmXZk3bYsCTU2NG6pvK8&#10;+3IGVtN89bl55Lef7elIx8PpPBmFzJjBXf88A5WoT//iv+9XK/XH41wABE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HIS9ckAAADeAAAADwAAAAAAAAAAAAAAAACYAgAA&#10;ZHJzL2Rvd25yZXYueG1sUEsFBgAAAAAEAAQA9QAAAI4DAAAAAA==&#10;" fillcolor="black" stroked="f"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8xMMA&#10;AADeAAAADwAAAGRycy9kb3ducmV2LnhtbERP30vDMBB+F/Y/hBv45tJZGKMuG2UwJj51U/H11pxN&#10;sbmUJGb1v18Ewbf7+H7eZjfZQSTyoXesYLkoQBC3TvfcKXh7PTysQYSIrHFwTAp+KMBuO7vbYKXd&#10;lU+UzrETOYRDhQpMjGMlZWgNWQwLNxJn7tN5izFD30nt8ZrD7SAfi2IlLfacGwyOtDfUfp2/rYJ0&#10;2Td1mT6SOb34uvOuOb5fGqXu51P9BCLSFP/Ff+5nneeX5XoJv+/kG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i8x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musQA&#10;AADeAAAADwAAAGRycy9kb3ducmV2LnhtbERPTWvCQBC9F/wPyxS86UYFsamrFFFRL2paaI9DdpoN&#10;zc6G7BrT/npXEHqbx/uc+bKzlWip8aVjBaNhAoI4d7rkQsHH+2YwA+EDssbKMSn4JQ/LRe9pjql2&#10;Vz5Tm4VCxBD2KSowIdSplD43ZNEPXU0cuW/XWAwRNoXUDV5juK3kOEmm0mLJscFgTStD+U92sQr8&#10;aLX+PNi/l/Zra/iY7c30VBil+s/d2yuIQF34Fz/cOx3nTyazMdzfiT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2Zrr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7348" w:rsidRDefault="00807348" w:rsidP="008073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7348" w:rsidRDefault="00807348" w:rsidP="008073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07348" w:rsidRPr="004A7D10" w:rsidRDefault="00807348" w:rsidP="008073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7348" w:rsidRDefault="00807348" w:rsidP="0080734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807348" w:rsidRDefault="00807348" w:rsidP="0080734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7348" w:rsidRPr="0060655C" w:rsidRDefault="00807348" w:rsidP="0080734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807348" w:rsidRPr="0060655C" w:rsidRDefault="00807348" w:rsidP="00807348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807348" w:rsidRPr="0060655C" w:rsidRDefault="00807348" w:rsidP="0080734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Носолюку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807348" w:rsidRPr="0060655C" w:rsidRDefault="00807348" w:rsidP="0080734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7348" w:rsidRPr="0060655C" w:rsidRDefault="00807348" w:rsidP="008073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807348" w:rsidRPr="0060655C" w:rsidRDefault="00807348" w:rsidP="008073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07348" w:rsidRPr="0060655C" w:rsidRDefault="00807348" w:rsidP="008073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0,0839 га,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07348" w:rsidRPr="0060655C" w:rsidRDefault="00807348" w:rsidP="0080734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927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27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00839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6823984000:01:009:0111, 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07348" w:rsidRPr="0060655C" w:rsidRDefault="00807348" w:rsidP="0080734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807348" w:rsidRDefault="00807348" w:rsidP="0080734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807348" w:rsidRPr="00807348" w:rsidRDefault="00807348" w:rsidP="00807348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BD72CE" w:rsidRPr="00807348" w:rsidRDefault="00807348" w:rsidP="0080734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D72CE" w:rsidRPr="00807348" w:rsidSect="00807348">
      <w:pgSz w:w="12240" w:h="15840"/>
      <w:pgMar w:top="1440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D0" w:rsidRDefault="00280ED0">
      <w:pPr>
        <w:spacing w:after="0" w:line="240" w:lineRule="auto"/>
      </w:pPr>
      <w:r>
        <w:separator/>
      </w:r>
    </w:p>
  </w:endnote>
  <w:endnote w:type="continuationSeparator" w:id="0">
    <w:p w:rsidR="00280ED0" w:rsidRDefault="0028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D0" w:rsidRDefault="00280ED0">
      <w:pPr>
        <w:spacing w:after="0" w:line="240" w:lineRule="auto"/>
      </w:pPr>
      <w:r>
        <w:separator/>
      </w:r>
    </w:p>
  </w:footnote>
  <w:footnote w:type="continuationSeparator" w:id="0">
    <w:p w:rsidR="00280ED0" w:rsidRDefault="00280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48"/>
    <w:rsid w:val="00280ED0"/>
    <w:rsid w:val="00807348"/>
    <w:rsid w:val="009279DD"/>
    <w:rsid w:val="009C25E8"/>
    <w:rsid w:val="00B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4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734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734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734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4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734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734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734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2020-12-24T17:11:00Z</dcterms:created>
  <dcterms:modified xsi:type="dcterms:W3CDTF">2020-12-24T18:45:00Z</dcterms:modified>
</cp:coreProperties>
</file>