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E21" w:rsidRPr="00E269E7" w:rsidRDefault="00BC4E21" w:rsidP="00BC4E21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070D6C" wp14:editId="729AC13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15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4E21" w:rsidRDefault="00BC4E21" w:rsidP="00BC4E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Bycuc1fe57tRNrWdy3XU4xiQ&#10;1F5e6nt4MeRx5joCpagjV+gIZ1pxaYE/7mP0MB1votPp8us9e53w09mRPMiNdxZ+Pj2Su49cUHBv&#10;Hbx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TWIM97PrgM0YzZ8xDCWwqJHgrkRbkY7aD5skPynj5WaEoUFRU2H1LEiezEOAAkEBim78pHS&#10;bwgLp0PiagR3piWeYs760E0Lf+gwACMeCNJgjYAUZ7S2/nHkRbniZqeTxpw6cDVCLhPSLVkFo3Hw&#10;USMuJp2MIx8GJp8pZgUerNbIdTau/fA+x+ViHanURiqMldpEqcIapriyYG3o39FhijYEKiv1RTh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FcYmqvEdwAAQFkEAA4AAAAAAAAAAAAA&#10;AAAALgIAAGRycy9lMm9Eb2MueG1sUEsBAi0AFAAGAAgAAAAhALIdTJvgAAAACgEAAA8AAAAAAAAA&#10;AAAAAAAAHnoAAGRycy9kb3ducmV2LnhtbFBLBQYAAAAABAAEAPMAAAAr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tI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2BuO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j7SD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9XMUA&#10;AADdAAAADwAAAGRycy9kb3ducmV2LnhtbERPy2oCMRTdF/oP4RbciGYUtHVqlCKM2i4KPqDby+R2&#10;Mu3kZkiijn69WRS6PJz3fNnZRpzJh9qxgtEwA0FcOl1zpeB4KAYvIEJE1tg4JgVXCrBcPD7MMdfu&#10;wjs672MlUgiHHBWYGNtcylAashiGriVO3LfzFmOCvpLa4yWF20aOs2wqLdacGgy2tDJU/u5PVsFP&#10;8Wm+Vs+3te/PdnTrFx+b5n2qVO+pe3sFEamL/+I/91YrmIwmaW56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r1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56uMUA&#10;AADdAAAADwAAAGRycy9kb3ducmV2LnhtbESP3WrCQBCF7wu+wzIFb4putKTU6CaI1FJyI/48wJAd&#10;s6HZ2ZDdmvj2bqHQy8P5+TibYrStuFHvG8cKFvMEBHHldMO1gst5P3sH4QOyxtYxKbiThyKfPG0w&#10;027gI91OoRZxhH2GCkwIXSalrwxZ9HPXEUfv6nqLIcq+lrrHIY7bVi6T5E1abDgSDHa0M1R9n35s&#10;hBxe8VBeh/P+c8QBP0rDL9ujUtPncbsGEWgM/+G/9pdWkC7SF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nq4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MOMMA&#10;AADdAAAADwAAAGRycy9kb3ducmV2LnhtbERPTUsDMRC9C/6HMII3m22xq6xNS2kriOChVSi9DZvp&#10;7uJmEpJpd/335iB4fLzvxWp0vbpSTJ1nA9NJAYq49rbjxsDX5+vDM6gkyBZ7z2TghxKslrc3C6ys&#10;H3hP14M0KodwqtBAKxIqrVPdksM08YE4c2cfHUqGsdE24pDDXa9nRVFqhx3nhhYDbVqqvw8XZ+Bj&#10;2IX3p3J+Dqf4ONNpa+W4EWPu78b1CyihUf7Ff+43a2A+LfP+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MO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8A8MA&#10;AADdAAAADwAAAGRycy9kb3ducmV2LnhtbESP3YrCMBCF7wXfIYywN7KmVZSlGkUWXcQbqfoAQzM2&#10;xWZSmqztvv1GELw8nJ+Ps9r0thYPan3lWEE6SUAQF05XXCq4XvafXyB8QNZYOyYFf+Rhsx4OVphp&#10;13FOj3MoRRxhn6ECE0KTSekLQxb9xDXE0bu51mKIsi2lbrGL47aW0yRZSIsVR4LBhr4NFffzr42Q&#10;0wxPx1t32f/02OHuaHi8zZX6GPXbJYhAfXiHX+2DVjBP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S8A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31M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la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331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HyMc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qbj2Q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Hy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wAMMA&#10;AADdAAAADwAAAGRycy9kb3ducmV2LnhtbESP0YrCMBRE3xf8h3AF39ZUUZFqFFEKsviy6gdcmmtT&#10;bW5KEmv37zcLwj4OM3OGWW9724iOfKgdK5iMMxDEpdM1Vwqul+JzCSJEZI2NY1LwQwG2m8HHGnPt&#10;XvxN3TlWIkE45KjAxNjmUobSkMUwdi1x8m7OW4xJ+kpqj68Et42cZtlCWqw5LRhsaW+ofJyfVkHx&#10;NT11j6f2hdv1M0tzc18ejFKjYb9bgYjUx//wu33UCuaTxQz+3q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wA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TP3s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ZDPlz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TP3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4L7M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zSrP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OC+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0UcQA&#10;AADdAAAADwAAAGRycy9kb3ducmV2LnhtbESPzWrDMBCE74W8g9hAb43stk6CE8WUgEtzrJMHWKyN&#10;bWKtHEvxz9tXhUKPw8x8w+yzybRioN41lhXEqwgEcWl1w5WCyzl/2YJwHllja5kUzOQgOyye9phq&#10;O/I3DYWvRICwS1FB7X2XSunKmgy6le2Ig3e1vUEfZF9J3eMY4KaVr1G0lgYbDgs1dnSsqbwVD6Pg&#10;fR4/70Vyi3JtKD69dSf2ZaLU83L62IHwNPn/8F/7SytI4vUG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HtF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5P8AA&#10;AADdAAAADwAAAGRycy9kb3ducmV2LnhtbERPTYvCMBC9C/6HMII3TRUsWo0iiiJ7Wmv1PDRjW2wm&#10;pYla/705LOzx8b5Xm87U4kWtqywrmIwjEMS51RUXCrLLYTQH4TyyxtoyKfiQg82631thou2bz/RK&#10;fSFCCLsEFZTeN4mULi/JoBvbhjhwd9sa9AG2hdQtvkO4qeU0imJpsOLQUGJDu5LyR/o0Cp7xbZrx&#10;/Uf/pvvPcbE/bJ28FkoNB912CcJT5//Ff+6TVjCbxG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5P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jo8gA&#10;AADdAAAADwAAAGRycy9kb3ducmV2LnhtbESPT2vCQBTE7wW/w/KE3urG1gaNrlKFgu2hwX8Hb8/s&#10;M4lm36bZrabfvlsQPA4z8xtmMmtNJS7UuNKygn4vAkGcWV1yrmC7eX8agnAeWWNlmRT8koPZtPMw&#10;wUTbK6/osva5CBB2CSoovK8TKV1WkEHXszVx8I62MeiDbHKpG7wGuKnkcxTF0mDJYaHAmhYFZef1&#10;j1GwS4fxKJ1/DE6fXwd8Mfp7r8tYqcdu+zYG4an19/CtvdQKXvvxCP7fhCc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JeO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eEMEA&#10;AADdAAAADwAAAGRycy9kb3ducmV2LnhtbERPy4rCMBTdC/5DuII7TX2MSjXKjKIjrnyB20tzbYvN&#10;TWmiVr9+shhweTjv2aI2hXhQ5XLLCnrdCARxYnXOqYLzad2ZgHAeWWNhmRS8yMFi3mzMMNb2yQd6&#10;HH0qQgi7GBVk3pexlC7JyKDr2pI4cFdbGfQBVqnUFT5DuClkP4pG0mDOoSHDkpYZJbfj3Sh4jy64&#10;d7/9n9VAe3oNJxu722+Uarfq7ykIT7X/iP/dW63gqzcO+8Ob8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+HhD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oM8QA&#10;AADdAAAADwAAAGRycy9kb3ducmV2LnhtbESP0WrCQBRE3wv+w3KFvtVNRGsbXUVEoW/W6AdcstdN&#10;MHs3Zrca+/WuIPg4zMwZZrbobC0u1PrKsYJ0kIAgLpyu2Cg47DcfXyB8QNZYOyYFN/KwmPfeZphp&#10;d+UdXfJgRISwz1BBGUKTSemLkiz6gWuIo3d0rcUQZWukbvEa4baWwyT5lBYrjgslNrQqqTjlf1bB&#10;2Q3HusvXuD2tv38rY0bn/91Iqfd+t5yCCNSFV/jZ/tEKxukk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q6D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8LMQA&#10;AADd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scD+H8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Z/C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yqQ8MA&#10;AADdAAAADwAAAGRycy9kb3ducmV2LnhtbERPXWvCMBR9F/Yfwh34pqmOOa1GmQNhY1qYyvZ6aa5N&#10;WXNTmqzWf78Igo/nm7NYdbYSLTW+dKxgNExAEOdOl1woOB42gykIH5A1Vo5JwYU8rJYPvQWm2p35&#10;i9p9KEQsYZ+iAhNCnUrpc0MW/dDVxFE7ucZiiLAppG7wHMttJcdJMpEWS44LBmt6M5T/7v+sghaz&#10;S/Jj1rvZR7nNx9n6+1NHXvUfu9c5iEBduJtv6Xet4Hn08g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yq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6MV8UA&#10;AADdAAAADwAAAGRycy9kb3ducmV2LnhtbESPQUvDQBSE70L/w/IEb3bToFZit6UIFY+a9uDxmX3N&#10;pmbfC7trE/31riB4HGbmG2a1mXyvzhRiJ2xgMS9AETdiO24NHPa763tQMSFb7IXJwBdF2KxnFyus&#10;rIz8Suc6tSpDOFZowKU0VFrHxpHHOJeBOHtHCR5TlqHVNuCY4b7XZVHcaY8d5wWHAz06aj7qT29g&#10;fGreT+XxzbrvMMiufpFT2YsxV5fT9gFUoin9h//az9bA7WJ5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ox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va8YA&#10;AADdAAAADwAAAGRycy9kb3ducmV2LnhtbESPW2sCMRSE3wv9D+EIfatZBausRvFSoRRFvL0fN8fd&#10;rcnJskl1/fdGKPRxmJlvmNGksUZcqfalYwWddgKCOHO65FzBYb98H4DwAVmjcUwK7uRhMn59GWGq&#10;3Y23dN2FXEQI+xQVFCFUqZQ+K8iib7uKOHpnV1sMUda51DXeItwa2U2SD2mx5LhQYEXzgrLL7tcq&#10;WG4W5qe73k6PMsw/+ycz+J4tVkq9tZrpEESgJvyH/9pfWkGv0+/B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lva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8pccA&#10;AADdAAAADwAAAGRycy9kb3ducmV2LnhtbESPS2vDMBCE74X+B7GFXkoiuyUP3CimBIJTSCEv6HVj&#10;bW1ja2Us1XH/fRQI9DjMzDfMIh1MI3rqXGVZQTyOQBDnVldcKDgd16M5COeRNTaWScEfOUiXjw8L&#10;TLS98J76gy9EgLBLUEHpfZtI6fKSDLqxbYmD92M7gz7IrpC6w0uAm0a+RtFUGqw4LJTY0qqkvD78&#10;GgX9bnsuNr1rP+v5i5u8nbPsS38r9fw0fLyD8DT4//C9vdEKJvFsCr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P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l98cA&#10;AADdAAAADwAAAGRycy9kb3ducmV2LnhtbESPzWsCMRTE7wX/h/AEbzWr1K/VKLVQ6KXg10Fvz81z&#10;d3Hzsk2ibvvXN4LgcZiZ3zCzRWMqcSXnS8sKet0EBHFmdcm5gt3283UMwgdkjZVlUvBLHhbz1ssM&#10;U21vvKbrJuQiQtinqKAIoU6l9FlBBn3X1sTRO1lnMETpcqkd3iLcVLKfJENpsOS4UGBNHwVl583F&#10;KFhOxsuf1Rt//62PBzrsj+dB3yVKddrN+xREoCY8w4/2l1Yw6I1GcH8Tn4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x5ffHAAAA3QAAAA8AAAAAAAAAAAAAAAAAmAIAAGRy&#10;cy9kb3ducmV2LnhtbFBLBQYAAAAABAAEAPUAAACMAwAAAAA=&#10;" fillcolor="black" stroked="f"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yi8QA&#10;AADdAAAADwAAAGRycy9kb3ducmV2LnhtbERPz2vCMBS+D/Y/hCd4m6mCTqpRdDoY6A51O3h8Ns82&#10;tHkpTdTqX28Ogx0/vt/zZWdrcaXWG8cKhoMEBHHutOFCwe/P59sUhA/IGmvHpOBOHpaL15c5ptrd&#10;OKPrIRQihrBPUUEZQpNK6fOSLPqBa4gjd3atxRBhW0jd4i2G21qOkmQiLRqODSU29FFSXh0uVsFx&#10;NzHTzNDotH+st3o/rtbfm0qpfq9bzUAE6sK/+M/9pRWMh+9xbnw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Hsov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4ppcYA&#10;AADdAAAADwAAAGRycy9kb3ducmV2LnhtbESPQWsCMRSE7wX/Q3iF3mpWoWq3RhFL0YsHbUuvj83r&#10;ZrublzWJuvrrjSD0OMzMN8x03tlGHMmHyrGCQT8DQVw4XXGp4Ovz43kCIkRkjY1jUnCmAPNZ72GK&#10;uXYn3tJxF0uRIBxyVGBibHMpQ2HIYui7ljh5v85bjEn6UmqPpwS3jRxm2UharDgtGGxpaaiodwer&#10;wC9+3usLH77r7LI5h9Vft5+gUerpsVu8gYjUxf/wvb3WCl4G4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4p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VVrcIA&#10;AADdAAAADwAAAGRycy9kb3ducmV2LnhtbERP22oCMRB9L/gPYQRfSs0qWHVrFBEKglLw8gHTzbi7&#10;NJksm6mufr15KPTxcO6LVeedulIb68AGRsMMFHERbM2lgfPp820GKgqyRReYDNwpwmrZe1lgbsON&#10;D3Q9SqlSCMccDVQiTa51LCryGIehIU7cJbQeJcG21LbFWwr3To+z7F17rDk1VNjQpqLi5/jrDbjx&#10;t5vvpnEv97PeZw8vh9cva8yg360/QAl18i/+c2+tgclolvan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VWt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/csUA&#10;AADdAAAADwAAAGRycy9kb3ducmV2LnhtbESPQWsCMRSE74X+h/AKvdXsChXZGkUrwl48uLV4fW6e&#10;m8XkZdmkuvbXN4LQ4zAz3zCzxeCsuFAfWs8K8lEGgrj2uuVGwf5r8zYFESKyRuuZFNwowGL+/DTD&#10;Qvsr7+hSxUYkCIcCFZgYu0LKUBtyGEa+I07eyfcOY5J9I3WP1wR3Vo6zbCIdtpwWDHb0aag+Vz9O&#10;wbrq7HhfmlU4fG+PR1v+buiwVur1ZVh+gIg0xP/wo11qBe/5NIf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f9y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utMQA&#10;AADdAAAADwAAAGRycy9kb3ducmV2LnhtbESPS4sCMRCE78L+h9ALe9NEwQejUWRZQdiTr4O3Jmln&#10;RiedYRKd2X+/EQSPRVV9RS1WnavEg5pQetYwHCgQxMbbknMNx8OmPwMRIrLFyjNp+KMAq+VHb4GZ&#10;9S3v6LGPuUgQDhlqKGKsMymDKchhGPiaOHkX3ziMSTa5tA22Ce4qOVJqIh2WnBYKrOm7IHPb352G&#10;60b+eqPQnI6ndmun558JVUrrr89uPQcRqYvv8Ku9tRrGw9kInm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Lr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pAcUA&#10;AADdAAAADwAAAGRycy9kb3ducmV2LnhtbESPQWvCQBSE70L/w/KE3nSjYgmpq9hCoSg9NIr0+Mw+&#10;k5Ds27C7avz3XUHwOMzMN8xi1ZtWXMj52rKCyTgBQVxYXXOpYL/7GqUgfEDW2FomBTfysFq+DBaY&#10;aXvlX7rkoRQRwj5DBVUIXSalLyoy6Me2I47eyTqDIUpXSu3wGuGmldMkeZMGa44LFXb0WVHR5Gej&#10;4O+85dPPbLN2H+Fg+51vpse0Uep12K/fQQTqwzP8aH9rBfNJOoP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Sk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Lp8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oG3bQP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2C6fHAAAA3QAAAA8AAAAAAAAAAAAAAAAAmAIAAGRy&#10;cy9kb3ducmV2LnhtbFBLBQYAAAAABAAEAPUAAACMAwAAAAA=&#10;" fillcolor="black" stroked="f"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UPcUA&#10;AADdAAAADwAAAGRycy9kb3ducmV2LnhtbESPzWrDMBCE74W8g9hAb42clpTgRgkmUFp6cv7odWNt&#10;LBNrZSRVcd++KhR6HGbmG2a1GW0vEvnQOVYwnxUgiBunO24VHA+vD0sQISJr7B2Tgm8KsFlP7lZY&#10;anfjHaV9bEWGcChRgYlxKKUMjSGLYeYG4uxdnLcYs/St1B5vGW57+VgUz9Jix3nB4EBbQ811/2UV&#10;pPO2rp7SZzK7D1+13tVvp3Ot1P10rF5ARBrjf/iv/a4VLObL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lQ9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quMYA&#10;AADdAAAADwAAAGRycy9kb3ducmV2LnhtbESPQWvCQBSE7wX/w/IK3uomQoNGVymipfXSNhbq8ZF9&#10;zYZm34bsGqO/3i0Uehxm5htmuR5sI3rqfO1YQTpJQBCXTtdcKfg87B5mIHxA1tg4JgUX8rBeje6W&#10;mGt35g/qi1CJCGGfowITQptL6UtDFv3EtcTR+3adxRBlV0nd4TnCbSOnSZJJizXHBYMtbQyVP8XJ&#10;KvDpZvu1t9d5f3w2/Fa8muy9MkqN74enBYhAQ/gP/7VftILHdJbB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Mqu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4E21" w:rsidRDefault="00BC4E21" w:rsidP="00BC4E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C4E21" w:rsidRDefault="00BC4E21" w:rsidP="00BC4E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4E21" w:rsidRDefault="00BC4E21" w:rsidP="00BC4E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C4E21" w:rsidRDefault="00BC4E21" w:rsidP="00BC4E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4E21" w:rsidRPr="0047512C" w:rsidRDefault="00BC4E21" w:rsidP="00BC4E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BC4E21" w:rsidRPr="00EA5D11" w:rsidRDefault="00BC4E21" w:rsidP="00BC4E21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Юрчик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О.М.</w:t>
      </w:r>
    </w:p>
    <w:p w:rsidR="00BC4E21" w:rsidRPr="00EA5D1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Олені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Максимівні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B1119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B111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6823984000:01:016:0030,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ді</w:t>
      </w:r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лянка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>)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Незалежності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, 111.</w:t>
      </w:r>
      <w:proofErr w:type="gramEnd"/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Юрчик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</w:t>
      </w:r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C4E21" w:rsidRPr="00EA5D11" w:rsidRDefault="00BC4E21" w:rsidP="00BC4E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C4E21" w:rsidRPr="00EA5D11" w:rsidRDefault="00BC4E21" w:rsidP="00BC4E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C4E21" w:rsidRPr="00EA5D11" w:rsidRDefault="00BC4E21" w:rsidP="00BC4E21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E7252A" w:rsidRPr="00BC4E21" w:rsidRDefault="00BC4E21" w:rsidP="00BC4E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7252A" w:rsidRPr="00BC4E2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899" w:rsidRDefault="00FD4899">
      <w:pPr>
        <w:spacing w:after="0" w:line="240" w:lineRule="auto"/>
      </w:pPr>
      <w:r>
        <w:separator/>
      </w:r>
    </w:p>
  </w:endnote>
  <w:endnote w:type="continuationSeparator" w:id="0">
    <w:p w:rsidR="00FD4899" w:rsidRDefault="00FD48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899" w:rsidRDefault="00FD4899">
      <w:pPr>
        <w:spacing w:after="0" w:line="240" w:lineRule="auto"/>
      </w:pPr>
      <w:r>
        <w:separator/>
      </w:r>
    </w:p>
  </w:footnote>
  <w:footnote w:type="continuationSeparator" w:id="0">
    <w:p w:rsidR="00FD4899" w:rsidRDefault="00FD48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E21"/>
    <w:rsid w:val="00BC4E21"/>
    <w:rsid w:val="00CF30B6"/>
    <w:rsid w:val="00E7252A"/>
    <w:rsid w:val="00EB1119"/>
    <w:rsid w:val="00FD48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2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C4E2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C4E2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C4E21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E21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C4E2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C4E21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C4E21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2021-02-01T06:41:00Z</dcterms:created>
  <dcterms:modified xsi:type="dcterms:W3CDTF">2021-02-01T07:35:00Z</dcterms:modified>
</cp:coreProperties>
</file>