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560" w:rsidRPr="00AF2E62" w:rsidRDefault="00E11560" w:rsidP="00E1156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11560" w:rsidRPr="00AF2E62" w:rsidRDefault="00E11560" w:rsidP="00E1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95AC2E" wp14:editId="63FB2BF0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186" name="Группа 14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18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560" w:rsidRDefault="00E11560" w:rsidP="00E115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795AC2E" id="Группа 1418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" fillcolor="black" stroked="f"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" fillcolor="black" stroked="f"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11560" w:rsidRDefault="00E11560" w:rsidP="00E115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11560" w:rsidRPr="00AF2E62" w:rsidRDefault="00E11560" w:rsidP="00E11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11560" w:rsidRPr="00AF2E62" w:rsidRDefault="00E11560" w:rsidP="00E1156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11560" w:rsidRPr="00AF2E62" w:rsidRDefault="00E11560" w:rsidP="00E11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11560" w:rsidRPr="00AF2E62" w:rsidRDefault="00E11560" w:rsidP="00E11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11560" w:rsidRPr="00AF2E62" w:rsidRDefault="00E11560" w:rsidP="00E11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E11560" w:rsidRPr="00AF2E62" w:rsidRDefault="00E11560" w:rsidP="00E1156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E11560" w:rsidRPr="00AF2E62" w:rsidRDefault="00E11560" w:rsidP="00E11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E11560" w:rsidRPr="00AF2E62" w:rsidRDefault="00E11560" w:rsidP="00E11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E11560" w:rsidRPr="00AF2E62" w:rsidRDefault="00E11560" w:rsidP="00E11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11560" w:rsidRPr="00AF2E62" w:rsidRDefault="00E11560" w:rsidP="00E11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E11560" w:rsidRPr="00AF2E62" w:rsidRDefault="00E11560" w:rsidP="00E11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11560" w:rsidRPr="00AF2E62" w:rsidRDefault="00E11560" w:rsidP="00E1156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11560" w:rsidRPr="00AF2E62" w:rsidRDefault="00E11560" w:rsidP="00E1156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11560" w:rsidRPr="00AF2E62" w:rsidRDefault="00E11560" w:rsidP="00E1156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E11560" w:rsidRPr="00AF2E62" w:rsidRDefault="00E11560" w:rsidP="00E1156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11560" w:rsidRPr="00AF2E62" w:rsidRDefault="00E11560" w:rsidP="00E1156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Поліщук Н.Є.</w:t>
      </w:r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Поліщук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Н.Є.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E11560" w:rsidRPr="00AF2E62" w:rsidRDefault="00E11560" w:rsidP="00E1156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Поліщук Ніні Євгенівні,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B4DED">
        <w:rPr>
          <w:rFonts w:ascii="Times New Roman" w:eastAsia="Calibri" w:hAnsi="Times New Roman" w:cs="Times New Roman"/>
          <w:sz w:val="24"/>
          <w:lang w:eastAsia="en-US"/>
        </w:rPr>
        <w:t>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0,22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Поліщук Н.Є.,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11560" w:rsidRPr="00AF2E62" w:rsidRDefault="00E11560" w:rsidP="00E11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11560" w:rsidRPr="00AF2E62" w:rsidRDefault="00E11560" w:rsidP="00E1156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11560" w:rsidRPr="00AF2E62" w:rsidRDefault="00E11560" w:rsidP="00E11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11560" w:rsidRDefault="00E11560" w:rsidP="00E11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11560" w:rsidRDefault="00E11560" w:rsidP="00E11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11560" w:rsidRDefault="00E11560" w:rsidP="00E11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81899" w:rsidRPr="00E11560" w:rsidRDefault="00E11560" w:rsidP="00E1156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81899" w:rsidRPr="00E1156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60"/>
    <w:rsid w:val="004B4DED"/>
    <w:rsid w:val="00E11560"/>
    <w:rsid w:val="00E8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6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6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232</Words>
  <Characters>1326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2021-06-22T08:02:00Z</dcterms:created>
  <dcterms:modified xsi:type="dcterms:W3CDTF">2021-06-22T12:54:00Z</dcterms:modified>
</cp:coreProperties>
</file>