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624" w:rsidRDefault="00C3549D" w:rsidP="008B16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549D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B1624" w:rsidRDefault="008B1624" w:rsidP="008B1624"/>
    <w:p w:rsidR="008B1624" w:rsidRDefault="008B1624" w:rsidP="008B1624"/>
    <w:p w:rsidR="008B1624" w:rsidRDefault="008B1624" w:rsidP="008B16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B1624" w:rsidRDefault="008B1624" w:rsidP="008B16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B1624" w:rsidRDefault="008B1624" w:rsidP="008B16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B1624" w:rsidRDefault="008B1624" w:rsidP="008B16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B1624" w:rsidRDefault="008B1624" w:rsidP="008B16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624" w:rsidRDefault="008B1624" w:rsidP="008B16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B1624" w:rsidRDefault="008B1624" w:rsidP="008B16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624" w:rsidRDefault="008B1624" w:rsidP="008B16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B1624" w:rsidRDefault="008B1624" w:rsidP="008B162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8B1624" w:rsidRDefault="008B1624" w:rsidP="008B162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Дмитрук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Н.М.</w:t>
      </w:r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Дмитрук Н.М.,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Дмитрук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Нелі Миколаївні, яка зареєстрована за адресою: </w:t>
      </w:r>
      <w:r w:rsidR="001501E7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2,0 га,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земель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колективної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Крупецької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за межами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пункту села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Лисиче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gramEnd"/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Дмитрук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Н.М.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8B1624" w:rsidRDefault="008B1624" w:rsidP="008B162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B1624" w:rsidRDefault="008B1624" w:rsidP="008B162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B1624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B1624" w:rsidRPr="001501E7" w:rsidRDefault="008B1624" w:rsidP="008B16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BD2DCB" w:rsidRPr="008B1624" w:rsidRDefault="008B1624" w:rsidP="008B162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BD2DCB" w:rsidRPr="008B1624" w:rsidSect="00BD2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B1624"/>
    <w:rsid w:val="001501E7"/>
    <w:rsid w:val="00171A2E"/>
    <w:rsid w:val="00304C90"/>
    <w:rsid w:val="00505B6D"/>
    <w:rsid w:val="006D3977"/>
    <w:rsid w:val="007D6C18"/>
    <w:rsid w:val="008B1624"/>
    <w:rsid w:val="00BD2DCB"/>
    <w:rsid w:val="00C3549D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2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236</Words>
  <Characters>1350</Characters>
  <Application>Microsoft Office Word</Application>
  <DocSecurity>0</DocSecurity>
  <Lines>11</Lines>
  <Paragraphs>3</Paragraphs>
  <ScaleCrop>false</ScaleCrop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2020-03-04T08:38:00Z</dcterms:created>
  <dcterms:modified xsi:type="dcterms:W3CDTF">2020-03-04T08:52:00Z</dcterms:modified>
</cp:coreProperties>
</file>