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E88" w:rsidRDefault="00644E88" w:rsidP="00644E8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4E88" w:rsidRDefault="00644E88" w:rsidP="00644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4E88" w:rsidRDefault="00644E88" w:rsidP="00644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44E88" w:rsidRDefault="00644E88" w:rsidP="00644E8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4E88" w:rsidRDefault="00644E88" w:rsidP="00644E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44E88" w:rsidRDefault="00644E88" w:rsidP="00644E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4E88" w:rsidRDefault="00644E88" w:rsidP="00644E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№47</w:t>
      </w:r>
    </w:p>
    <w:p w:rsidR="00644E88" w:rsidRDefault="00644E88" w:rsidP="00644E8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44E88" w:rsidRPr="00C92EA5" w:rsidRDefault="00644E88" w:rsidP="00644E8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44E88" w:rsidRPr="00C92EA5" w:rsidRDefault="00644E88" w:rsidP="00644E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 xml:space="preserve">кту  із землеустрою  щодо </w:t>
      </w:r>
    </w:p>
    <w:p w:rsidR="00644E88" w:rsidRPr="00C92EA5" w:rsidRDefault="00644E88" w:rsidP="00644E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44E88" w:rsidRDefault="00644E88" w:rsidP="00644E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Крупецькій сільській раді</w:t>
      </w:r>
    </w:p>
    <w:p w:rsidR="00644E88" w:rsidRPr="00C92EA5" w:rsidRDefault="00644E88" w:rsidP="00644E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44E88" w:rsidRPr="00C92EA5" w:rsidRDefault="00644E88" w:rsidP="00644E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 xml:space="preserve">зглянувши  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комісії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644E88" w:rsidRPr="001C0261" w:rsidRDefault="00644E88" w:rsidP="00644E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644E88" w:rsidRDefault="00644E88" w:rsidP="00644E8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Крупецькій сільській раді, дозвіл на розробку проєкту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</w:t>
      </w:r>
      <w:r>
        <w:rPr>
          <w:rFonts w:ascii="Times New Roman" w:eastAsia="Calibri" w:hAnsi="Times New Roman" w:cs="Times New Roman"/>
          <w:sz w:val="24"/>
        </w:rPr>
        <w:t>в постійне користування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 1,45 га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9F2A81">
        <w:rPr>
          <w:rStyle w:val="ab"/>
          <w:rFonts w:ascii="Times New Roman" w:hAnsi="Times New Roman" w:cs="Times New Roman"/>
          <w:color w:val="000000"/>
          <w:sz w:val="24"/>
          <w:szCs w:val="24"/>
        </w:rPr>
        <w:t>сільськогосподарського призначення,  для проведення навчально дослідницьких цілей</w:t>
      </w:r>
      <w:r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2A81">
        <w:rPr>
          <w:rFonts w:ascii="Times New Roman" w:eastAsia="Calibri" w:hAnsi="Times New Roman" w:cs="Times New Roman"/>
          <w:sz w:val="24"/>
          <w:szCs w:val="24"/>
        </w:rPr>
        <w:t>за рахунок</w:t>
      </w:r>
      <w:r>
        <w:rPr>
          <w:rFonts w:ascii="Times New Roman" w:eastAsia="Calibri" w:hAnsi="Times New Roman" w:cs="Times New Roman"/>
          <w:sz w:val="24"/>
        </w:rPr>
        <w:t xml:space="preserve"> земель запасу,</w:t>
      </w:r>
      <w:r w:rsidRPr="00C92EA5">
        <w:rPr>
          <w:rFonts w:ascii="Times New Roman" w:eastAsia="Calibri" w:hAnsi="Times New Roman" w:cs="Times New Roman"/>
          <w:sz w:val="24"/>
        </w:rPr>
        <w:t xml:space="preserve">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Крупецької сільської ради, в с. Лисиче.</w:t>
      </w:r>
    </w:p>
    <w:p w:rsidR="00644E88" w:rsidRPr="00C92EA5" w:rsidRDefault="00644E88" w:rsidP="00644E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Крупецькій сільській раді розробити проє</w:t>
      </w:r>
      <w:r w:rsidRPr="00C92EA5">
        <w:rPr>
          <w:rFonts w:ascii="Times New Roman" w:eastAsia="Calibri" w:hAnsi="Times New Roman" w:cs="Times New Roman"/>
          <w:sz w:val="24"/>
        </w:rPr>
        <w:t>кт землеустрою щодо відведення земельної ділянки для передачі її у власність та подати на розгляд сесії сільської ради.</w:t>
      </w:r>
    </w:p>
    <w:p w:rsidR="00644E88" w:rsidRPr="00C92EA5" w:rsidRDefault="00644E88" w:rsidP="00644E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44E88" w:rsidRPr="00C92EA5" w:rsidRDefault="00644E88" w:rsidP="00644E8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44E88" w:rsidRPr="00C92EA5" w:rsidRDefault="00644E88" w:rsidP="00644E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44E88" w:rsidRPr="00C92EA5" w:rsidRDefault="00644E88" w:rsidP="00644E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377F55" w:rsidRPr="00644E88" w:rsidRDefault="00644E88" w:rsidP="00644E8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77F55" w:rsidRPr="00644E8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88"/>
    <w:rsid w:val="00171A2E"/>
    <w:rsid w:val="00304C90"/>
    <w:rsid w:val="00377F55"/>
    <w:rsid w:val="00505B6D"/>
    <w:rsid w:val="00644E88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6BDDE5F5"/>
  <w15:docId w15:val="{C4663A8C-0631-4AE0-BCA2-D7750375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E8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44E8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44E8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44E8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2021-04-28T11:44:00Z</dcterms:created>
  <dcterms:modified xsi:type="dcterms:W3CDTF">2021-04-28T11:44:00Z</dcterms:modified>
</cp:coreProperties>
</file>