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0A" w:rsidRDefault="0069110A" w:rsidP="0069110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10A" w:rsidRDefault="0069110A" w:rsidP="006911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110A" w:rsidRDefault="0069110A" w:rsidP="006911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110A" w:rsidRDefault="0069110A" w:rsidP="0069110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9110A" w:rsidRDefault="0069110A" w:rsidP="006911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110A" w:rsidRDefault="0069110A" w:rsidP="006911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17</w:t>
      </w:r>
    </w:p>
    <w:p w:rsidR="0069110A" w:rsidRPr="006A2633" w:rsidRDefault="0069110A" w:rsidP="0069110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110A" w:rsidRPr="006A2633" w:rsidRDefault="0069110A" w:rsidP="0069110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A263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продовження строку дії договору </w:t>
      </w:r>
    </w:p>
    <w:p w:rsidR="0069110A" w:rsidRPr="006A2633" w:rsidRDefault="0069110A" w:rsidP="0069110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A263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оренди КП «</w:t>
      </w:r>
      <w:proofErr w:type="spellStart"/>
      <w:r w:rsidRPr="006A263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Славутський</w:t>
      </w:r>
      <w:proofErr w:type="spellEnd"/>
      <w:r w:rsidRPr="006A263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піщаний кар’єр»</w:t>
      </w:r>
    </w:p>
    <w:p w:rsidR="0069110A" w:rsidRDefault="0069110A" w:rsidP="0069110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110A" w:rsidRDefault="0069110A" w:rsidP="0069110A">
      <w:pPr>
        <w:spacing w:after="0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Відповідно до пункту 34 частини 1 статті 26,  статті 42 Закону України «Про місцеве самоврядування в Україні», керуючись Законом України «Про оренду землі», Земельним  кодексом України, </w:t>
      </w:r>
      <w:r>
        <w:rPr>
          <w:rFonts w:ascii="Times New Roman" w:eastAsia="Times New Roman" w:hAnsi="Times New Roman" w:cs="Times New Roman"/>
          <w:sz w:val="24"/>
          <w:szCs w:val="24"/>
        </w:rPr>
        <w:t>врахувавши висновки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постійної комісії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благоустрою, сільська рада ВИРІШИЛА:</w:t>
      </w:r>
    </w:p>
    <w:p w:rsidR="0069110A" w:rsidRDefault="0069110A" w:rsidP="0069110A">
      <w:pPr>
        <w:spacing w:after="0"/>
        <w:jc w:val="both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1.Продовжити  термін дії договору оренди землі  колективному підприємству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піщаний кар’єр» терміном  3  ( три ) роки  на земельну  ділянку площею 4,0 га, кадастровий номер 6823984000:03:012:0180, для </w:t>
      </w:r>
      <w:r>
        <w:rPr>
          <w:rFonts w:ascii="Times New Roman" w:hAnsi="Times New Roman" w:cs="Times New Roman"/>
          <w:sz w:val="24"/>
          <w:szCs w:val="24"/>
        </w:rPr>
        <w:t xml:space="preserve">11.01 Для розміщення та експлуатації основних, підсобних і допоміжних будівель та споруд підприємствами, що пов'язані з користуванням надрами, земельна ділянка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(Шепетівський) район,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9110A" w:rsidRDefault="0069110A" w:rsidP="0069110A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Встановити  орендну плату в розмірі 4% від нормативної грошової оцінки землі.</w:t>
      </w:r>
    </w:p>
    <w:p w:rsidR="0069110A" w:rsidRDefault="0069110A" w:rsidP="0069110A">
      <w:pPr>
        <w:spacing w:after="0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олективному підприємству «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піщаний кар’єр»  укласти додаткову угоду до договору оренди земельної ділянки.</w:t>
      </w:r>
    </w:p>
    <w:p w:rsidR="0069110A" w:rsidRDefault="0069110A" w:rsidP="0069110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110A" w:rsidRPr="0069110A" w:rsidRDefault="0069110A" w:rsidP="0069110A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bookmarkStart w:id="0" w:name="_GoBack"/>
      <w:bookmarkEnd w:id="0"/>
    </w:p>
    <w:p w:rsidR="0069110A" w:rsidRDefault="0069110A" w:rsidP="00691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10A" w:rsidRPr="0069110A" w:rsidRDefault="0069110A" w:rsidP="0069110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0CDF" w:rsidRPr="0069110A" w:rsidRDefault="0069110A" w:rsidP="0069110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Валерій   МИХАЛЮК</w:t>
      </w:r>
    </w:p>
    <w:sectPr w:rsidR="00210CDF" w:rsidRPr="006911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0A"/>
    <w:rsid w:val="00210CDF"/>
    <w:rsid w:val="0069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0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911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110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9110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0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9110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110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9110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2021-07-26T12:44:00Z</dcterms:created>
  <dcterms:modified xsi:type="dcterms:W3CDTF">2021-07-26T12:44:00Z</dcterms:modified>
</cp:coreProperties>
</file>