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71" w:rsidRPr="00AD5612" w:rsidRDefault="009E7B71" w:rsidP="009E7B71">
      <w:pPr>
        <w:spacing w:after="0"/>
        <w:ind w:left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B71" w:rsidRDefault="009E7B71" w:rsidP="009E7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7B71" w:rsidRDefault="009E7B71" w:rsidP="009E7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E7B71" w:rsidRPr="000A4F3E" w:rsidRDefault="009E7B71" w:rsidP="009E7B7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B71" w:rsidRPr="000A4F3E" w:rsidRDefault="009E7B71" w:rsidP="009E7B7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9E7B71" w:rsidRPr="000A4F3E" w:rsidRDefault="009E7B71" w:rsidP="009E7B7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7B71" w:rsidRDefault="009E7B71" w:rsidP="009E7B7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№56</w:t>
      </w:r>
    </w:p>
    <w:p w:rsidR="009E7B71" w:rsidRDefault="009E7B71" w:rsidP="009E7B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7B71" w:rsidRPr="001869AA" w:rsidRDefault="009E7B71" w:rsidP="009E7B7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E7B71" w:rsidRDefault="009E7B71" w:rsidP="009E7B7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поділу та об’єднання</w:t>
      </w:r>
    </w:p>
    <w:p w:rsidR="009E7B71" w:rsidRPr="001869AA" w:rsidRDefault="009E7B71" w:rsidP="009E7B71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 ділянок Крупецької сільської ради</w:t>
      </w:r>
    </w:p>
    <w:p w:rsidR="009E7B71" w:rsidRPr="001869AA" w:rsidRDefault="009E7B71" w:rsidP="009E7B71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7B71" w:rsidRDefault="009E7B71" w:rsidP="009E7B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заяву сільського голови Михалюка В.А.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9E7B71" w:rsidRPr="001869AA" w:rsidRDefault="009E7B71" w:rsidP="009E7B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E7B71" w:rsidRPr="001869AA" w:rsidRDefault="009E7B71" w:rsidP="009E7B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hAnsi="Times New Roman"/>
          <w:sz w:val="24"/>
        </w:rPr>
        <w:t>Крупецькій сільській раді, ідентифікаційний номер 04405030, т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ехнічну документацію із землеустрою щодо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поділу</w:t>
      </w:r>
      <w:r w:rsidRPr="00DB3B16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r w:rsidRPr="00DB3B16">
        <w:rPr>
          <w:rFonts w:ascii="Times New Roman" w:eastAsia="Arial Unicode MS" w:hAnsi="Times New Roman"/>
          <w:color w:val="000000"/>
          <w:sz w:val="24"/>
          <w:szCs w:val="24"/>
        </w:rPr>
        <w:t>та об’єднання земельних ділянок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комунальної власності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 (16.00), землі сільськогосподарського призначення, площею 0,6714 га, кадастровий номер 6823984000:03:012:0195; площею 0,0411 га, кадастровий номер 6823984000:03:012:0193;</w:t>
      </w:r>
      <w:r w:rsidRPr="005536E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площею 0,0955 га, кадастровий номер 6823984000:03:012:0194; площею 0,7765 га, кадастровий номер 6823984000:03:012:0196; площею 1,0000 га, кадастровий номер 6823984000:03:012:0198; площею 1,0000 га, кадастровий номер 6823984000:03:012:0199; площею 1,0000 га, кадастровий номер 6823984000:03:012:0200; площею 1,0000 га, кадастровий номер 6823984000:03:012:0201; площею 1,0000 га, кадастровий номер 6823984000:03:012:0197. </w:t>
      </w:r>
    </w:p>
    <w:p w:rsidR="009E7B71" w:rsidRPr="001869AA" w:rsidRDefault="009E7B71" w:rsidP="009E7B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 Крупецькій сільській раді в особі сільського голови Михалюка Валерія Анатолійовича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9E7B71" w:rsidRPr="009E7B71" w:rsidRDefault="009E7B71" w:rsidP="009E7B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  <w:bookmarkStart w:id="0" w:name="_GoBack"/>
      <w:bookmarkEnd w:id="0"/>
    </w:p>
    <w:p w:rsidR="009E7B71" w:rsidRPr="001869AA" w:rsidRDefault="009E7B71" w:rsidP="009E7B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6ACA" w:rsidRPr="009E7B71" w:rsidRDefault="009E7B71" w:rsidP="009E7B71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Валерій МИХАЛЮК</w:t>
      </w:r>
    </w:p>
    <w:sectPr w:rsidR="00076ACA" w:rsidRPr="009E7B71" w:rsidSect="009E7B71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71"/>
    <w:rsid w:val="00076ACA"/>
    <w:rsid w:val="00171A2E"/>
    <w:rsid w:val="00304C90"/>
    <w:rsid w:val="00505B6D"/>
    <w:rsid w:val="006D3977"/>
    <w:rsid w:val="007D6C18"/>
    <w:rsid w:val="009E7B7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2020-09-01T14:14:00Z</dcterms:created>
  <dcterms:modified xsi:type="dcterms:W3CDTF">2020-09-01T14:14:00Z</dcterms:modified>
</cp:coreProperties>
</file>