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5E" w:rsidRPr="001B705E" w:rsidRDefault="001B705E" w:rsidP="001B7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B705E">
        <w:rPr>
          <w:rFonts w:ascii="SimSun" w:eastAsia="SimSun" w:hAnsi="SimSu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216B17" wp14:editId="1015F7F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7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05E" w:rsidRDefault="001B705E" w:rsidP="001B70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b2wXcAAF9ZBAAOAAAAZHJzL2Uyb0RvYy54bWzsfW1uJjmS3n8DvsML/RygWsn8zsLULGa6&#10;ugYGxvYA8/oAb0mqkmCV3rKk7q7dxQIGfARfxDfwFXZv5CfIIJNUZUTk1HQbgwV7gE5NKxRJRgSZ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NWFcMA&#10;AADeAAAADwAAAGRycy9kb3ducmV2LnhtbERPTWvCQBC9F/wPywje6sakNJK6ipQqHoSSWO9DdkyC&#10;2dmQXWP8926h0Ns83uesNqNpxUC9aywrWMwjEMSl1Q1XCn5Ou9clCOeRNbaWScGDHGzWk5cVZtre&#10;Oaeh8JUIIewyVFB732VSurImg25uO+LAXWxv0AfYV1L3eA/hppVxFL1Lgw2Hhho7+qypvBY3o8Am&#10;+8PxXMV58sWp5+338nIej0rNpuP2A4Sn0f+L/9wHHeYnb2kKv++EG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NWF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wxMoA&#10;AADeAAAADwAAAGRycy9kb3ducmV2LnhtbESPT0sDMRDF74LfIYzgpdisf2jt2rRIYbV6EFqFXofN&#10;uFndTJYktms/vXMoeJvhvXnvN/Pl4Du1p5jawAauxwUo4jrYlhsDH+/V1T2olJEtdoHJwC8lWC7O&#10;z+ZY2nDgDe23uVESwqlEAy7nvtQ61Y48pnHoiUX7DNFjljU22kY8SLjv9E1RTLTHlqXBYU8rR/X3&#10;9scb+Kre3G41PT7F0WxDx1H1+ty9TIy5vBgeH0BlGvK/+XS9toJ/ezcVXnlHZt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ZIcMT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xXscA&#10;AADeAAAADwAAAGRycy9kb3ducmV2LnhtbESP0WoCMRBF3wv+Q5iCL0Wzaql2axQptRRfllU/YNiM&#10;m6WbybJJzfbvG0Ho2wz3zj131tvBtuJKvW8cK5hNMxDEldMN1wrOp/1kBcIHZI2tY1LwSx62m9HD&#10;GnPtIpd0PYZapBD2OSowIXS5lL4yZNFPXUectIvrLYa09rXUPcYUbls5z7IXabHhRDDY0buh6vv4&#10;YxOkWGBxuMTT/nPAiB8Hw0+7Uqnx47B7AxFoCP/m+/WXTvUXz8tX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XcV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y93scA&#10;AADeAAAADwAAAGRycy9kb3ducmV2LnhtbESPQUsDQQyF74L/YYjgzc5aay1rp0WqgggerIJ4Czvp&#10;7uJOZpiJ3fXfm4PgLSEv771vvZ3CYI6USx/ZweWsAkPcRN9z6+D97fFiBaYIsschMjn4oQLbzenJ&#10;GmsfR36l415aoyZcanTQiaTa2tJ0FLDMYiLW2yHmgKJrbq3POKp5GOy8qpY2YM+a0GGiXUfN1/47&#10;OHgZH9LzzfL6kD7zYm7LvZePnTh3fjbd3YIRmuRf/Pf95LX+1WK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8vd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Nf8YA&#10;AADeAAAADwAAAGRycy9kb3ducmV2LnhtbESP0WrCQBBF3wv+wzKCL0U3mlIkuoYgjRRfRO0HDNkx&#10;G8zOhuzWxL/vFgp9m+HeuefONh9tKx7U+8axguUiAUFcOd1wreDrWs7XIHxA1tg6JgVP8pDvJi9b&#10;zLQb+EyPS6hFDGGfoQITQpdJ6StDFv3CdcRRu7neYohrX0vd4xDDbStXSfIuLTYcCQY72huq7pdv&#10;GyGnFE/H23AtDyMO+HE0/FqclZpNx2IDItAY/s1/15861k/f1k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QNf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GMsUA&#10;AADeAAAADwAAAGRycy9kb3ducmV2LnhtbERPTUsDMRC9C/0PYQRvNutaa1mbllIVROihrSDehs10&#10;d3EzCcnYXf+9EQRv83ifs1yPrldniqnzbOBmWoAirr3tuDHwdny+XoBKgmyx90wGvinBejW5WGJl&#10;/cB7Oh+kUTmEU4UGWpFQaZ3qlhymqQ/EmTv56FAyjI22EYcc7npdFsVcO+w4N7QYaNtS/Xn4cgZ2&#10;w1N4vZ/fncJHnJU6PVp534oxV5fj5gGU0Cj/4j/3i83zb2eL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oY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+QMUA&#10;AADeAAAADwAAAGRycy9kb3ducmV2LnhtbERPW2vCMBR+H/gfwhnsRTTdOkU6o+ggbLDB8AJ7PTTH&#10;tqw5KUlm6783A2Fv5+O7nuV6sK04kw+NYwWP0wwEcelMw5WC40FPFiBCRDbYOiYFFwqwXo3ullgY&#10;1/OOzvtYiRTCoUAFdYxdIWUoa7IYpq4jTtzJeYsxQV9J47FP4baVT1k2lxYbTg01dvRaU/mz/7UK&#10;tl99lftxuR3cx+nte6a10Z9aqYf7YfMCItIQ/8U397tJ8/PnR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z5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sy8MA&#10;AADeAAAADwAAAGRycy9kb3ducmV2LnhtbERP3WrCMBS+H+wdwhl4N1O1G6UzimwUZHgz3QMcmrOm&#10;2pyUJNb69osgeHc+vt+zXI+2EwP50DpWMJtmIIhrp1tuFPweqtcCRIjIGjvHpOBKAdar56clltpd&#10;+IeGfWxECuFQogITY19KGWpDFsPU9cSJ+3PeYkzQN1J7vKRw28l5lr1Liy2nBoM9fRqqT/uzVVB9&#10;z3fD6ax95TZjbunNHIsvo9TkZdx8gIg0xof47t7qNH+RFzn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Lsy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Dr8UA&#10;AADeAAAADwAAAGRycy9kb3ducmV2LnhtbERP32vCMBB+H/g/hBN8GZpOp0hnFB2ECRNEN9jr0Zxt&#10;sbmUJLPdf78Ig73dx/fzVpveNuJGPtSOFTxNMhDEhTM1lwo+P/R4CSJEZIONY1LwQwE268HDCnPj&#10;Oj7R7RxLkUI45KigirHNpQxFRRbDxLXEibs4bzEm6EtpPHYp3DZymmULabHm1FBhS68VFdfzt1Ww&#10;O3blzD8Wu969X96+5lobfdBKjYb99gVEpD7+i//ce5Pmz56Xc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gO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zXJ8MA&#10;AADeAAAADwAAAGRycy9kb3ducmV2LnhtbERP3WrCMBS+H/gO4QjezdSfSalGEaUgYzdze4BDc2yq&#10;zUlJYq1vvwwGuzsf3+/Z7Abbip58aBwrmE0zEMSV0w3XCr6/ytccRIjIGlvHpOBJAXbb0csGC+0e&#10;/En9OdYihXAoUIGJsSukDJUhi2HqOuLEXZy3GBP0tdQeHynctnKeZStpseHUYLCjg6Hqdr5bBeX7&#10;/KO/3bUv3X5YWnoz1/xolJqMh/0aRKQh/ov/3Ced5i+W+Qp+30k3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zXJ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7sVMIA&#10;AADeAAAADwAAAGRycy9kb3ducmV2LnhtbERP22qDQBB9L/QflinkrVnTXCrWNZSAoXmMyQcM7lRF&#10;d9a6m6h/3y0U8jaHc510P5lO3GlwjWUFq2UEgri0uuFKwfWSv8YgnEfW2FkmBTM52GfPTykm2o58&#10;pnvhKxFC2CWooPa+T6R0ZU0G3dL2xIH7toNBH+BQST3gGMJNJ9+iaCcNNhwaauzpUFPZFjejYDOP&#10;x59i20a5NrQ6rfsT+3Kr1OJl+vwA4WnyD/G/+0uH+etN/A5/74Qb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ux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uicUA&#10;AADeAAAADwAAAGRycy9kb3ducmV2LnhtbESPQWvCQBCF74L/YZlCb7qpLWKjq4hiKZ40Vc9DdkyC&#10;2dmQXTX++85B8DbDe/PeN7NF52p1ozZUng18DBNQxLm3FRcGDn+bwQRUiMgWa89k4EEBFvN+b4ap&#10;9Xfe0y2LhZIQDikaKGNsUq1DXpLDMPQNsWhn3zqMsraFti3eJdzVepQkY+2wYmkosaFVSfkluzoD&#10;1/FpdODz1u6y9ePne71ZBn0sjHl/65ZTUJG6+DI/r3+t4H9+TYRX3pEZ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826J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7D8YA&#10;AADeAAAADwAAAGRycy9kb3ducmV2LnhtbERPS2vCQBC+C/6HZYTedOODEKOrtEKh9lDxdfA2Zsck&#10;bXY2za6a/vtuoeBtPr7nzJetqcSNGldaVjAcRCCIM6tLzhUc9q/9BITzyBory6TghxwsF93OHFNt&#10;77yl287nIoSwS1FB4X2dSumyggy6ga2JA3exjUEfYJNL3eA9hJtKjqIolgZLDg0F1rQqKPvaXY2C&#10;4yaJp5uX9eTz/eOMY6O/T7qMlXrqtc8zEJ5a/xD/u990mD+eJFP4eyfc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B7D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rT28cA&#10;AADeAAAADwAAAGRycy9kb3ducmV2LnhtbESPT2vCQBDF74LfYRmhN91URWzMRvoHbenJWsHrkB2T&#10;0OxsyG41+uk7h4K3GebNe++XrXvXqDN1ofZs4HGSgCIuvK25NHD43oyXoEJEtth4JgNXCrDOh4MM&#10;U+sv/EXnfSyVmHBI0UAVY5tqHYqKHIaJb4nldvKdwyhrV2rb4UXMXaOnSbLQDmuWhApbeq2o+Nn/&#10;OgO3xRF34X368jazka7z5dZ/7rbGPIz65xWoSH28i/+/P6zUn82fBEBwZAad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K09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f7sMA&#10;AADeAAAADwAAAGRycy9kb3ducmV2LnhtbERPzYrCMBC+L/gOYQRva6p2F61GkUVhb67VBxiaMS02&#10;k9pkte7TG0HY23x8v7NYdbYWV2p95VjBaJiAIC6crtgoOB6271MQPiBrrB2Tgjt5WC17bwvMtLvx&#10;nq55MCKGsM9QQRlCk0npi5Is+qFriCN3cq3FEGFrpG7xFsNtLcdJ8iktVhwbSmzoq6TinP9aBRc3&#10;/tBdvsHdeTP7qYxJL3/7VKlBv1vPQQTqwr/45f7Wcf4knY3g+U68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8f7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HncsQA&#10;AADeAAAADwAAAGRycy9kb3ducmV2LnhtbERPyW7CMBC9V+IfrEHqrXFYSiFgEFSqxJXl0ONgD0na&#10;eBxiFwJfXyMhcZunt85s0dpKnKnxpWMFvSQFQaydKTlXsN99vY1B+IBssHJMCq7kYTHvvMwwM+7C&#10;GzpvQy5iCPsMFRQh1JmUXhdk0SeuJo7c0TUWQ4RNLk2DlxhuK9lP05G0WHJsKLCmz4L07/bPKliX&#10;B3of6ePEjld68307hcHHj1HqtdsupyACteEpfrjXJs4fDCd9uL8Tb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R53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y7PscA&#10;AADeAAAADwAAAGRycy9kb3ducmV2LnhtbERPy2rDMBC8F/oPYgu9NXKTUBI3smkKhYY8IA+S62Jt&#10;LVNrZSzVcf4+ChRym93ZmdmZ5b2tRUetrxwreB0kIIgLpysuFRz2Xy8TED4ga6wdk4ILecizx4cZ&#10;ptqdeUvdLpQimrBPUYEJoUml9IUhi37gGuLI/bjWYohjW0rd4jma21oOk+RNWqw4Jhhs6NNQ8bv7&#10;swo63FySk5mvp4tqVQw38+NSx716fuo/3kEE6sP9+F/9reP7o/F0BLc6EYPM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8uz7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j80MMA&#10;AADeAAAADwAAAGRycy9kb3ducmV2LnhtbERPTUvDQBC9C/6HZQRvdmMsUmO3pRQqHjXtweOYnWZT&#10;szNhd22iv94VBG/zeJ+zXE++V2cKsRM2cDsrQBE3YjtuDRz2u5sFqJiQLfbCZOCLIqxXlxdLrKyM&#10;/ErnOrUqh3Cs0IBLaai0jo0jj3EmA3HmjhI8pgxDq23AMYf7XpdFca89dpwbHA60ddR81J/ewPjU&#10;vJ/K45t132GQXf0ip7IXY66vps0jqERT+hf/uZ9tnn83f5j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j80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xJXMYA&#10;AADeAAAADwAAAGRycy9kb3ducmV2LnhtbERPTU8CMRC9m/AfmjHxJl0BBRcKQZCEGIgB5T5sh93F&#10;drrZFlj+vTUx4TYv73NGk8Yacabal44VPLUTEMSZ0yXnCr6/Fo8DED4gazSOScGVPEzGrbsRptpd&#10;eEPnbchFDGGfooIihCqV0mcFWfRtVxFH7uBqiyHCOpe6xksMt0Z2kuRFWiw5NhRY0ayg7Gd7sgoW&#10;n3Nz7Kw3050Ms/f+3gw+3uYrpR7um+kQRKAm3MT/7qWO87u912f4eyfe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xJX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gKv8YA&#10;AADeAAAADwAAAGRycy9kb3ducmV2LnhtbERPTWvCQBC9F/oflil4kWbTaoONrlIKooJCawu9TrJj&#10;EszOhuwa4793BaG3ebzPmS16U4uOWldZVvASxSCIc6srLhT8/iyfJyCcR9ZYWyYFF3KwmD8+zDDV&#10;9szf1O19IUIIuxQVlN43qZQuL8mgi2xDHLiDbQ36ANtC6hbPIdzU8jWOE2mw4tBQYkOfJeXH/cko&#10;6L62WbHuXLM5TobubZStVjv9p9Tgqf+YgvDU+3/x3b3WYf5o/J7A7Z1w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gKv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ROcYA&#10;AADeAAAADwAAAGRycy9kb3ducmV2LnhtbERPS2sCMRC+C/6HMEJvmq21PlajVKHgpaDWg97GzXR3&#10;cTPZJlHX/vqmIPQ2H99zZovGVOJKzpeWFTz3EhDEmdUl5wr2n+/dMQgfkDVWlknBnTws5u3WDFNt&#10;b7yl6y7kIoawT1FBEUKdSumzggz6nq2JI/dlncEQoculdniL4aaS/SQZSoMlx4YCa1oVlJ13F6Ng&#10;ORkvvzcD/vjZno50PJzOr32XKPXUad6mIAI14V/8cK91nP8ymIzg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jROcYAAADeAAAADwAAAAAAAAAAAAAAAACYAgAAZHJz&#10;L2Rvd25yZXYueG1sUEsFBgAAAAAEAAQA9QAAAIsDAAAAAA==&#10;" fillcolor="black" stroked="f"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RLS8kA&#10;AADeAAAADwAAAGRycy9kb3ducmV2LnhtbESPQU/CQBCF7yT+h82YcIMtoAQrCxHRxEQ8gB48jt2h&#10;3bQ723QXqP5652DibSbvzXvfLNe9b9SZuugCG5iMM1DERbCOSwMf78+jBaiYkC02gcnAN0VYr64G&#10;S8xtuPCezodUKgnhmKOBKqU21zoWFXmM49ASi3YMnccka1dq2+FFwn2jp1k21x4dS0OFLT1WVNSH&#10;kzfw+Tp3i72j6dfuZ/Nkd7f15m1bGzO87h/uQSXq07/57/rFCv7s5k5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rRLS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qD4sQA&#10;AADeAAAADwAAAGRycy9kb3ducmV2LnhtbERPTWsCMRC9C/6HMII3zVql6NYoYil68VDb0uuwmW62&#10;u5lsk6irv74pCL3N433Oct3ZRpzJh8qxgsk4A0FcOF1xqeD97WU0BxEissbGMSm4UoD1qt9bYq7d&#10;hV/pfIylSCEcclRgYmxzKUNhyGIYu5Y4cV/OW4wJ+lJqj5cUbhv5kGWP0mLFqcFgS1tDRX08WQV+&#10;8/lc3/j0UWe3wzXsvrufORqlhoNu8wQiUhf/xXf3Xqf509liAX/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g+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GLscA&#10;AADeAAAADwAAAGRycy9kb3ducmV2LnhtbESP0UoDQQxF3wX/YYjgi9gZK2pdOy0iCIKl0NoPSHfi&#10;7uJMZtmJ7davNw+Cbwm5ufee+XJM0RxoKF1mDzcTB4a4zqHjxsPu4/V6BqYIcsCYmTycqMBycX42&#10;xyrkI2/osJXGqAmXCj20In1lbalbSlgmuSfW22ceEoquQ2PDgEc1T9FOnbu3CTvWhBZ7emmp/tp+&#10;Jw9xuo+P7w9lJaedXbmfJJurdfD+8mJ8fgIjNMq/+O/7LWj92zunAIqjM9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KBi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bi78QA&#10;AADeAAAADwAAAGRycy9kb3ducmV2LnhtbERPTWsCMRC9F/wPYQRvNatiKatRtCLsxYNbxeu4mW6W&#10;JpNlk+q2v94UCr3N433Oct07K27Uhcazgsk4A0Fced1wreD0vn9+BREiskbrmRR8U4D1avC0xFz7&#10;Ox/pVsZapBAOOSowMba5lKEy5DCMfUucuA/fOYwJdrXUHd5TuLNymmUv0mHDqcFgS2+Gqs/yyynY&#10;la2dngqzDZfz4Xq1xc+eLjulRsN+swARqY//4j93odP82TybwO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W4u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HOrsIA&#10;AADeAAAADwAAAGRycy9kb3ducmV2LnhtbERPS2sCMRC+C/6HMII3TVSqZWsUkQpCT74O3oZkurt1&#10;M1k2qbv9940geJuP7znLdecqcacmlJ41TMYKBLHxtuRcw/m0G72DCBHZYuWZNPxRgPWq31tiZn3L&#10;B7ofYy5SCIcMNRQx1pmUwRTkMIx9TZy4b984jAk2ubQNtincVXKq1Fw6LDk1FFjTtiBzO/46DT87&#10;+eWNQnM5X9q9XVw/51QprYeDbvMBIlIXX+Kne2/T/NmbmsLj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c6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YUsQA&#10;AADeAAAADwAAAGRycy9kb3ducmV2LnhtbERPS2vCQBC+C/0PyxR6000NSkhdxQpCqXjwQelxmh2T&#10;kOxs2F01/feuIHibj+85s0VvWnEh52vLCt5HCQjiwuqaSwXHw3qYgfABWWNrmRT8k4fF/GUww1zb&#10;K+/osg+liCHsc1RQhdDlUvqiIoN+ZDviyJ2sMxgidKXUDq8x3LRynCRTabDm2FBhR6uKimZ/Ngp+&#10;zxs+bdPvpfsMP7Y/+Gb8lzVKvb32yw8QgfrwFD/cXzrOTydJCvd34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lmF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HVVMYA&#10;AADeAAAADwAAAGRycy9kb3ducmV2LnhtbERPS2sCMRC+F/wPYYTealIfxW6NUoVCL4LaHupt3Ex3&#10;FzeTbZLq6q83guBtPr7nTGatrcWBfKgca3juKRDEuTMVFxq+vz6exiBCRDZYOyYNJwowm3YeJpgZ&#10;d+Q1HTaxECmEQ4YayhibTMqQl2Qx9FxDnLhf5y3GBH0hjcdjCre17Cv1Ii1WnBpKbGhRUr7f/FsN&#10;89fx/G815OV5vdvS9me3H/W90vqx276/gYjUxrv45v40af5gpIZwfSfd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HVVMYAAADeAAAADwAAAAAAAAAAAAAAAACYAgAAZHJz&#10;L2Rvd25yZXYueG1sUEsFBgAAAAAEAAQA9QAAAIsDAAAAAA==&#10;" fillcolor="black" stroked="f"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7ZcQA&#10;AADeAAAADwAAAGRycy9kb3ducmV2LnhtbERPS0sDMRC+C/6HMII3m9XSImvTshTE4mn7EK/TzbhZ&#10;3EyWJE3Xf28Khd7m43vOYjXaXiTyoXOs4HlSgCBunO64VXDYvz+9gggRWWPvmBT8UYDV8v5ugaV2&#10;Z95S2sVW5BAOJSowMQ6llKExZDFM3ECcuR/nLcYMfSu1x3MOt718KYq5tNhxbjA40NpQ87s7WQXp&#10;uK6rafpOZvvpq9a7+uPrWCv1+DBWbyAijfEmvro3Os+fzooZ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re2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hG8UA&#10;AADeAAAADwAAAGRycy9kb3ducmV2LnhtbERPTUvDQBC9F/oflhF6s5taDJpmU6S0or2oUbDHITtm&#10;Q7OzIbum0V/vFoTe5vE+J1+PthUD9b5xrGAxT0AQV043XCv4eN9d34HwAVlj65gU/JCHdTGd5Jhp&#10;d+I3GspQixjCPkMFJoQuk9JXhiz6ueuII/fleoshwr6WusdTDLetvEmSVFpsODYY7GhjqDqW31aB&#10;X2y2n3v7ez8cHg2/lM8mfa2NUrOr8WEFItAYLuJ/95OO85e3SQrnd+IN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VaE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705E" w:rsidRDefault="001B705E" w:rsidP="001B70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B705E" w:rsidRPr="001B705E" w:rsidRDefault="001B705E" w:rsidP="001B705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1B705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</w:t>
      </w: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B705E" w:rsidRPr="001B705E" w:rsidRDefault="001B705E" w:rsidP="001B705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705E" w:rsidRPr="001B705E" w:rsidRDefault="001B705E" w:rsidP="001B705E">
      <w:pPr>
        <w:tabs>
          <w:tab w:val="left" w:pos="708"/>
        </w:tabs>
        <w:spacing w:after="0" w:line="276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1B70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№18</w:t>
      </w:r>
    </w:p>
    <w:p w:rsidR="001B705E" w:rsidRPr="001B705E" w:rsidRDefault="001B705E" w:rsidP="001B705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Про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затвердження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техн</w:t>
      </w:r>
      <w:proofErr w:type="gram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ічної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документації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з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земель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населеного</w:t>
      </w:r>
      <w:proofErr w:type="spellEnd"/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пункту села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Полянь</w:t>
      </w:r>
      <w:proofErr w:type="gram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,К</w:t>
      </w:r>
      <w:proofErr w:type="gram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рупецької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об’єднаної</w:t>
      </w:r>
      <w:proofErr w:type="spellEnd"/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територіальної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громади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Славутського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району </w:t>
      </w: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Хмельницької</w:t>
      </w:r>
      <w:proofErr w:type="spellEnd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області</w:t>
      </w:r>
      <w:proofErr w:type="spellEnd"/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»,  з метою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плати за землю на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  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ради та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ефективності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Товариством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обмеженою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відповідальністю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Експертцентр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кодексом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 Законом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"Про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земель",  Законом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"Про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експертизу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землевпорядної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міні</w:t>
      </w:r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№ 831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16.11.2016 року "Методика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",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  рада</w:t>
      </w: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ічну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</w:t>
      </w:r>
      <w:r w:rsidRPr="001B705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пункту села 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товариством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обмеженою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відповідальністю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Експертцентр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середню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базову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вартість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1  кв. м. земель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земель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пункту  села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  ради.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Ввести в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ради  з 01.01.2021 року. 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нормативна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 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  ради  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ідлягає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щорічній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індексації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діючого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Рекомендувати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міськрайонного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управління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Славутському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районі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та м.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Нетішині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Головного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Держгеокадастру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Хмельницькій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забезпечити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приведенні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Державного  земельного   кадастру 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практичне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застосування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 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1B705E" w:rsidRPr="001B705E" w:rsidRDefault="001B705E" w:rsidP="001B705E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05E" w:rsidRPr="001B705E" w:rsidRDefault="001B705E" w:rsidP="001B705E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 ради </w:t>
      </w:r>
      <w:r w:rsidRPr="001B705E">
        <w:rPr>
          <w:rFonts w:ascii="Times New Roman" w:eastAsia="Times New Roman" w:hAnsi="Times New Roman" w:cs="Times New Roman"/>
          <w:sz w:val="24"/>
          <w:szCs w:val="24"/>
        </w:rPr>
        <w:br/>
        <w:t xml:space="preserve">"Про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по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нормативній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грошовій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оцінці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земель  с.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 с.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Комарівка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Колом’є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"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чинне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до 01.01.2021 року.</w:t>
      </w:r>
    </w:p>
    <w:p w:rsidR="001B705E" w:rsidRPr="001B705E" w:rsidRDefault="001B705E" w:rsidP="001B705E">
      <w:pPr>
        <w:numPr>
          <w:ilvl w:val="0"/>
          <w:numId w:val="12"/>
        </w:numPr>
        <w:shd w:val="clear" w:color="auto" w:fill="FBFBFB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705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B705E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ради з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пам’яток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історичного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05E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1B705E">
        <w:rPr>
          <w:rFonts w:ascii="Times New Roman" w:eastAsia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B705E" w:rsidRPr="001B705E" w:rsidRDefault="001B705E" w:rsidP="001B705E">
      <w:pPr>
        <w:shd w:val="clear" w:color="auto" w:fill="FBFBFB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05E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1B705E" w:rsidRPr="001B705E" w:rsidRDefault="001B705E" w:rsidP="001B705E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B705E" w:rsidRPr="001B705E" w:rsidRDefault="001B705E" w:rsidP="001B705E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B705E" w:rsidRPr="001B705E" w:rsidRDefault="001B705E" w:rsidP="001B705E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B705E" w:rsidRPr="001B705E" w:rsidRDefault="001B705E" w:rsidP="001B705E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B705E" w:rsidRPr="001B705E" w:rsidRDefault="001B705E" w:rsidP="001B705E">
      <w:pPr>
        <w:spacing w:after="16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B705E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spellStart"/>
      <w:r w:rsidRPr="001B705E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1B705E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</w:t>
      </w:r>
      <w:proofErr w:type="spellStart"/>
      <w:r w:rsidRPr="001B705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B705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8C509A" w:rsidRDefault="008C509A">
      <w:bookmarkStart w:id="0" w:name="_GoBack"/>
      <w:bookmarkEnd w:id="0"/>
    </w:p>
    <w:sectPr w:rsidR="008C509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E2" w:rsidRDefault="002939E2">
      <w:pPr>
        <w:spacing w:after="0" w:line="240" w:lineRule="auto"/>
      </w:pPr>
      <w:r>
        <w:separator/>
      </w:r>
    </w:p>
  </w:endnote>
  <w:endnote w:type="continuationSeparator" w:id="0">
    <w:p w:rsidR="002939E2" w:rsidRDefault="0029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E2" w:rsidRDefault="002939E2">
      <w:pPr>
        <w:spacing w:after="0" w:line="240" w:lineRule="auto"/>
      </w:pPr>
      <w:r>
        <w:separator/>
      </w:r>
    </w:p>
  </w:footnote>
  <w:footnote w:type="continuationSeparator" w:id="0">
    <w:p w:rsidR="002939E2" w:rsidRDefault="00293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4837764"/>
    <w:multiLevelType w:val="hybridMultilevel"/>
    <w:tmpl w:val="35383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5E"/>
    <w:rsid w:val="001B705E"/>
    <w:rsid w:val="002939E2"/>
    <w:rsid w:val="008C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2020-12-24T17:07:00Z</dcterms:created>
  <dcterms:modified xsi:type="dcterms:W3CDTF">2020-12-24T17:07:00Z</dcterms:modified>
</cp:coreProperties>
</file>