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3ED" w:rsidRDefault="00B463ED" w:rsidP="00B463ED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eastAsia="en-US"/>
        </w:rPr>
      </w:pPr>
      <w:r>
        <w:rPr>
          <w:rFonts w:ascii="Times New Roman" w:eastAsia="Calibri" w:hAnsi="Times New Roman" w:cs="Times New Roman"/>
          <w:color w:val="FF0000"/>
          <w:lang w:eastAsia="en-US"/>
        </w:rPr>
        <w:t>ПРОЕКТ</w:t>
      </w:r>
    </w:p>
    <w:p w:rsidR="00B463ED" w:rsidRDefault="00B463ED" w:rsidP="00B463ED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3982AF7" wp14:editId="4FB5098A">
                <wp:simplePos x="0" y="0"/>
                <wp:positionH relativeFrom="column">
                  <wp:posOffset>2802890</wp:posOffset>
                </wp:positionH>
                <wp:positionV relativeFrom="paragraph">
                  <wp:posOffset>106045</wp:posOffset>
                </wp:positionV>
                <wp:extent cx="420370" cy="624205"/>
                <wp:effectExtent l="0" t="0" r="0" b="4445"/>
                <wp:wrapNone/>
                <wp:docPr id="403" name="Группа 4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9735" cy="624205"/>
                          <a:chOff x="0" y="0"/>
                          <a:chExt cx="1142" cy="1718"/>
                        </a:xfrm>
                      </wpg:grpSpPr>
                      <wps:wsp>
                        <wps:cNvPr id="40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0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0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2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2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2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2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2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2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2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03" o:spid="_x0000_s1026" style="position:absolute;margin-left:220.7pt;margin-top:8.35pt;width:33.1pt;height:49.1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NNQ8AA&#10;AADcAAAADwAAAGRycy9kb3ducmV2LnhtbESPSwvCMBCE74L/IazgTVMfqFSjiKh4EMTXfWnWtths&#10;ShO1/nsjCB6HmfmGmS1qU4gnVS63rKDXjUAQJ1bnnCq4nDedCQjnkTUWlknBmxws5s3GDGNtX3yk&#10;58mnIkDYxagg876MpXRJRgZd15bEwbvZyqAPskqlrvAV4KaQ/SgaSYM5h4UMS1pllNxPD6PADra7&#10;/TXtHwdrHnteHia3a71Xqt2ql1MQnmr/D//aO61gGA3heyYcAT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GNNQ8AAAADc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92x8cA&#10;AADcAAAADwAAAGRycy9kb3ducmV2LnhtbESPQWsCMRSE74L/IbxCL1KzFbV1NYoIW20PBW2h18fm&#10;dbN287IkqW799U2h4HGYmW+YxaqzjTiRD7VjBffDDARx6XTNlYL3t+LuEUSIyBobx6TghwKslv3e&#10;AnPtzryn0yFWIkE45KjAxNjmUobSkMUwdC1x8j6dtxiT9JXUHs8Jbhs5yrKptFhzWjDY0sZQ+XX4&#10;tgqOxav52DxcnvxgtqfLoHjZNs9TpW5vuvUcRKQuXsP/7Z1WMM4m8HcmHQG5/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t/dsf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c9uMIA&#10;AADcAAAADwAAAGRycy9kb3ducmV2LnhtbESP3YrCMBCF7wXfIYywN6LpqshSm4qILuKNqPsAQzM2&#10;xWZSmqztvv1GELw8nJ+Pk617W4sHtb5yrOBzmoAgLpyuuFTwc91PvkD4gKyxdkwK/sjDOh8OMky1&#10;6/hMj0soRRxhn6ICE0KTSukLQxb91DXE0bu51mKIsi2lbrGL47aWsyRZSosVR4LBhraGivvl10bI&#10;aY6n46277r977HB3NDzenJX6GPWbFYhAfXiHX+2DVrBIlvA8E4+Az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Vz24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LB/MUA&#10;AADcAAAADwAAAGRycy9kb3ducmV2LnhtbESPX0sDMRDE3wW/Q1jBN5uz1LacTYtUBSn40D9QfFsu&#10;27vDyyYka+/89qYg9HGYmd8wi9XgOnWmmFrPBh5HBSjiytuWawOH/fvDHFQSZIudZzLwSwlWy9ub&#10;BZbW97yl805qlSGcSjTQiIRS61Q15DCNfCDO3slHh5JlrLWN2Ge46/S4KKbaYct5ocFA64aq792P&#10;M/DZv4XNbPp0Cl9xMtbp1cpxLcbc3w0vz6CEBrmG/9sf1sCkmMHlTD4Ce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AsH8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QMUcAA&#10;AADcAAAADwAAAGRycy9kb3ducmV2LnhtbERPzWrCQBC+F3yHZQQvRTf+UCS6ikgtxYuofYAhO2aD&#10;2dmQ3Zr07TsHwePH97/e9r5WD2pjFdjAdJKBIi6Crbg08HM9jJegYkK2WAcmA38UYbsZvK0xt6Hj&#10;Mz0uqVQSwjFHAy6lJtc6Fo48xkloiIW7hdZjEtiW2rbYSbiv9SzLPrTHiqXBYUN7R8X98uul5DTH&#10;0/HWXQ9fPXb4eXT8vjsbMxr2uxWoRH16iZ/ub2tgkclaOSNHQG/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YQMUcAAAADc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HwFcUA&#10;AADcAAAADwAAAGRycy9kb3ducmV2LnhtbESPQUsDMRSE74L/ITzBW5u11NquTYtUBSl4sBaKt8fm&#10;dXdx8xKSZ3f996ZQ8DjMzDfMcj24Tp0optazgbtxAYq48rbl2sD+83U0B5UE2WLnmQz8UoL16vpq&#10;iaX1PX/QaSe1yhBOJRpoREKpdaoacpjGPhBn7+ijQ8ky1tpG7DPcdXpSFDPtsOW80GCgTUPV9+7H&#10;GXjvX8L2YXZ/DF9xOtHp2cphI8bc3gxPj6CEBvkPX9pv1sC0WMD5TD4Ce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0fAV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kzRMIA&#10;AADcAAAADwAAAGRycy9kb3ducmV2LnhtbERPXWvCMBR9F/Yfwh34IjPV6ZBqFBWCgw2GbuDrpbm2&#10;xeamJNF2/355GPh4ON+rTW8bcScfascKJuMMBHHhTM2lgp9v/bIAESKywcYxKfilAJv102CFuXEd&#10;H+l+iqVIIRxyVFDF2OZShqIii2HsWuLEXZy3GBP0pTQeuxRuGznNsjdpsebUUGFL+4qK6+lmFey+&#10;uvLVj4pd7z4uh/Nca6M/tVLD5367BBGpjw/xv/vdKJhN0vx0Jh0B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TNEwgAAANw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lyWsMA&#10;AADcAAAADwAAAGRycy9kb3ducmV2LnhtbESP3YrCMBSE7xf2HcJZ8G5NKypSjSJKQRZv/HmAQ3O2&#10;6dqclCTW+vZmYWEvh5n5hlltBtuKnnxoHCvIxxkI4srphmsF10v5uQARIrLG1jEpeFKAzfr9bYWF&#10;dg8+UX+OtUgQDgUqMDF2hZShMmQxjF1HnLxv5y3GJH0ttcdHgttWTrJsLi02nBYMdrQzVN3Od6ug&#10;/Joc+9td+9Jth6mlmflZ7I1So49huwQRaYj/4b/2QSuY5jn8nklHQK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lyWs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cIqMUA&#10;AADcAAAADwAAAGRycy9kb3ducmV2LnhtbESP3WoCMRSE7wu+QziCN1Kz2h/K1igqhAotlKrQ28Pm&#10;uLt0c7Ik0V3f3ghCL4eZ+YaZL3vbiDP5UDtWMJ1kIIgLZ2ouFRz2+vENRIjIBhvHpOBCAZaLwcMc&#10;c+M6/qHzLpYiQTjkqKCKsc2lDEVFFsPEtcTJOzpvMSbpS2k8dgluGznLsldpsea0UGFLm4qKv93J&#10;Klh/d+WTHxfr3n0eP35ftDb6Sys1GvardxCR+vgfvre3RsHzdAa3M+k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Fwio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7RwsIA&#10;AADcAAAADwAAAGRycy9kb3ducmV2LnhtbESP0YrCMBRE3xf8h3AF39ZU6S5SjSJKQZZ9WfUDLs21&#10;qTY3JYm1/r1ZWNjHYWbOMKvNYFvRkw+NYwWzaQaCuHK64VrB+VS+L0CEiKyxdUwKnhRgsx69rbDQ&#10;7sE/1B9jLRKEQ4EKTIxdIWWoDFkMU9cRJ+/ivMWYpK+l9vhIcNvKeZZ9SosNpwWDHe0MVbfj3Soo&#10;v+bf/e2ufem2Q27pw1wXe6PUZDxslyAiDfE//Nc+aAX5LIffM+kIyP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HtHC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kBmsEA&#10;AADcAAAADwAAAGRycy9kb3ducmV2LnhtbESP0YrCMBRE34X9h3AF3zStbheppiKCoo9b9wMuzbUt&#10;bW66TbT1742wsI/DzJlhtrvRtOJBvastK4gXEQjiwuqaSwU/1+N8DcJ5ZI2tZVLwJAe77GOyxVTb&#10;gb/pkftShBJ2KSqovO9SKV1RkUG3sB1x8G62N+iD7EupexxCuWnlMoq+pMGaw0KFHR0qKpr8bhR8&#10;PofTb5400VEbii+r7sK+SJSaTcf9BoSn0f+H/+izDlycwPtMOAIy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K5AZr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5HYsUA&#10;AADeAAAADwAAAGRycy9kb3ducmV2LnhtbESPQW/CMAyF75P2HyIjcRsJHNDoCAiBmNBOo3Q7W41p&#10;qzVO1QQo/34+IHGz9Z7f+7xcD75VV+pjE9jCdGJAEZfBNVxZKE77t3dQMSE7bAOThTtFWK9eX5aY&#10;uXDjI13zVCkJ4ZihhTqlLtM6ljV5jJPQEYt2Dr3HJGtfadfjTcJ9q2fGzLXHhqWhxo62NZV/+cVb&#10;uMx/ZwWfv9x3vrt/Lnb7TdQ/lbXj0bD5AJVoSE/z4/rgBH9qjPDKOzKDX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Hkdi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1S5MYA&#10;AADeAAAADwAAAGRycy9kb3ducmV2LnhtbERPS2sCMRC+F/ofwhS81cQHi26NokJBe6ho9dDbdDPd&#10;Xd1Mtpuo239vCkJv8/E9ZzJrbSUu1PjSsYZeV4EgzpwpOdew/3h9HoHwAdlg5Zg0/JKH2fTxYYKp&#10;cVfe0mUXchFD2KeooQihTqX0WUEWfdfVxJH7do3FEGGTS9PgNYbbSvaVSqTFkmNDgTUtC8pOu7PV&#10;cNiMkvFmsR4e396/cGDNz6cpE607T+38BUSgNvyL7+6VifN7So3h7514g5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j1S5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f6MMcA&#10;AADeAAAADwAAAGRycy9kb3ducmV2LnhtbESPQWvCQBCF7wX/wzKCt7qJLSLRTahKtfRkbaHXITsm&#10;odnZkF019td3DgVvM8yb9963KgbXqgv1ofFsIJ0moIhLbxuuDHx9vj4uQIWIbLH1TAZuFKDIRw8r&#10;zKy/8gddjrFSYsIhQwN1jF2mdShrchimviOW28n3DqOsfaVtj1cxd62eJclcO2xYEmrsaFNT+XM8&#10;OwO/8288hP1svX2ykW7Pi51/P+yMmYyHlyWoSEO8i/+/36zUT5NUAARHZtD5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on+jD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I2BcQA&#10;AADeAAAADwAAAGRycy9kb3ducmV2LnhtbERPzWrCQBC+F/oOyxS81U0kLTV1FREFb21SH2DITjfB&#10;7GzMrkn06buFQm/z8f3OajPZVgzU+8axgnSegCCunG7YKDh9HZ7fQPiArLF1TApu5GGzfnxYYa7d&#10;yAUNZTAihrDPUUEdQpdL6auaLPq564gj9+16iyHC3kjd4xjDbSsXSfIqLTYcG2rsaFdTdS6vVsHF&#10;LV70VO7x47xffjbGZJd7kSk1e5q27yACTeFf/Oc+6jg/TdIUft+JN8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SNgX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zOmcQA&#10;AADeAAAADwAAAGRycy9kb3ducmV2LnhtbERPyW7CMBC9V+o/WFOpt+KEqhACTtQiIXFlOXAc7CEJ&#10;jcdpbCD06+tKlXqbp7fOohxsK67U+8axgnSUgCDWzjRcKdjvVi8ZCB+QDbaOScGdPJTF48MCc+Nu&#10;vKHrNlQihrDPUUEdQpdL6XVNFv3IdcSRO7neYoiwr6Tp8RbDbSvHSTKRFhuODTV2tKxJf24vVsG6&#10;OdLbRJ9mNvvQm8P3V3idno1Sz0/D+xxEoCH8i//caxPnp0k6ht934g2y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8zpn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GS1cUA&#10;AADeAAAADwAAAGRycy9kb3ducmV2LnhtbERP0WoCMRB8F/yHsIW+aXIWip5GqUKhpVZQS31dLtvL&#10;0cvmuKTn+femIPg2u7Mzs7NY9a4WHbWh8qwhGysQxIU3FZcavo6voymIEJEN1p5Jw4UCrJbDwQJz&#10;48+8p+4QS5FMOOSowcbY5FKGwpLDMPYNceJ+fOswprEtpWnxnMxdLSdKPUuHFacEiw1tLBW/hz+n&#10;ocPdRZ3s+nP2Xm2LyW79/WHSXj8+9C9zEJH6eD++qd9Mej9T2RP810kY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UZLV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XVO8IA&#10;AADeAAAADwAAAGRycy9kb3ducmV2LnhtbERPTUvDQBC9C/0PyxS82U2CiMRuixRaPGr00OOYnWZT&#10;szNhd22iv94VBG/zeJ+z3s5+UBcKsRc2UK4KUMSt2J47A2+v+5t7UDEhWxyEycAXRdhuFldrrK1M&#10;/EKXJnUqh3Cs0YBLaay1jq0jj3ElI3HmThI8pgxDp23AKYf7QVdFcac99pwbHI60c9R+NJ/ewHRo&#10;38/V6Wjddxhl3zzLuRrEmOvl/PgAKtGc/sV/7ieb55dFeQu/7+Qb9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tdU7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Fgt8UA&#10;AADeAAAADwAAAGRycy9kb3ducmV2LnhtbERP22oCMRB9L/gPYYS+1ewKbWU1ipcKRSri7X3cjLur&#10;yWTZpLr+fVMo9G0O5zqjSWuNuFHjK8cK0l4Cgjh3uuJCwWG/fBmA8AFZo3FMCh7kYTLuPI0w0+7O&#10;W7rtQiFiCPsMFZQh1JmUPi/Jou+5mjhyZ9dYDBE2hdQN3mO4NbKfJG/SYsWxocSa5iXl1923VbDc&#10;LMylv95OjzLMP95PZrCaLb6Ueu620yGIQG34F/+5P3WcnybpK/y+E2+Q4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AWC3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UjVMUA&#10;AADeAAAADwAAAGRycy9kb3ducmV2LnhtbERPTWvCQBC9C/0PyxS8lLpJS0WimyBCiYUW1Apex+yY&#10;hGRnQ3aN6b/vFgre5vE+Z5WNphUD9a62rCCeRSCIC6trLhUcv9+fFyCcR9bYWiYFP+QgSx8mK0y0&#10;vfGehoMvRQhhl6CCyvsukdIVFRl0M9sRB+5ie4M+wL6UusdbCDetfImiuTRYc2iosKNNRUVzuBoF&#10;w+7zXG4H1300iyf39nrO8y99Umr6OK6XIDyN/i7+d291mB9H8Rz+3gk3yPQ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JSNU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X40sYA&#10;AADeAAAADwAAAGRycy9kb3ducmV2LnhtbERPTWsCMRC9C/0PYQq9abJSrW6NooVCL4Vqe9DbuJnu&#10;Lm4ma5Lq2l/fCEJv83ifM1t0thEn8qF2rCEbKBDEhTM1lxq+Pl/7ExAhIhtsHJOGCwVYzO96M8yN&#10;O/OaTptYihTCIUcNVYxtLmUoKrIYBq4lTty38xZjgr6UxuM5hdtGDpUaS4s1p4YKW3qpqDhsfqyG&#10;1XSyOn488vvver+j3XZ/GA290vrhvls+g4jUxX/xzf1m0vxMZU9wfSfd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QX40sYAAADeAAAADwAAAAAAAAAAAAAAAACYAgAAZHJz&#10;L2Rvd25yZXYueG1sUEsFBgAAAAAEAAQA9QAAAIsDAAAAAA==&#10;" fillcolor="black" stroked="f"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ioMgA&#10;AADeAAAADwAAAGRycy9kb3ducmV2LnhtbESPT2vCQBDF74V+h2UKvdVNhIqkrlL7BwrqQe2hx2l2&#10;mizJzobsVqOf3jkI3mZ4b977zWwx+FYdqI8usIF8lIEiLoN1XBn43n8+TUHFhGyxDUwGThRhMb+/&#10;m2Fhw5G3dNilSkkIxwIN1Cl1hdaxrMljHIWOWLS/0HtMsvaVtj0eJdy3epxlE+3RsTTU2NFbTWWz&#10;+/cGflYTN906Gv+uz8sPu35ulpv3xpjHh+H1BVSiId3M1+svK/h5lguvvCMz6Pk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1WWKg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eqCcQA&#10;AADeAAAADwAAAGRycy9kb3ducmV2LnhtbERPTU8CMRC9m/gfmjHxJu1yMLhQCMEQvXgQMF4n22G7&#10;7Ha6tgUWfr01IfE2L+9zZovBdeJEITaeNRQjBYK48qbhWsNuu36agIgJ2WDnmTRcKMJifn83w9L4&#10;M3/SaZNqkUM4lqjBptSXUsbKksM48j1x5vY+OEwZhlqagOcc7jo5VupZOmw4N1jsaWWpajdHpyEs&#10;v1/bKx+/WnX9uMS3w/AzQav148OwnIJINKR/8c39bvL8QhUv8PdOvkH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Hqgn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B/YscA&#10;AADeAAAADwAAAGRycy9kb3ducmV2LnhtbESP3UoDQQyF7wXfYYjgjdiZ7oU/206LCIJgEVr7AOlO&#10;3F2cySw7sd369OZC8C4hJ+ecb7meUjRHGkuf2cN85sAQNzn03HrYf7zcPoApghwwZiYPZyqwXl1e&#10;LLEO+cRbOu6kNWrCpUYPnchQW1uajhKWWR6I9faZx4Si69jaMOJJzVO0lXN3NmHPmtDhQM8dNV+7&#10;7+QhVof4+HZfNnLe2437SbK9eQ/eX19NTwswQpP8i/++X4PWn7tKARRHZ7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Bgf2L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ybo8QA&#10;AADeAAAADwAAAGRycy9kb3ducmV2LnhtbERPO2vDMBDeC/0P4gLdGtkeSnGjhDwIeOlQJyXrxbpY&#10;JtLJWGri9tdXgUC2+/ieN1uMzooLDaHzrCCfZiCIG687bhXsd9vXdxAhImu0nknBLwVYzJ+fZlhq&#10;f+UvutSxFSmEQ4kKTIx9KWVoDDkMU98TJ+7kB4cxwaGVesBrCndWFln2Jh12nBoM9rQ21JzrH6dg&#10;U/e22FdmFQ7fn8ejrf62dNgo9TIZlx8gIo3xIb67K53m51mRw+2ddIO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8m6P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u34sIA&#10;AADeAAAADwAAAGRycy9kb3ducmV2LnhtbERPS4vCMBC+C/sfwizsTRN7UKlGkWUFwdP6OHgbkrGt&#10;NpPSRNv99xtB8DYf33MWq97V4kFtqDxrGI8UCGLjbcWFhuNhM5yBCBHZYu2ZNPxRgNXyY7DA3PqO&#10;f+mxj4VIIRxy1FDG2ORSBlOSwzDyDXHiLr51GBNsC2lb7FK4q2Wm1EQ6rDg1lNjQd0nmtr87DdeN&#10;3Hmj0JyOp25rp+efCdVK66/Pfj0HEamPb/HLvbVp/lhlGTzfSTfI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K7fi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/hHsMA&#10;AADeAAAADwAAAGRycy9kb3ducmV2LnhtbERPS4vCMBC+C/6HMMLeNLWCSNcourCw7OLBB7LHsRnb&#10;0mZSkqj13xtB8DYf33Pmy8404krOV5YVjEcJCOLc6ooLBYf993AGwgdkjY1lUnAnD8tFvzfHTNsb&#10;b+m6C4WIIewzVFCG0GZS+rwkg35kW+LIna0zGCJ0hdQObzHcNDJNkqk0WHFsKLGlr5LyencxCv4v&#10;f3zeTH5Xbh2Ottv7Oj3NaqU+Bt3qE0SgLrzFL/ePjvPHSTqB5zvxBr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4/hHs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usGMUA&#10;AADeAAAADwAAAGRycy9kb3ducmV2LnhtbERPTWsCMRC9C/0PYQq9aeKiRVej1ELBi6C2h3obN9Pd&#10;xc1km0Td9tc3gtDbPN7nzJedbcSFfKgdaxgOFAjiwpmaSw0f72/9CYgQkQ02jknDDwVYLh56c8yN&#10;u/KOLvtYihTCIUcNVYxtLmUoKrIYBq4lTtyX8xZjgr6UxuM1hdtGZko9S4s1p4YKW3qtqDjtz1bD&#10;ajpZfW9HvPndHQ90+DyexplXWj89di8zEJG6+C++u9cmzR+qbAS3d9IN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u6wYxQAAAN4AAAAPAAAAAAAAAAAAAAAAAJgCAABkcnMv&#10;ZG93bnJldi54bWxQSwUGAAAAAAQABAD1AAAAigMAAAAA&#10;" fillcolor="black" stroked="f"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ECKcMA&#10;AADeAAAADwAAAGRycy9kb3ducmV2LnhtbERP30vDMBB+F/wfwgm+uXQTh9SlpQxE2VM3FV9vzdkU&#10;m0tJYtb990YQ9nYf38/b1LMdRSIfBscKlosCBHHn9MC9gve357tHECEiaxwdk4IzBair66sNltqd&#10;eE/pEHuRQziUqMDEOJVShs6QxbBwE3Hmvpy3GDP0vdQeTzncjnJVFGtpceDcYHCiraHu+/BjFaTj&#10;tm3u02cy+51veu/al49jq9Ttzdw8gYg0x4v43/2q8/xlsXqAv3fyDbL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0ECKc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/YV8QA&#10;AADeAAAADwAAAGRycy9kb3ducmV2LnhtbERPTWvCQBC9C/6HZQredBMPoaauUsSW6qU1FvQ4ZKfZ&#10;0OxsyG5j7K/vFgRv83ifs1wPthE9db52rCCdJSCIS6drrhR8Hl+mjyB8QNbYOCYFV/KwXo1HS8y1&#10;u/CB+iJUIoawz1GBCaHNpfSlIYt+5lriyH25zmKIsKuk7vASw20j50mSSYs1xwaDLW0Mld/Fj1Xg&#10;0832tLe/i/78avi92JnsozJKTR6G5ycQgYZwF9/cbzrOT5N5Bv/vxBv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/2FfEAAAA3g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B463ED" w:rsidRDefault="00B463ED" w:rsidP="00B463ED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B463ED" w:rsidRDefault="00B463ED" w:rsidP="00B463ED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B463ED" w:rsidRDefault="00B463ED" w:rsidP="00B463ED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B463ED" w:rsidRDefault="00B463ED" w:rsidP="00B463ED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B463ED" w:rsidRDefault="00B463ED" w:rsidP="00B463ED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B463ED" w:rsidRDefault="00B463ED" w:rsidP="00B463ED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>УКРАЇНА</w:t>
      </w:r>
    </w:p>
    <w:p w:rsidR="00B463ED" w:rsidRDefault="00B463ED" w:rsidP="00B463ED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>КРУПЕЦЬКА СІЛЬСЬКА РАДА</w:t>
      </w:r>
    </w:p>
    <w:p w:rsidR="00B463ED" w:rsidRDefault="00B463ED" w:rsidP="00B463ED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>СЛАВУТСЬКОГО РАЙОНУ</w:t>
      </w:r>
    </w:p>
    <w:p w:rsidR="00B463ED" w:rsidRDefault="00B463ED" w:rsidP="00B463ED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>ХМЕЛЬНИЦЬКОЇ ОБЛАСТІ</w:t>
      </w:r>
    </w:p>
    <w:p w:rsidR="00B463ED" w:rsidRDefault="00B463ED" w:rsidP="00B463ED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F3BDBBB" wp14:editId="666984A6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1027" name="Группа 110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1028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29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0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1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2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3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4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5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6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8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9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76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77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78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79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80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81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82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83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84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85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86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87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88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89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90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91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92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93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94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3ED" w:rsidRDefault="00B463ED" w:rsidP="00B4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027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HHy8QA&#10;AADeAAAADwAAAGRycy9kb3ducmV2LnhtbESPT4vCQAzF7wt+hyGCt3VqBVeqo4ioeBAW/91DJ7bF&#10;TqZ0Rq3f3hwW9pbwXt77Zb7sXK2e1IbKs4HRMAFFnHtbcWHgct5+T0GFiGyx9kwG3hRgueh9zTGz&#10;/sVHep5ioSSEQ4YGyhibTOuQl+QwDH1DLNrNtw6jrG2hbYsvCXe1TpNkoh1WLA0lNrQuKb+fHs6A&#10;H+/2h2uRHscb/om8+p3ert3BmEG/W81AReriv/nvem8Ff5SkwivvyAx68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Bx8v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nQ88YA&#10;AADeAAAADwAAAGRycy9kb3ducmV2LnhtbERPS2sCMRC+C/0PYQq9iGb1oHVrlCJstT0IPsDrsJlu&#10;tt1MliTVrb/eCIXe5uN7znzZ2UacyYfasYLRMANBXDpdc6XgeCgGzyBCRNbYOCYFvxRguXjozTHX&#10;7sI7Ou9jJVIIhxwVmBjbXMpQGrIYhq4lTtyn8xZjgr6S2uMlhdtGjrNsIi3WnBoMtrQyVH7vf6yC&#10;r2JrTqvp9c33Zzu69ouPdfM+UerpsXt9ARGpi//iP/dGp/mjbDyD+zvpBr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InQ88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lLssQA&#10;AADeAAAADwAAAGRycy9kb3ducmV2LnhtbESPQYvCMBCF74L/IYzgRdZUhUW6RhFRES+i7g8YmrEp&#10;20xKE2333+8chL3NMO+9b95q0/tavaiNVWADs2kGirgItuLSwPf98LEEFROyxTowGfilCJv1cLDC&#10;3IaOr/S6pVJJCMccDbiUmlzrWDjyGKehIZbbI7Qek6xtqW2LnYT7Ws+z7FN7rFgIDhvaOSp+bk8v&#10;kMsCL+dHdz8ce+xwf3Y82V6NGY/67ReoRH36F7/dJyvvz7KFFJA6MoNe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5S7L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H7E8QA&#10;AADeAAAADwAAAGRycy9kb3ducmV2LnhtbERPTUsDMRC9C/6HMIK3NrtVq2ybFqkKIniwFoq3YTPd&#10;XbqZhGTsrv/eCAVv83ifs1yPrlcniqnzbKCcFqCIa287bgzsPl8mD6CSIFvsPZOBH0qwXl1eLLGy&#10;fuAPOm2lUTmEU4UGWpFQaZ3qlhymqQ/EmTv46FAyjI22EYcc7no9K4q5dthxbmgx0Kal+rj9dgbe&#10;h+fwdj+/O4SveDvT6cnKfiPGXF+NjwtQQqP8i8/uV5vnl8VNCX/v5Bv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x+xP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dwXsMA&#10;AADeAAAADwAAAGRycy9kb3ducmV2LnhtbESP0YrCMBBF3wX/IYzgi2iqwiLVKCIq4otY/YChGZti&#10;MylNtPXvzcLCvs1w79xzZ7XpbCXe1PjSsYLpJAFBnDtdcqHgfjuMFyB8QNZYOSYFH/KwWfd7K0y1&#10;a/lK7ywUIoawT1GBCaFOpfS5IYt+4mriqD1cYzHEtSmkbrCN4baSsyT5kRZLjgSDNe0M5c/sZSPk&#10;MsfL+dHeDscOW9yfDY+2V6WGg267BBGoC//mv+uTjvWnyXwGv+/EGeT6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edwXsMAAADe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/A/8UA&#10;AADeAAAADwAAAGRycy9kb3ducmV2LnhtbERPTUsDMRC9C/6HMII3m22rtaxNi9QKIvRgFYq3YTPd&#10;XdxMQjLtbv99Iwje5vE+Z7EaXKdOFFPr2cB4VIAirrxtuTbw9fl6NweVBNli55kMnCnBanl9tcDS&#10;+p4/6LSTWuUQTiUaaERCqXWqGnKYRj4QZ+7go0PJMNbaRuxzuOv0pChm2mHLuaHBQOuGqp/d0RnY&#10;9pvw/jh7OITveD/R6cXKfi3G3N4Mz0+ghAb5F/+532yePy6mU/h9J9+gl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L8D/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NFYsUA&#10;AADeAAAADwAAAGRycy9kb3ducmV2LnhtbERP22oCMRB9L/gPYYS+lJq11lJWo6gQFFooXqCvw2bc&#10;XdxMliS6279vhELf5nCuM1/2thE38qF2rGA8ykAQF87UXCo4HfXzO4gQkQ02jknBDwVYLgYPc8yN&#10;63hPt0MsRQrhkKOCKsY2lzIUFVkMI9cSJ+7svMWYoC+l8dilcNvIlyx7kxZrTg0VtrSpqLgcrlbB&#10;+qsrJ/6pWPfu47z9nmpt9KdW6nHYr2YgIvXxX/zn3pk0f5xNXuH+TrpB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w0Vi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+qBsMA&#10;AADeAAAADwAAAGRycy9kb3ducmV2LnhtbERP3WrCMBS+H+wdwhl4N1N1itRGEaUgYzfTPcChOWtq&#10;m5OSxFrffhkMdnc+vt9T7EbbiYF8aBwrmE0zEMSV0w3XCr4u5esaRIjIGjvHpOBBAXbb56cCc+3u&#10;/EnDOdYihXDIUYGJsc+lDJUhi2HqeuLEfTtvMSboa6k93lO47eQ8y1bSYsOpwWBPB0NVe75ZBeX7&#10;/GNob9qXbj++WVqa6/polJq8jPsNiEhj/Bf/uU86zZ9liyX8vpNuk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+qB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1+jsQA&#10;AADeAAAADwAAAGRycy9kb3ducmV2LnhtbERP32vCMBB+H/g/hBN8GZqqTKQaRQdhAwdjKvh6NGdb&#10;bC4lyWz33y/CYG/38f289ba3jbiTD7VjBdNJBoK4cKbmUsH5pMdLECEiG2wck4IfCrDdDJ7WmBvX&#10;8Rfdj7EUKYRDjgqqGNtcylBUZDFMXEucuKvzFmOCvpTGY5fCbSNnWbaQFmtODRW29FpRcTt+WwX7&#10;z66c++di37vD9e3yorXRH1qp0bDfrUBE6uO/+M/9btL8aTZfwOOddIP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dfo7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4FmMYA&#10;AADeAAAADwAAAGRycy9kb3ducmV2LnhtbESPQW/CMAyF75P2HyJP2m2kMDahQkBoUyU07TLGD7Aa&#10;0xQap0pCKf9+PiDtZus9v/d5tRl9pwaKqQ1sYDopQBHXwbbcGDj8Vi8LUCkjW+wCk4EbJdisHx9W&#10;WNpw5R8a9rlREsKpRAMu577UOtWOPKZJ6IlFO4boMcsaG20jXiXcd3pWFO/aY8vS4LCnD0f1eX/x&#10;Bqqv2fdwvthYhe049/TmTotPZ8zz07hdgso05n/z/XpnBX9avAqvvCMz6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L4FmM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w+68EA&#10;AADeAAAADwAAAGRycy9kb3ducmV2LnhtbERPzYrCMBC+L/gOYQRva1JdRatRRFDW41YfYGjGtthM&#10;ahNtfXuzsLC3+fh+Z73tbS2e1PrKsYZkrEAQ585UXGi4nA+fCxA+IBusHZOGF3nYbgYfa0yN6/iH&#10;nlkoRAxhn6KGMoQmldLnJVn0Y9cQR+7qWoshwraQpsUuhttaTpSaS4sVx4YSG9qXlN+yh9Xw9eqO&#10;92x2UwdjKTlNmxOHfKb1aNjvViAC9eFf/Of+NnF+oqZL+H0n3iA3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U8Puv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SNWMQA&#10;AADeAAAADwAAAGRycy9kb3ducmV2LnhtbERPS2vCQBC+F/oflin01myUktrUVaSSIp40tT0P2TEJ&#10;zc6G7JrHv3cFobf5+J6zXI+mET11rrasYBbFIIgLq2suFZy+s5cFCOeRNTaWScFEDtarx4clptoO&#10;fKQ+96UIIexSVFB536ZSuqIigy6yLXHgzrYz6APsSqk7HEK4aeQ8jhNpsObQUGFLnxUVf/nFKLgk&#10;v/MTn/f6kG+nr/dttnHyp1Tq+WncfIDwNPp/8d2902H+6+wtgds74Qa5u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UjVj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eY3sYA&#10;AADeAAAADwAAAGRycy9kb3ducmV2LnhtbERPS2vCQBC+F/oflil4qxutRE1dxRYE9aDUx6G3aXaa&#10;RLOzMbtq+u9dQehtPr7njCaNKcWFaldYVtBpRyCIU6sLzhTstrPXAQjnkTWWlknBHzmYjJ+fRpho&#10;e+Uvumx8JkIIuwQV5N5XiZQuzcmga9uKOHC/tjboA6wzqWu8hnBTym4UxdJgwaEhx4o+c0qPm7NR&#10;sF8P4uH6Y9E7LFc/+Gb06VsXsVKtl2b6DsJT4//FD/dch/m9Tr8P93fCDXJ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beY3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GbOMcA&#10;AADeAAAADwAAAGRycy9kb3ducmV2LnhtbESPS2/CQAyE75X4DysjcSsbHgIUWBAPlSJOQCtxtbJu&#10;EjXrjbJbCP31+FCpN1sznvm8WLWuUjdqQunZwKCfgCLOvC05N/D58fY6AxUissXKMxl4UIDVsvOy&#10;wNT6O5/pdom5khAOKRooYqxTrUNWkMPQ9zWxaF++cRhlbXJtG7xLuKv0MEkm2mHJ0lBgTduCsu/L&#10;jzPwO7niKbwPN7uRjfQYz/b+eNob0+u26zmoSG38N/9dH6zgjwdT4ZV3ZAa9f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TRmzj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RXDcMA&#10;AADeAAAADwAAAGRycy9kb3ducmV2LnhtbERPzYrCMBC+L/gOYQRva6rUXa1GkUXBm2v1AYZmTIvN&#10;pDZZrT69WVjY23x8v7NYdbYWN2p95VjBaJiAIC6crtgoOB2371MQPiBrrB2Tggd5WC17bwvMtLvz&#10;gW55MCKGsM9QQRlCk0npi5Is+qFriCN3dq3FEGFrpG7xHsNtLcdJ8iEtVhwbSmzoq6Tikv9YBVc3&#10;nugu3+D+spl9V8ak1+chVWrQ79ZzEIG68C/+c+90nJ+OPmfw+068QS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RXD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foXMYA&#10;AADeAAAADwAAAGRycy9kb3ducmV2LnhtbESPQU/DMAyF70j8h8hI3FhaYKUrzSZAQtp1gwNHL/Ha&#10;QuOUJmyFX48Pk3az5ef33levJt+rA42xC2wgn2WgiG1wHTcG3t9eb0pQMSE77AOTgV+KsFpeXtRY&#10;uXDkDR22qVFiwrFCA21KQ6V1tC15jLMwEMttH0aPSdax0W7Eo5j7Xt9mWaE9diwJLQ700pL92v54&#10;A+tuR/PC7he+fLabj7/vdPfw6Yy5vpqeHkElmtJZfPpeO6l/n5cCIDgyg17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/foX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q0EMYA&#10;AADeAAAADwAAAGRycy9kb3ducmV2LnhtbERP0WrCQBB8L/gPxwp9q5dIEU09gykUWloFbamvS27N&#10;BXN7IXeN8e+9guDb7M7OzM4yH2wjeup87VhBOklAEJdO11wp+Pl+e5qD8AFZY+OYFFzIQ74aPSwx&#10;0+7MO+r3oRLRhH2GCkwIbSalLw1Z9BPXEkfu6DqLIY5dJXWH52huGzlNkpm0WHNMMNjSq6HytP+z&#10;CnrcXpKDKTaLj/qrnG6L308d9+pxPKxfQAQawv34pn7X8f3ndJ7Cf52IQa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5q0E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X1/cMA&#10;AADeAAAADwAAAGRycy9kb3ducmV2LnhtbERPTUvDQBC9C/6HZQRvdtMgUmK3pRRaPGr04HHMTrOp&#10;2Zmwu23S/npXELzN433Ocj35Xp0pxE7YwHxWgCJuxHbcGvh43z0sQMWEbLEXJgMXirBe3d4ssbIy&#10;8hud69SqHMKxQgMupaHSOjaOPMaZDMSZO0jwmDIMrbYBxxzue10WxZP22HFucDjQ1lHzXZ+8gXHf&#10;fB3Lw6d11zDIrn6VY9mLMfd30+YZVKIp/Yv/3C82z3+cL0r4fSf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kX1/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FAccUA&#10;AADeAAAADwAAAGRycy9kb3ducmV2LnhtbERP22oCMRB9L/Qfwgh9q1lt0WVrFOsFpChFq+/Tzbi7&#10;bTJZNlHXv28Kgm9zONcZTVprxJkaXzlW0OsmIIhzpysuFOy/ls8pCB+QNRrHpOBKHibjx4cRZtpd&#10;eEvnXShEDGGfoYIyhDqT0uclWfRdVxNH7ugaiyHCppC6wUsMt0b2k2QgLVYcG0qsaVZS/rs7WQXL&#10;z7n56W+204MMs8Xw26Qf7/O1Uk+ddvoGIlAb7uKbe6Xj/Nde+gL/78Qb5Pg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8UBx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4FkcUA&#10;AADeAAAADwAAAGRycy9kb3ducmV2LnhtbERPTWvCQBC9C/6HZYReim60WkLMRkQQLVSwWuh1zI5J&#10;MDsbstuY/vtuoeBtHu9z0lVvatFR6yrLCqaTCARxbnXFhYLP83Ycg3AeWWNtmRT8kINVNhykmGh7&#10;5w/qTr4QIYRdggpK75tESpeXZNBNbEMcuKttDfoA20LqFu8h3NRyFkWv0mDFoaHEhjYl5bfTt1HQ&#10;Hd8vxb5zzdstfnaLl8tud9BfSj2N+vUShKfeP8T/7r0O8+fTeA5/74Qb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gWR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7eF8UA&#10;AADeAAAADwAAAGRycy9kb3ducmV2LnhtbERPTWsCMRC9F/ofwhR6q1lFy7oaRQWhl4LaHvQ2bsbd&#10;xc1kTVJd/fWNIHibx/uc8bQ1tTiT85VlBd1OAoI4t7riQsHvz/IjBeEDssbaMim4kofp5PVljJm2&#10;F17TeRMKEUPYZ6igDKHJpPR5SQZ9xzbEkTtYZzBE6AqpHV5iuKllL0k+pcGKY0OJDS1Kyo+bP6Ng&#10;Pkznp1Wfv2/r/Y522/1x0HOJUu9v7WwEIlAbnuKH+0vH+f1uOoD7O/EGOf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zt4XxQAAAN4AAAAPAAAAAAAAAAAAAAAAAJgCAABkcnMv&#10;ZG93bnJldi54bWxQSwUGAAAAAAQABAD1AAAAigMAAAAA&#10;" fillcolor="black" stroked="f"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9OYMYA&#10;AADeAAAADwAAAGRycy9kb3ducmV2LnhtbERPS2vCQBC+F/oflhF6qxulDSG6ilYLBe3Bx8HjmB2T&#10;JdnZkN1q2l/fFQq9zcf3nOm8t424UueNYwWjYQKCuHDacKngeHh/zkD4gKyxcUwKvsnDfPb4MMVc&#10;uxvv6LoPpYgh7HNUUIXQ5lL6oiKLfuha4shdXGcxRNiVUnd4i+G2keMkSaVFw7GhwpbeKirq/ZdV&#10;cNqkJtsZGp+3P8u13r7Wy89VrdTToF9MQATqw7/4z/2h4/yXUZbC/Z14g5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t9OY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GGycUA&#10;AADeAAAADwAAAGRycy9kb3ducmV2LnhtbERPS2sCMRC+F/wPYQrealaRdtkaRSyilx7qA6/DZrrZ&#10;7mayTaKu/vqmUOhtPr7nzBa9bcWFfKgdKxiPMhDEpdM1VwoO+/VTDiJEZI2tY1JwowCL+eBhhoV2&#10;V/6gyy5WIoVwKFCBibErpAylIYth5DrixH06bzEm6CupPV5TuG3lJMuepcWaU4PBjlaGymZ3tgr8&#10;8vTW3Pl8bLL7+y1svvrvHI1Sw8d++QoiUh//xX/urU7zp+P8BX7fSTf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wYbJxQAAAN4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+k8McA&#10;AADeAAAADwAAAGRycy9kb3ducmV2LnhtbESP0UoDQQxF34X+w5CCL2JnW0TbtdMigiC0CK39gLiT&#10;7i7OZJad2G779eZB8C3h3tx7slwPMZgT9blN7GA6KcAQV8m3XDs4fL7dz8FkQfYYEpODC2VYr0Y3&#10;Syx9OvOOTnupjYZwLtFBI9KV1uaqoYh5kjpi1Y6pjyi69rX1PZ41PAY7K4pHG7FlbWiwo9eGqu/9&#10;T3QQZl9hsXnKW7kc7La4RtndfXjnbsfDyzMYoUH+zX/X717xH6Zz5dV3dAa7+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UvpPD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NAMcUA&#10;AADeAAAADwAAAGRycy9kb3ducmV2LnhtbERPTWsCMRC9F/ofwhR606wiYrdGsRVhLz103eJ13Ew3&#10;i8lk2UTd9tebgtDbPN7nLNeDs+JCfWg9K5iMMxDEtdctNwqq/W60ABEiskbrmRT8UID16vFhibn2&#10;V/6kSxkbkUI45KjAxNjlUobakMMw9h1x4r597zAm2DdS93hN4c7KaZbNpcOWU4PBjt4N1afy7BRs&#10;y85Oq8K8hcPXx/Foi98dHbZKPT8Nm1cQkYb4L767C53mzyaLF/h7J90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s0Ax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XNR8YA&#10;AADeAAAADwAAAGRycy9kb3ducmV2LnhtbESPQWsCMRCF74X+hzAFbzVRRNvVKKUoCD3V6qG3IRl3&#10;t91Mlk1013/fORS8zTBv3nvfajOERl2pS3VkC5OxAUXsoq+5tHD82j2/gEoZ2WMTmSzcKMFm/fiw&#10;wsLHnj/pesilEhNOBVqocm4LrZOrKGAax5ZYbufYBcyydqX2HfZiHho9NWauA9YsCRW29F6R+z1c&#10;goWfnf6IzqA7HU/93i++t3NqjLWjp+FtCSrTkO/i/++9l/qzyasACI7Mo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XNR8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Gbu8QA&#10;AADeAAAADwAAAGRycy9kb3ducmV2LnhtbERPTWvCQBC9C/0PywjedBMtYqOrWEEQSw/VUjyO2TEJ&#10;yc6G3VXTf98tCN7m8T5nsepMI27kfGVZQTpKQBDnVldcKPg+boczED4ga2wsk4Jf8rBavvQWmGl7&#10;5y+6HUIhYgj7DBWUIbSZlD4vyaAf2ZY4chfrDIYIXSG1w3sMN40cJ8lUGqw4NpTY0qakvD5cjYLT&#10;9YMvn5P92r2HH9sdfT0+z2qlBv1uPQcRqAtP8cO903H+a/qWwv878Qa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xm7v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7QvsUA&#10;AADeAAAADwAAAGRycy9kb3ducmV2LnhtbERPTWsCMRC9C/0PYQRvmnWxolujVEHwUlDbQ72Nm3F3&#10;cTNZk6jb/nojFHqbx/uc2aI1tbiR85VlBcNBAoI4t7riQsHX57o/AeEDssbaMin4IQ+L+Utnhpm2&#10;d97RbR8KEUPYZ6igDKHJpPR5SQb9wDbEkTtZZzBE6AqpHd5juKllmiRjabDi2FBiQ6uS8vP+ahQs&#10;p5PlZTvij9/d8UCH7+P5NXWJUr1u+/4GIlAb/sV/7o2O80fDaQrPd+IN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/tC+xQAAAN4AAAAPAAAAAAAAAAAAAAAAAJgCAABkcnMv&#10;ZG93bnJldi54bWxQSwUGAAAAAAQABAD1AAAAigMAAAAA&#10;" fillcolor="black" stroked="f"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R+j8QA&#10;AADeAAAADwAAAGRycy9kb3ducmV2LnhtbERPTUsDMRC9C/6HMEJvNlsr0q5Ny1KQiqdtq/Q63Yyb&#10;xc1kSWK6/nsjCL3N433OajPaXiTyoXOsYDYtQBA3TnfcKng/vtwvQISIrLF3TAp+KMBmfXuzwlK7&#10;C+8pHWIrcgiHEhWYGIdSytAYshimbiDO3KfzFmOGvpXa4yWH214+FMWTtNhxbjA40NZQ83X4tgrS&#10;eVtX83RKZv/mq9a7evdxrpWa3I3VM4hIY7yK/92vOs9/nC3n8PdOvkG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Efo/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Gi8sUA&#10;AADeAAAADwAAAGRycy9kb3ducmV2LnhtbERPTWvCQBC9F/wPywi91U2KiEZXEanS9lIbBT0O2TEb&#10;zM6G7Dam/fXdgtDbPN7nLFa9rUVHra8cK0hHCQjiwumKSwXHw/ZpCsIHZI21Y1LwTR5Wy8HDAjPt&#10;bvxJXR5KEUPYZ6jAhNBkUvrCkEU/cg1x5C6utRgibEupW7zFcFvL5ySZSIsVxwaDDW0MFdf8yyrw&#10;6ebl9G5/Zt15Z/gjfzOTfWmUehz26zmIQH34F9/drzrOH6ezMfy9E2+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QaLy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463ED" w:rsidRDefault="00B463ED" w:rsidP="00B4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B463ED" w:rsidRDefault="00B463ED" w:rsidP="00B463ED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>РІШЕННЯ</w:t>
      </w:r>
    </w:p>
    <w:p w:rsidR="00B463ED" w:rsidRDefault="00B463ED" w:rsidP="00B463E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B463ED" w:rsidRDefault="00B463ED" w:rsidP="00B463ED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B463ED" w:rsidRDefault="00B463ED" w:rsidP="00B463ED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B463ED" w:rsidRDefault="00B463ED" w:rsidP="00B463E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.07. 2021р.                                                   Крупець                                           №_____</w:t>
      </w:r>
    </w:p>
    <w:p w:rsidR="00B463ED" w:rsidRDefault="00B463ED" w:rsidP="00B463ED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B463ED" w:rsidRDefault="00B463ED" w:rsidP="00B463ED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B463ED" w:rsidRDefault="00B463ED" w:rsidP="00B463ED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B463ED" w:rsidRDefault="00B463ED" w:rsidP="00B463ED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технічної документації із землеустрою </w:t>
      </w:r>
    </w:p>
    <w:p w:rsidR="00B463ED" w:rsidRDefault="00B463ED" w:rsidP="00B463ED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щодо встановлення (відновлення) меж </w:t>
      </w:r>
    </w:p>
    <w:p w:rsidR="00B463ED" w:rsidRDefault="00B463ED" w:rsidP="00B463ED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земельної ділянки в натурі (на місцевості)</w:t>
      </w:r>
    </w:p>
    <w:p w:rsidR="00B463ED" w:rsidRDefault="00B463ED" w:rsidP="00B463ED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Любову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В.П.</w:t>
      </w:r>
    </w:p>
    <w:p w:rsidR="00B463ED" w:rsidRDefault="00B463ED" w:rsidP="00B463ED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B463ED" w:rsidRDefault="00B463ED" w:rsidP="00B463E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розглянувши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Любова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В.П,  сільська рада</w:t>
      </w:r>
    </w:p>
    <w:p w:rsidR="00B463ED" w:rsidRDefault="00B463ED" w:rsidP="00B463E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B463ED" w:rsidRDefault="00B463ED" w:rsidP="00B463E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463ED" w:rsidRDefault="00B463ED" w:rsidP="00B463E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Любову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Василю Петровичу,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D93D3E">
        <w:rPr>
          <w:rFonts w:ascii="Times New Roman" w:eastAsia="Calibri" w:hAnsi="Times New Roman" w:cs="Times New Roman"/>
          <w:sz w:val="24"/>
          <w:lang w:val="ru-RU" w:eastAsia="en-US"/>
        </w:rPr>
        <w:t>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. 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 земельна ділянка  розташована  Хмельницька область,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по вул. О, Гуменюка, 29.</w:t>
      </w:r>
    </w:p>
    <w:p w:rsidR="00B463ED" w:rsidRDefault="00B463ED" w:rsidP="00B463E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Любову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 П.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B463ED" w:rsidRDefault="00B463ED" w:rsidP="00B463E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B463ED" w:rsidRDefault="00B463ED" w:rsidP="00B463E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463ED" w:rsidRDefault="00B463ED" w:rsidP="00B463E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463ED" w:rsidRPr="00B463ED" w:rsidRDefault="00B463ED" w:rsidP="00B463E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en-US"/>
        </w:rPr>
      </w:pPr>
    </w:p>
    <w:p w:rsidR="00F95EA9" w:rsidRPr="00B463ED" w:rsidRDefault="00B463ED" w:rsidP="00B463E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    Валерій  МИХАЛЮК </w:t>
      </w:r>
    </w:p>
    <w:sectPr w:rsidR="00F95EA9" w:rsidRPr="00B463E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ED"/>
    <w:rsid w:val="00B463ED"/>
    <w:rsid w:val="00D93D3E"/>
    <w:rsid w:val="00F9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3E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3E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3</TotalTime>
  <Pages>1</Pages>
  <Words>269</Words>
  <Characters>1538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2021-07-19T05:39:00Z</dcterms:created>
  <dcterms:modified xsi:type="dcterms:W3CDTF">2021-07-19T06:27:00Z</dcterms:modified>
</cp:coreProperties>
</file>