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822" w:rsidRPr="000A4F3E" w:rsidRDefault="00D17822" w:rsidP="00D17822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7822" w:rsidRDefault="00D17822" w:rsidP="00D178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7822" w:rsidRDefault="00D17822" w:rsidP="00D178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7822" w:rsidRDefault="00D17822" w:rsidP="00D178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7822" w:rsidRDefault="00D17822" w:rsidP="00D178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7822" w:rsidRDefault="00D17822" w:rsidP="00D178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7822" w:rsidRDefault="00D17822" w:rsidP="00D178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7822" w:rsidRDefault="00D17822" w:rsidP="00D178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7822" w:rsidRDefault="00D17822" w:rsidP="00D178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7822" w:rsidRDefault="00D17822" w:rsidP="00D178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7822" w:rsidRDefault="00D17822" w:rsidP="00D178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7822" w:rsidRDefault="00D17822" w:rsidP="00D178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7822" w:rsidRDefault="00D17822" w:rsidP="00D178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7822" w:rsidRDefault="00D17822" w:rsidP="00D178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7822" w:rsidRDefault="00D17822" w:rsidP="00D178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7822" w:rsidRDefault="00D17822" w:rsidP="00D178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7822" w:rsidRDefault="00D17822" w:rsidP="00D178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7822" w:rsidRDefault="00D17822" w:rsidP="00D178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7822" w:rsidRDefault="00D17822" w:rsidP="00D178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7822" w:rsidRDefault="00D17822" w:rsidP="00D178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7822" w:rsidRDefault="00D17822" w:rsidP="00D178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7822" w:rsidRDefault="00D17822" w:rsidP="00D178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7822" w:rsidRDefault="00D17822" w:rsidP="00D178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7822" w:rsidRDefault="00D17822" w:rsidP="00D178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7822" w:rsidRDefault="00D17822" w:rsidP="00D178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7822" w:rsidRDefault="00D17822" w:rsidP="00D178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7822" w:rsidRDefault="00D17822" w:rsidP="00D178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7822" w:rsidRDefault="00D17822" w:rsidP="00D178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7822" w:rsidRDefault="00D17822" w:rsidP="00D178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7822" w:rsidRDefault="00D17822" w:rsidP="00D178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7822" w:rsidRDefault="00D17822" w:rsidP="00D178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17822" w:rsidRDefault="00D17822" w:rsidP="00D178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17822" w:rsidRDefault="00D17822" w:rsidP="00D178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17822" w:rsidRDefault="00D17822" w:rsidP="00D178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17822" w:rsidRDefault="00D17822" w:rsidP="00D178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17822" w:rsidRDefault="00D17822" w:rsidP="00D178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17822" w:rsidRDefault="00D17822" w:rsidP="00D178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17822" w:rsidRDefault="00D17822" w:rsidP="00D178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17822" w:rsidRDefault="00D17822" w:rsidP="00D178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17822" w:rsidRDefault="00D17822" w:rsidP="00D178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17822" w:rsidRDefault="00D17822" w:rsidP="00D178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17822" w:rsidRDefault="00D17822" w:rsidP="00D178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17822" w:rsidRDefault="00D17822" w:rsidP="00D178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17822" w:rsidRDefault="00D17822" w:rsidP="00D178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17822" w:rsidRDefault="00D17822" w:rsidP="00D178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17822" w:rsidRDefault="00D17822" w:rsidP="00D178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17822" w:rsidRDefault="00D17822" w:rsidP="00D178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17822" w:rsidRDefault="00D17822" w:rsidP="00D178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17822" w:rsidRDefault="00D17822" w:rsidP="00D178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17822" w:rsidRDefault="00D17822" w:rsidP="00D178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17822" w:rsidRDefault="00D17822" w:rsidP="00D178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17822" w:rsidRDefault="00D17822" w:rsidP="00D178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17822" w:rsidRDefault="00D17822" w:rsidP="00D178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17822" w:rsidRDefault="00D17822" w:rsidP="00D178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17822" w:rsidRDefault="00D17822" w:rsidP="00D178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17822" w:rsidRDefault="00D17822" w:rsidP="00D178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17822" w:rsidRDefault="00D17822" w:rsidP="00D178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17822" w:rsidRDefault="00D17822" w:rsidP="00D178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17822" w:rsidRDefault="00D17822" w:rsidP="00D178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17822" w:rsidRDefault="00D17822" w:rsidP="00D178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17822" w:rsidRDefault="00D17822" w:rsidP="00D178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17822" w:rsidRPr="000A4F3E" w:rsidRDefault="00D17822" w:rsidP="00D1782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17822" w:rsidRPr="000A4F3E" w:rsidRDefault="00D17822" w:rsidP="00D1782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17822" w:rsidRPr="000A4F3E" w:rsidRDefault="00D17822" w:rsidP="00D1782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17822" w:rsidRPr="000A4F3E" w:rsidRDefault="00D17822" w:rsidP="00D1782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17822" w:rsidRPr="000A4F3E" w:rsidRDefault="00D17822" w:rsidP="00D1782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17822" w:rsidRPr="000A4F3E" w:rsidRDefault="00D17822" w:rsidP="00D17822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17822" w:rsidRPr="000A4F3E" w:rsidRDefault="00D17822" w:rsidP="00D1782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17822" w:rsidRPr="000A4F3E" w:rsidRDefault="00D17822" w:rsidP="00D1782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17822" w:rsidRPr="000A4F3E" w:rsidRDefault="00D17822" w:rsidP="00D1782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17822" w:rsidRPr="000A4F3E" w:rsidRDefault="00D17822" w:rsidP="00D1782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17822" w:rsidRPr="000A4F3E" w:rsidRDefault="00D17822" w:rsidP="00D1782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17822" w:rsidRPr="000A4F3E" w:rsidRDefault="00D17822" w:rsidP="00D17822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17822" w:rsidRPr="000A4F3E" w:rsidRDefault="00D17822" w:rsidP="00D17822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17822" w:rsidRPr="000A4F3E" w:rsidRDefault="00D17822" w:rsidP="00D17822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</w:p>
    <w:p w:rsidR="00D17822" w:rsidRDefault="00D17822" w:rsidP="00D1782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17822" w:rsidRPr="009D4F9B" w:rsidRDefault="00D17822" w:rsidP="00D17822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D17822" w:rsidRPr="009D4F9B" w:rsidRDefault="00D17822" w:rsidP="00D17822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D17822" w:rsidRPr="00384E2A" w:rsidRDefault="00D17822" w:rsidP="00D17822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Кравчуку В.В.</w:t>
      </w:r>
    </w:p>
    <w:p w:rsidR="00D17822" w:rsidRPr="009D4F9B" w:rsidRDefault="00D17822" w:rsidP="00D17822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17822" w:rsidRDefault="00D17822" w:rsidP="00D1782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Кравчука В.</w:t>
      </w:r>
      <w:proofErr w:type="gram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В.,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D17822" w:rsidRPr="009D4F9B" w:rsidRDefault="00D17822" w:rsidP="00D1782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D17822" w:rsidRPr="009D4F9B" w:rsidRDefault="00D17822" w:rsidP="00D1782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Кравчуку Вадиму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Володимировичу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9D4F9B">
        <w:rPr>
          <w:rFonts w:ascii="Times New Roman" w:eastAsia="Arial Unicode MS" w:hAnsi="Times New Roman"/>
          <w:sz w:val="24"/>
          <w:szCs w:val="24"/>
        </w:rPr>
        <w:t xml:space="preserve">для </w:t>
      </w:r>
      <w:proofErr w:type="spellStart"/>
      <w:r w:rsidRPr="009D4F9B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9D4F9B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9D4F9B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9D4F9B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9D4F9B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0,2700</w:t>
      </w:r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н,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Стригани</w:t>
      </w:r>
      <w:proofErr w:type="spellEnd"/>
      <w:r w:rsidRPr="009D4F9B">
        <w:rPr>
          <w:rFonts w:ascii="Times New Roman" w:eastAsia="Arial Unicode MS" w:hAnsi="Times New Roman"/>
          <w:sz w:val="24"/>
          <w:szCs w:val="24"/>
        </w:rPr>
        <w:t>.</w:t>
      </w:r>
    </w:p>
    <w:p w:rsidR="00D17822" w:rsidRPr="009D4F9B" w:rsidRDefault="00D17822" w:rsidP="00D17822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Передат</w:t>
      </w:r>
      <w:r>
        <w:rPr>
          <w:rFonts w:ascii="Times New Roman" w:eastAsia="Arial Unicode MS" w:hAnsi="Times New Roman"/>
          <w:color w:val="000000"/>
          <w:sz w:val="24"/>
          <w:szCs w:val="24"/>
        </w:rPr>
        <w:t>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Кравчуку Вадиму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Володимировичу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як</w:t>
      </w:r>
      <w:r>
        <w:rPr>
          <w:rFonts w:ascii="Times New Roman" w:eastAsia="Arial Unicode MS" w:hAnsi="Times New Roman"/>
          <w:color w:val="000000"/>
          <w:sz w:val="24"/>
          <w:szCs w:val="24"/>
        </w:rPr>
        <w:t>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зареєстрований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8B036F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_____________</w:t>
      </w:r>
      <w:r w:rsidRPr="009D4F9B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8B036F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____________</w:t>
      </w:r>
      <w:bookmarkStart w:id="0" w:name="_GoBack"/>
      <w:bookmarkEnd w:id="0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у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власніст</w:t>
      </w:r>
      <w:r>
        <w:rPr>
          <w:rFonts w:ascii="Times New Roman" w:eastAsia="Arial Unicode MS" w:hAnsi="Times New Roman"/>
          <w:color w:val="000000"/>
          <w:sz w:val="24"/>
          <w:szCs w:val="24"/>
        </w:rPr>
        <w:t>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0,27</w:t>
      </w:r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00 га,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6823984000:02:0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09:0001</w:t>
      </w:r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, для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ведення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особистого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селянського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господарства</w:t>
      </w:r>
      <w:proofErr w:type="spellEnd"/>
      <w:r w:rsidRPr="009D4F9B">
        <w:rPr>
          <w:rFonts w:ascii="Times New Roman" w:eastAsia="Arial Unicode MS" w:hAnsi="Times New Roman"/>
          <w:sz w:val="24"/>
          <w:szCs w:val="24"/>
        </w:rPr>
        <w:t>,</w:t>
      </w:r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яка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с.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Стригани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D17822" w:rsidRPr="009D4F9B" w:rsidRDefault="00D17822" w:rsidP="00D17822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Кравчуку В.В.,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якому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D17822" w:rsidRPr="00D17822" w:rsidRDefault="00D17822" w:rsidP="00D17822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D17822" w:rsidRPr="009D4F9B" w:rsidRDefault="00D17822" w:rsidP="00D1782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F6C08" w:rsidRPr="00D17822" w:rsidRDefault="00D17822" w:rsidP="00D17822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Сільський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голова 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МИХАЛЮК</w:t>
      </w:r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</w:p>
    <w:sectPr w:rsidR="003F6C08" w:rsidRPr="00D1782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822"/>
    <w:rsid w:val="00171A2E"/>
    <w:rsid w:val="00304C90"/>
    <w:rsid w:val="003F6C08"/>
    <w:rsid w:val="00505B6D"/>
    <w:rsid w:val="006D3977"/>
    <w:rsid w:val="007D6C18"/>
    <w:rsid w:val="008B036F"/>
    <w:rsid w:val="00D1641A"/>
    <w:rsid w:val="00D1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277</Words>
  <Characters>1582</Characters>
  <Application>Microsoft Office Word</Application>
  <DocSecurity>0</DocSecurity>
  <Lines>13</Lines>
  <Paragraphs>3</Paragraphs>
  <ScaleCrop>false</ScaleCrop>
  <Company>Microsoft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2020-08-20T14:05:00Z</dcterms:created>
  <dcterms:modified xsi:type="dcterms:W3CDTF">2020-08-20T15:44:00Z</dcterms:modified>
</cp:coreProperties>
</file>