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9D" w:rsidRPr="0066767B" w:rsidRDefault="00AE289D" w:rsidP="00AE289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7A9AA2" wp14:editId="018B07E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17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7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Msp5JVVdwAAAVk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MfecAA&#10;AADcAAAADwAAAGRycy9kb3ducmV2LnhtbESPSwvCMBCE74L/IazgTVMVH1SjiKh4EMTXfWnWtths&#10;ShO1/nsjCB6HmfmGmS1qU4gnVS63rKDXjUAQJ1bnnCq4nDedCQjnkTUWlknBmxws5s3GDGNtX3yk&#10;58mnIkDYxagg876MpXRJRgZd15bEwbvZyqAPskqlrvAV4KaQ/SgaSYM5h4UMS1pllNxPD6PADra7&#10;/TXtHwdrHnteHia3a71Xqt2ql1MQnmr/D//aO61g3BvC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Mfe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fEccA&#10;AADcAAAADwAAAGRycy9kb3ducmV2LnhtbESPT2sCMRTE74V+h/AKvYhm7WGtW6MUYfvvILgVvD42&#10;r5ttNy9LkurWT28KgsdhZn7DLFaD7cSBfGgdK5hOMhDEtdMtNwp2n+X4EUSIyBo7x6TgjwKslrc3&#10;Cyy0O/KWDlVsRIJwKFCBibEvpAy1IYth4nri5H05bzEm6RupPR4T3HbyIctyabHltGCwp7Wh+qf6&#10;tQq+y43Zr2enFz+ab+k0Kj9eu/dcqfu74fkJRKQhXsOX9ptWMJvm8H8mHQG5P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RHx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dvgsQA&#10;AADcAAAADwAAAGRycy9kb3ducmV2LnhtbESPTWrDMBCF94HcQUygm9DIbqApruUQSlNCNsFODjBY&#10;E8vUGhlLtd3bV4VCl4/38/Hy/Ww7MdLgW8cK0k0Cgrh2uuVGwe16fHwB4QOyxs4xKfgmD/tiucgx&#10;027iksYqNCKOsM9QgQmhz6T0tSGLfuN64ujd3WAxRDk0Ug84xXHbyackeZYWW44Egz29Gao/qy8b&#10;IZctXs736Xr8mHHC97Ph9aFU6mE1H15BBJrDf/ivfdIKdukOfs/EI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nb4L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iL8IA&#10;AADcAAAADwAAAGRycy9kb3ducmV2LnhtbERPTWsCMRC9F/ofwhS81axStWyNUmwFEXrQFkpvw2bc&#10;XbqZhGTqrv/eHIQeH+97uR5cp84UU+vZwGRcgCKuvG25NvD1uX18BpUE2WLnmQxcKMF6dX+3xNL6&#10;ng90PkqtcginEg00IqHUOlUNOUxjH4gzd/LRoWQYa20j9jncdXpaFHPtsOXc0GCgTUPV7/HPGfjo&#10;38N+MZ+dwk98mur0ZuV7I8aMHobXF1BCg/yLb+6dNbCY5LX5TD4C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Iv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ea8QA&#10;AADcAAAADwAAAGRycy9kb3ducmV2LnhtbESP3WrCQBCF7wu+wzKCN6Vu0kKtqasEaaR4I/48wJAd&#10;s6HZ2ZBdk/j2bqHQy8P5+TirzWgb0VPna8cK0nkCgrh0uuZKweVcvHyA8AFZY+OYFNzJw2Y9eVph&#10;pt3AR+pPoRJxhH2GCkwIbSalLw1Z9HPXEkfv6jqLIcqukrrDIY7bRr4mybu0WHMkGGxpa6j8Od1s&#10;hBze8LC/DudiN+KAX3vDz/lRqdl0zD9BBBrDf/iv/a0VLNIl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0Xmv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tklMIA&#10;AADcAAAADwAAAGRycy9kb3ducmV2LnhtbERPTUsDMRC9C/6HMEJvNutiW1mbFqkWSsGDVRBvw2a6&#10;u7iZhGTsbv99cyh4fLzv5Xp0vTpRTJ1nAw/TAhRx7W3HjYGvz+39E6gkyBZ7z2TgTAnWq9ubJVbW&#10;D/xBp4M0KodwqtBAKxIqrVPdksM09YE4c0cfHUqGsdE24pDDXa/Lophrhx3nhhYDbVqqfw9/zsD7&#10;8Bb2i/nsGH7iY6nTq5XvjRgzuRtfnkEJjfIvvrp31sCizPPzmXwE9O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e2S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9HsUA&#10;AADcAAAADwAAAGRycy9kb3ducmV2LnhtbESP3WoCMRSE7wu+QziCN1KzWvrD1igqhAotlKrQ28Pm&#10;uLt0c7Ik0V3f3ghCL4eZ+YaZL3vbiDP5UDtWMJ1kIIgLZ2ouFRz2+vENRIjIBhvHpOBCAZaLwcMc&#10;c+M6/qHzLpYiQTjkqKCKsc2lDEVFFsPEtcTJOzpvMSbpS2k8dgluGznLshdpsea0UGFLm4qKv93J&#10;Klh/d+WTHxfr3n0eP36ftTb6Sys1GvardxCR+vgfvre3RsHrbAq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D0e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H7MMA&#10;AADcAAAADwAAAGRycy9kb3ducmV2LnhtbESPUWvCMBSF3wf+h3AHvs10ZU6pRhFHQcSX6X7Apblr&#10;qs1NSWKt/94MBj4ezjnf4SzXg21FTz40jhW8TzIQxJXTDdcKfk7l2xxEiMgaW8ek4E4B1qvRyxIL&#10;7W78Tf0x1iJBOBSowMTYFVKGypDFMHEdcfJ+nbcYk/S11B5vCW5bmWfZp7TYcFow2NHWUHU5Xq2C&#10;cp8f+stV+9Jthg9LU3Oefxmlxq/DZgEi0hCf4f/2TiuY5Tn8nU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JH7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G8sUA&#10;AADcAAAADwAAAGRycy9kb3ducmV2LnhtbESPQWsCMRSE7wX/Q3hCL1KzKrZlaxQtBAULpSr0+tg8&#10;d5duXpYkutt/3whCj8PMfMMsVr1txJV8qB0rmIwzEMSFMzWXCk5H/fQKIkRkg41jUvBLAVbLwcMC&#10;c+M6/qLrIZYiQTjkqKCKsc2lDEVFFsPYtcTJOztvMSbpS2k8dgluGznNsmdpsea0UGFL7xUVP4eL&#10;VbD57MqZHxWb3u3P2++51kZ/aKUeh/36DUSkPv6H7+2dUfAyncH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Egby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6A8QA&#10;AADc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tvka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XegP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qW8MA&#10;AADcAAAADwAAAGRycy9kb3ducmV2LnhtbESP0WrCQBRE34X+w3ILvukmamxJXUMRIvrY6AdcsrdJ&#10;MHs3za4m+Xu3UOjjMDNnmF02mlY8qHeNZQXxMgJBXFrdcKXgeskX7yCcR9bYWiYFEznI9i+zHaba&#10;DvxFj8JXIkDYpaig9r5LpXRlTQbd0nbEwfu2vUEfZF9J3eMQ4KaVqyjaSoMNh4UaOzrUVN6Ku1Gw&#10;mYbjT5Hcolwbis/r7sy+TJSav46fHyA8jf4//Nc+aQVvqwR+z4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CqW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nHWcMA&#10;AADcAAAADwAAAGRycy9kb3ducmV2LnhtbESPQYvCMBSE78L+h/AEb5raQ1erUWRFWfa01ur50Tzb&#10;YvNSmqj1328WBI/DzHzDLNe9acSdOldbVjCdRCCIC6trLhXkx914BsJ5ZI2NZVLwJAfr1cdgiam2&#10;Dz7QPfOlCBB2KSqovG9TKV1RkUE3sS1x8C62M+iD7EqpO3wEuGlkHEWJNFhzWKiwpa+Kimt2Mwpu&#10;yTnO+fKjf7Ptcz/f7jZOnkqlRsN+swDhqffv8Kv9rRV8xgn8nw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nHWc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F0McA&#10;AADcAAAADwAAAGRycy9kb3ducmV2LnhtbESPQWvCQBSE7wX/w/KE3uqmtiQaXUULhepBqdWDt2f2&#10;NYlm38bsVtN/7wqFHoeZ+YYZT1tTiQs1rrSs4LkXgSDOrC45V7D9en8agHAeWWNlmRT8koPppPMw&#10;xlTbK3/SZeNzESDsUlRQeF+nUrqsIIOuZ2vi4H3bxqAPssmlbvAa4KaS/SiKpcGSw0KBNb0VlJ02&#10;P0bBbj2Ih+v54vW4XB3wxejzXpexUo/ddjYC4an1/+G/9odWkPQT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sBd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KY2cIA&#10;AADcAAAADwAAAGRycy9kb3ducmV2LnhtbERPTWvCQBC9F/wPywi91Y1p0RDdBLXUiqeYFrwO2WkS&#10;mp0N2a3G/nr3UOjx8b7X+Wg6caHBtZYVzGcRCOLK6pZrBZ8fb08JCOeRNXaWScGNHOTZ5GGNqbZX&#10;PtGl9LUIIexSVNB436dSuqohg25me+LAfdnBoA9wqKUe8BrCTSfjKFpIgy2HhgZ72jVUfZc/RsHv&#10;4oyFe4+3r8/a0+0l2dtjsVfqcTpuViA8jf5f/Oc+aAXLOKwNZ8IR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pjZ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ArMMA&#10;AADcAAAADwAAAGRycy9kb3ducmV2LnhtbESP0WrCQBRE3wv+w3IF3+rGoLWmriKi4Js19gMu2dtN&#10;MHs3ZleNfr1bKPg4zMwZZr7sbC2u1PrKsYLRMAFBXDhdsVHwc9y+f4LwAVlj7ZgU3MnDctF7m2Om&#10;3Y0PdM2DERHCPkMFZQhNJqUvSrLoh64hjt6vay2GKFsjdYu3CLe1TJPkQ1qsOC6U2NC6pOKUX6yC&#10;s0snuss3uD9tZt+VMePz4zBWatDvVl8gAnXhFf5v77SCaTqDv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lArM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ftu8AA&#10;AADcAAAADwAAAGRycy9kb3ducmV2LnhtbERPu27CMBTdK/EP1kViAwcQhKYYBEhIrDwGxlv7kqTE&#10;1yE2EPr19YDU8ei858vWVuJBjS8dKxgOEhDE2pmScwWn47Y/A+EDssHKMSl4kYflovMxx8y4J+/p&#10;cQi5iCHsM1RQhFBnUnpdkEU/cDVx5C6usRgibHJpGnzGcFvJUZJMpcWSY0OBNW0K0tfD3SrYld80&#10;merLp52t9f78ewvj9Mco1eu2qy8QgdrwL367d0ZBOo7z45l4BO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ftu8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0B8IA&#10;AADcAAAADwAAAGRycy9kb3ducmV2LnhtbERPXWvCMBR9H/gfwhX2NlM7UFeNYgeDyaYwle310lyb&#10;YnNTmqzWf78MBB/PN2ex6m0tOmp95VjBeJSAIC6crrhUcDy8Pc1A+ICssXZMCq7kYbUcPCww0+7C&#10;X9TtQyliCfsMFZgQmkxKXxiy6EeuIY7aybUWQ4RtKXWLl1hua5kmyURarDguGGzo1VBx3v9aBR3u&#10;rsmPybcvm+qzSHf594eOvHoc9us5iEB9uJtv6XetYPo8hv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e/QH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3ffsQA&#10;AADcAAAADwAAAGRycy9kb3ducmV2LnhtbESPQUvDQBSE70L/w/IK3uymEVRit6UUKh419uDxmX3N&#10;ps2+F3bXJvrrXUHwOMzMN8xqM/leXSjETtjAclGAIm7EdtwaOLztbx5AxYRssRcmA18UYbOeXa2w&#10;sjLyK13q1KoM4VihAZfSUGkdG0ce40IG4uwdJXhMWYZW24Bjhvtel0Vxpz12nBccDrRz1JzrT29g&#10;fGo+TuXx3brvMMi+fpFT2Ysx1/Np+wgq0ZT+w3/tZ2vg/raE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9337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43xMUA&#10;AADcAAAADwAAAGRycy9kb3ducmV2LnhtbESPQWsCMRSE74L/ITyhN82qoLI1itUKRSyibe/PzXN3&#10;bfKybFJd/70RCh6HmfmGmc4ba8SFal86VtDvJSCIM6dLzhV8f627ExA+IGs0jknBjTzMZ+3WFFPt&#10;rrynyyHkIkLYp6igCKFKpfRZQRZ9z1XE0Tu52mKIss6lrvEa4dbIQZKMpMWS40KBFS0Lyn4Pf1bB&#10;ercy58HnfvEjw/J9fDSTzdtqq9RLp1m8ggjUhGf4v/2hFYyHQ3iciUd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jfE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fcG8YA&#10;AADcAAAADwAAAGRycy9kb3ducmV2LnhtbESPQWvCQBSE70L/w/IKvYhuWlsrMauUQlHBQpsKXl+y&#10;zySYfRuya4z/3i0IHoeZ+YZJlr2pRUetqywreB5HIIhzqysuFOz+vkYzEM4ja6wtk4ILOVguHgYJ&#10;xtqe+Ze61BciQNjFqKD0vomldHlJBt3YNsTBO9jWoA+yLaRu8RzgppYvUTSVBisOCyU29FlSfkxP&#10;RkH3s82KdeeazXE2dG+TbLX61nulnh77jzkIT72/h2/ttVbwPnmF/zPh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fcG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348McA&#10;AADcAAAADwAAAGRycy9kb3ducmV2LnhtbESPS2/CMBCE75X6H6ytxK1xyqPQFIMKEhKXSrwOcFvi&#10;bRIRr1PbQNpfjysh9TiamW8042lranEh5yvLCl6SFARxbnXFhYLddvE8AuEDssbaMin4IQ/TyePD&#10;GDNtr7ymyyYUIkLYZ6igDKHJpPR5SQZ9Yhvi6H1ZZzBE6QqpHV4j3NSym6av0mDFcaHEhuYl5afN&#10;2SiYvY1m36s+f/6ujwc67I+nQdelSnWe2o93EIHa8B++t5dawbA3gL8z8Qj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9+PDHAAAA3AAAAA8AAAAAAAAAAAAAAAAAmAIAAGRy&#10;cy9kb3ducmV2LnhtbFBLBQYAAAAABAAEAPUAAACMAwAAAAA=&#10;" fillcolor="black" stroked="f"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Hn8cA&#10;AADcAAAADwAAAGRycy9kb3ducmV2LnhtbESPzWvCQBTE74L/w/KE3nSjpVGiq2g/QKge/Dh4fM2+&#10;Jkuyb0N2q7F/fbdQ6HGYmd8wi1Vna3Gl1hvHCsajBARx7rThQsH59DacgfABWWPtmBTcycNq2e8t&#10;MNPuxge6HkMhIoR9hgrKEJpMSp+XZNGPXEMcvU/XWgxRtoXULd4i3NZykiSptGg4LpTY0HNJeXX8&#10;sgou76mZHQxNPnbfm1e9e6o2+5dKqYdBt56DCNSF//Bfe6sVTB9T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dx5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xI6sQA&#10;AADcAAAADwAAAGRycy9kb3ducmV2LnhtbESPQWsCMRSE7wX/Q3iCt5q1QpXVKGIRe+mhtuL1sXlu&#10;1t28rEnU1V/fFAo9DjPzDTNfdrYRV/KhcqxgNMxAEBdOV1wq+P7aPE9BhIissXFMCu4UYLnoPc0x&#10;1+7Gn3TdxVIkCIccFZgY21zKUBiyGIauJU7e0XmLMUlfSu3xluC2kS9Z9iotVpwWDLa0NlTUu4tV&#10;4FeHt/rBl32dPT7uYXvqzlM0Sg363WoGIlIX/8N/7XetYDKewO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SO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6DgMIA&#10;AADcAAAADwAAAGRycy9kb3ducmV2LnhtbERP22rCQBB9L/Qflin4UsymFqqNWaUUCoJS8PIB0+yY&#10;hO7OhuxUo1/ffRB8PJx7uRy8UyfqYxvYwEuWgyKugm25NnDYf41noKIgW3SBycCFIiwXjw8lFjac&#10;eUunndQqhXAs0EAj0hVax6ohjzELHXHijqH3KAn2tbY9nlO4d3qS52/aY8upocGOPhuqfnd/3oCb&#10;/Lj39TRu5HLQm/zqZfv8bY0ZPQ0fc1BCg9zFN/fKGpi+prX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3oOA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+HEMYA&#10;AADcAAAADwAAAGRycy9kb3ducmV2LnhtbESPT2sCMRTE7wW/Q3gFbzVbC7bdGsU/CHvx0NXi9bl5&#10;3SxNXpZNqquf3hQKHoeZ+Q0znffOihN1ofGs4HmUgSCuvG64VrDfbZ7eQISIrNF6JgUXCjCfDR6m&#10;mGt/5k86lbEWCcIhRwUmxjaXMlSGHIaRb4mT9+07hzHJrpa6w3OCOyvHWTaRDhtOCwZbWhmqfspf&#10;p2Bdtna8L8wyHL62x6Mtrhs6rJUaPvaLDxCR+ngP/7cLreD15R3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+HEMYAAADc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0jtMAA&#10;AADcAAAADwAAAGRycy9kb3ducmV2LnhtbERPTYvCMBC9C/sfwgh700QRla5RZFEQ9qTWw96GZGyr&#10;zaQ00Xb//eYgeHy879Wmd7V4UhsqzxomYwWC2HhbcaEhP+9HSxAhIlusPZOGPwqwWX8MVphZ3/GR&#10;nqdYiBTCIUMNZYxNJmUwJTkMY98QJ+7qW4cxwbaQtsUuhbtaTpWaS4cVp4YSG/ouydxPD6fhtpc/&#10;3ig0l/zSHezidzenWmn9Oey3XyAi9fEtfrkPVsNiluanM+kI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0jtM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OcYA&#10;AADcAAAADwAAAGRycy9kb3ducmV2LnhtbESPT2vCQBTE7wW/w/KE3urGKFVSV4mCUJQe/EPp8TX7&#10;TEKyb8Puqum37wqFHoeZ+Q2zWPWmFTdyvrasYDxKQBAXVtdcKjifti9zED4ga2wtk4If8rBaDp4W&#10;mGl75wPdjqEUEcI+QwVVCF0mpS8qMuhHtiOO3sU6gyFKV0rt8B7hppVpkrxKgzXHhQo72lRUNMer&#10;UfB13fPlY7LL3Tp82v7km/R73ij1POzzNxCB+vAf/mu/awWz6RgeZ+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OcYAAADc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IT+c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L8MM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SE/nHAAAA3AAAAA8AAAAAAAAAAAAAAAAAmAIAAGRy&#10;cy9kb3ducmV2LnhtbFBLBQYAAAAABAAEAPUAAACMAwAAAAA=&#10;" fillcolor="black" stroked="f"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7Q8QA&#10;AADcAAAADwAAAGRycy9kb3ducmV2LnhtbESPQUsDMRSE74L/ITyhN5vVipZt07IUpMXTtlp6fd08&#10;N4ublyWJ6fbfG0HwOMzMN8xyPdpeJPKhc6zgYVqAIG6c7rhV8PH+ej8HESKyxt4xKbhSgPXq9maJ&#10;pXYX3lM6xFZkCIcSFZgYh1LK0BiyGKZuIM7ep/MWY5a+ldrjJcNtLx+L4lla7DgvGBxoY6j5Onxb&#10;Bem8qatZOiWzf/NV6129PZ5rpSZ3Y7UAEWmM/+G/9k4reHmawe+Zf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2u0P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2ktcUA&#10;AADcAAAADwAAAGRycy9kb3ducmV2LnhtbESPQWvCQBSE74L/YXlCb7qxiNXoKkVaab2oaaE9PrLP&#10;bGj2bciuMe2vdwuCx2FmvmGW685WoqXGl44VjEcJCOLc6ZILBZ8fr8MZCB+QNVaOScEveViv+r0l&#10;ptpd+EhtFgoRIexTVGBCqFMpfW7Ioh+5mjh6J9dYDFE2hdQNXiLcVvIxSabSYslxwWBNG0P5T3a2&#10;Cvx48/K1s3/z9ntreJ+9m+mhMEo9DLrnBYhAXbiHb+03reBpMoH/M/E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aS1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AE289D" w:rsidRPr="0066767B" w:rsidRDefault="00AE289D" w:rsidP="00AE289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BAF498" wp14:editId="1846569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16" name="Группа 9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68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89D" w:rsidRDefault="00AE289D" w:rsidP="00AE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6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BkQFR3vdwAAHFkEAA4AAAAAAAAAAAAAAAAALgIAAGRycy9l&#10;Mm9Eb2MueG1sUEsBAi0AFAAGAAgAAAAhAN/OkDDiAAAADQEAAA8AAAAAAAAAAAAAAAAASXoAAGRy&#10;cy9kb3ducmV2LnhtbFBLBQYAAAAABAAEAPMAAABY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Qg+MMA&#10;AADcAAAADwAAAGRycy9kb3ducmV2LnhtbESPS4vCQBCE74L/YWjBm058oCFmIiLr4kFYfN2bTJsE&#10;Mz0hM6vZf+8Iwh6LqvqKStedqcWDWldZVjAZRyCIc6srLhRczrtRDMJ5ZI21ZVLwRw7WWb+XYqLt&#10;k4/0OPlCBAi7BBWU3jeJlC4vyaAb24Y4eDfbGvRBtoXULT4D3NRyGkULabDisFBiQ9uS8vvp1yiw&#10;s+/94VpMj7MvXnre/MS3a3dQajjoNisQnjr/H/6091rBIp7D+0w4Aj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Qg+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gbfMgA&#10;AADcAAAADwAAAGRycy9kb3ducmV2LnhtbESPS2vDMBCE74X+B7GFXEIjN1A3caKEEnD6OBTygFwX&#10;a2O5tVZGUhI3v74qFHocZuYbZr7sbSvO5EPjWMHDKANBXDndcK1gvyvvJyBCRNbYOiYF3xRgubi9&#10;mWOh3YU3dN7GWiQIhwIVmBi7QspQGbIYRq4jTt7ReYsxSV9L7fGS4LaV4yzLpcWG04LBjlaGqq/t&#10;ySr4LD/MYfV0XfvhdEPXYfn+0r7lSg3u+ucZiEh9/A//tV+1gnzyCL9n0hG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aBt8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BQA8EA&#10;AADcAAAADwAAAGRycy9kb3ducmV2LnhtbESP3YrCMBCF7wXfIYzgjWi6CkWqUURUxBvx5wGGZmyK&#10;zaQ0WVvf3ggLe3k4Px9nue5sJV7U+NKxgp9JAoI4d7rkQsH9th/PQfiArLFyTAre5GG96veWmGnX&#10;8oVe11CIOMI+QwUmhDqT0ueGLPqJq4mj93CNxRBlU0jdYBvHbSWnSZJKiyVHgsGatoby5/XXRsh5&#10;hufTo73tDx22uDsZHm0uSg0H3WYBIlAX/sN/7aNWkM5T+J6JR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AUAP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sR8UA&#10;AADcAAAADwAAAGRycy9kb3ducmV2LnhtbESPQUsDMRSE70L/Q3gFbzbbotuyNi2lKojgwSqU3h6b&#10;193FzUtInt313xtB8DjMzDfMeju6Xl0ops6zgfmsAEVce9txY+Dj/elmBSoJssXeMxn4pgTbzeRq&#10;jZX1A7/R5SCNyhBOFRpoRUKldapbcphmPhBn7+yjQ8kyNtpGHDLc9XpRFKV22HFeaDHQvqX68/Dl&#10;DLwOj+FlWd6dwyneLnR6sHLcizHX03F3D0polP/wX/vZGihX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axH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h6r8A&#10;AADcAAAADwAAAGRycy9kb3ducmV2LnhtbERPzYrCMBC+L/gOYRa8LJrqgkg1ioiKeBF/HmBoxqZs&#10;MylNtN233zkIe/z4/pfr3tfqRW2sAhuYjDNQxEWwFZcG7rf9aA4qJmSLdWAy8EsR1qvBxxJzGzq+&#10;0OuaSiUhHHM04FJqcq1j4chjHIeGWLhHaD0mgW2pbYudhPtaT7Nspj1WLA0OG9o6Kn6uTy8l5288&#10;nx7dbX/oscPdyfHX5mLM8LPfLEAl6tO/+O0+WgOzuayVM3IE9O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k2HqvwAAANw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drsUA&#10;AADcAAAADwAAAGRycy9kb3ducmV2LnhtbESPQUsDMRSE74L/ITyhN5u16NquTYtUBRF6aBWkt8fm&#10;dXdx8xKS1+76740geBxm5htmuR5dr84UU+fZwM20AEVce9txY+Dj/eV6DioJssXeMxn4pgTr1eXF&#10;EivrB97ReS+NyhBOFRpoRUKldapbcpimPhBn7+ijQ8kyNtpGHDLc9XpWFKV22HFeaDHQpqX6a39y&#10;BrbDc3i7L++O4RBvZzo9WfnciDGTq/HxAZTQKP/hv/arNVDOF/B7Jh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xp2u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5e/8IA&#10;AADcAAAADwAAAGRycy9kb3ducmV2LnhtbERPXWvCMBR9H+w/hCvsRTTdRJnVKHMQFDYYU8HXS3Nt&#10;i81NSaKt/948DPZ4ON/LdW8bcSMfascKXscZCOLCmZpLBceDHr2DCBHZYOOYFNwpwHr1/LTE3LiO&#10;f+m2j6VIIRxyVFDF2OZShqIii2HsWuLEnZ23GBP0pTQeuxRuG/mWZTNpsebUUGFLnxUVl/3VKtj8&#10;dOXED4tN777O29NUa6O/tVIvg/5jASJSH//Ff+6dUTCbp/n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nl7/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4f4cMA&#10;AADcAAAADwAAAGRycy9kb3ducmV2LnhtbESP0WoCMRRE3wv+Q7iCbzWrqOhqFFEWSvGlth9w2Vw3&#10;q5ubJYnr9u8bQejjMDNnmM2ut43oyIfasYLJOANBXDpdc6Xg57t4X4IIEVlj45gU/FKA3XbwtsFc&#10;uwd/UXeOlUgQDjkqMDG2uZShNGQxjF1LnLyL8xZjkr6S2uMjwW0jp1m2kBZrTgsGWzoYKm/nu1VQ&#10;fE5P3e2ufeH2/czS3FyXR6PUaNjv1yAi9fE//Gp/aAWL1QSeZ9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4f4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BlE8YA&#10;AADcAAAADwAAAGRycy9kb3ducmV2LnhtbESP3WoCMRSE7wu+QzhCb0SztVR0NYoWQgstFH/A28Pm&#10;uLu4OVmS1N2+fVMQejnMzDfMatPbRtzIh9qxgqdJBoK4cKbmUsHpqMdzECEiG2wck4IfCrBZDx5W&#10;mBvX8Z5uh1iKBOGQo4IqxjaXMhQVWQwT1xIn7+K8xZikL6Xx2CW4beQ0y2bSYs1pocKWXisqrodv&#10;q2D31ZXPflTsevdxeTu/aG30p1bqcdhvlyAi9fE/fG+/GwWzxRT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BlE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kDcQA&#10;AADcAAAADwAAAGRycy9kb3ducmV2LnhtbESPUWvCMBSF34X9h3AHe9NUN8XVRhGlMIYvc/sBl+ba&#10;1DY3JYm1+/fLYLDHwznnO5xiN9pODORD41jBfJaBIK6cbrhW8PVZTtcgQkTW2DkmBd8UYLd9mBSY&#10;a3fnDxrOsRYJwiFHBSbGPpcyVIYshpnriZN3cd5iTNLXUnu8J7jt5CLLVtJiw2nBYE8HQ1V7vlkF&#10;5fviNLQ37Uu3H18sLc11fTRKPT2O+w2ISGP8D/+137SC1esz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gJA3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JusMA&#10;AADcAAAADwAAAGRycy9kb3ducmV2LnhtbESP0WqDQBRE3wv5h+UG+taspklojauEgqV5jO0HXNwb&#10;lbh3jbtR8/fdQiGPw8ycYdJ8Np0YaXCtZQXxKgJBXFndcq3g57t4eQPhPLLGzjIpuJODPFs8pZho&#10;O/GJxtLXIkDYJaig8b5PpHRVQwbdyvbEwTvbwaAPcqilHnAKcNPJdRTtpMGWw0KDPX00VF3Km1Gw&#10;uU+f13J7iQptKD6+9kf21Vap5+V82IPwNPtH+L/9pRXs3jfwdyYcAZ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LJu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fVMIA&#10;AADc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kE8HsH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Z9U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5mMccA&#10;AADcAAAADwAAAGRycy9kb3ducmV2LnhtbESPT2sCMRTE74V+h/AKvdVsbQm6NYoKBetBqX8O3l43&#10;r7urm5ftJur67Y0g9DjMzG+Ywai1lThR40vHGl47CQjizJmScw2b9edLD4QPyAYrx6ThQh5Gw8eH&#10;AabGnfmbTquQiwhhn6KGIoQ6ldJnBVn0HVcTR+/XNRZDlE0uTYPnCLeV7CaJkhZLjgsF1jQtKDus&#10;jlbDdtlT/eXk630/X/zgmzV/O1MqrZ+f2vEHiEBt+A/f2zOjQfUV3M7EIyC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+Zj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PK0cUA&#10;AADcAAAADwAAAGRycy9kb3ducmV2LnhtbESPW2vCQBSE3wX/w3KEvummVqKmbkIvaMUnb9DXQ/Y0&#10;Cc2eDdmtRn+9WxB8HGbmG2aRdaYWJ2pdZVnB8ygCQZxbXXGh4HhYDmcgnEfWWFsmBRdykKX93gIT&#10;bc+8o9PeFyJA2CWooPS+SaR0eUkG3cg2xMH7sa1BH2RbSN3iOcBNLcdRFEuDFYeFEhv6KCn/3f8Z&#10;Bdf4G7fua/z++aI9XSazld1sV0o9Dbq3VxCeOv8I39trrSCeT+H/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8rR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jTcIA&#10;AADcAAAADwAAAGRycy9kb3ducmV2LnhtbERP3WrCMBS+F/YO4Qx2p+nEFe0aRaTC7rbWPcChOUtL&#10;m5PaxNrt6ZeLwS4/vv/8MNteTDT61rGC51UCgrh2umWj4PNyXm5B+ICssXdMCr7Jw2H/sMgx0+7O&#10;JU1VMCKGsM9QQRPCkEnp64Ys+pUbiCP35UaLIcLRSD3iPYbbXq6TJJUWW44NDQ50aqjuqptVcHXr&#10;Fz1XBb53xe6jNWZz/Sk3Sj09zsdXEIHm8C/+c79pBekuro1n4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SyNN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oUgcQA&#10;AADcAAAADwAAAGRycy9kb3ducmV2LnhtbESPzW7CMBCE70i8g7VI3IpDEYGkGESRKnHl59Dj1l6S&#10;lHgdYgMpT19XqsRxNDPfaBarztbiRq2vHCsYjxIQxNqZigsFx8PHyxyED8gGa8ek4Ic8rJb93gJz&#10;4+68o9s+FCJC2OeooAyhyaX0uiSLfuQa4uidXGsxRNkW0rR4j3Bby9ckSaXFiuNCiQ1tStLn/dUq&#10;2FZfNE31KbPzd737fFzCZPZtlBoOuvUbiEBdeIb/21ujIM0y+DsTj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6F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bIcUA&#10;AADcAAAADwAAAGRycy9kb3ducmV2LnhtbESPQU8CMRCF7yT+h2ZMuEErB9GFQsTERIKSiEauk+24&#10;3bidbrZlWf49czDxODNv3nvfcj2ERvXUpTqyhbupAUVcRldzZeHr82XyACplZIdNZLJwoQTr1c1o&#10;iYWLZ/6g/pArJSacCrTgc24LrVPpKWCaxpZYbj+xC5hl7CrtOjyLeWj0zJh7HbBmSfDY0rOn8vdw&#10;ChZ63F/M0W/eH7f1Wznbb753TvZ2fDs8LUBlGvK/+O/71VmYG6kvMAIC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5sh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LtMQA&#10;AADcAAAADwAAAGRycy9kb3ducmV2LnhtbESPwU7DMBBE70j9B2uRuFGnOQBK61YVUiuOEDj0uI23&#10;cdp4N7JNE/h6jITEcTQzbzSrzeR7daUQO2EDi3kBirgR23Fr4ON9d/8EKiZki70wGfiiCJv17GaF&#10;lZWR3+hap1ZlCMcKDbiUhkrr2DjyGOcyEGfvJMFjyjK02gYcM9z3uiyKB+2x47zgcKBnR82l/vQG&#10;xn1zPJeng3XfYZBd/Srnshdj7m6n7RJUoin9h//aL9bAY7G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Di7T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Y4sUA&#10;AADcAAAADwAAAGRycy9kb3ducmV2LnhtbESPQWvCQBSE74L/YXkFb7ppDlVSN8FqBRGlaNv7a/Y1&#10;Sd19G7Krxn/fLQg9DjPzDTMvemvEhTrfOFbwOElAEJdON1wp+Hhfj2cgfEDWaByTght5KPLhYI6Z&#10;dlc+0OUYKhEh7DNUUIfQZlL6siaLfuJa4uh9u85iiLKrpO7wGuHWyDRJnqTFhuNCjS0taypPx7NV&#10;sH5bmZ90f1h8yrB8nX6Z2fZltVNq9NAvnkEE6sN/+N7eaAXTJIW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blji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O0sUA&#10;AADcAAAADwAAAGRycy9kb3ducmV2LnhtbESP3YrCMBSE7xd8h3AEb0RTlVWpRhFBVNiF9Qe8PTbH&#10;tticlCbW+vabBWEvh5n5hpkvG1OImiqXW1Yw6EcgiBOrc04VnE+b3hSE88gaC8uk4EUOlovWxxxj&#10;bZ98oProUxEg7GJUkHlfxlK6JCODrm9L4uDdbGXQB1mlUlf4DHBTyGEUjaXBnMNChiWtM0rux4dR&#10;UP98XdNd7cr9fdp1n6PrdvutL0p12s1qBsJT4//D7/ZOK5hEI/g7E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o7S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2X1sYA&#10;AADcAAAADwAAAGRycy9kb3ducmV2LnhtbESPQWsCMRSE70L/Q3hCb5ooau3WKLUgeBGq7aHenpvX&#10;3cXNyzZJdfXXN4LQ4zAz3zCzRWtrcSIfKscaBn0Fgjh3puJCw+fHqjcFESKywdoxabhQgMX8oTPD&#10;zLgzb+m0i4VIEA4ZaihjbDIpQ16SxdB3DXHyvp23GJP0hTQezwluazlUaiItVpwWSmzoraT8uPu1&#10;GpbP0+XP+4g31+1hT/uvw3E89Errx277+gIiUhv/w/f22mh4UiO4nU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2X1sYAAADcAAAADwAAAAAAAAAAAAAAAACYAgAAZHJz&#10;L2Rvd25yZXYueG1sUEsFBgAAAAAEAAQA9QAAAIsDAAAAAA==&#10;" fillcolor="black" stroked="f"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OTVccA&#10;AADcAAAADwAAAGRycy9kb3ducmV2LnhtbESPS2vDMBCE74X8B7GB3ho5gaTBiWzyaKHQ9JDHIceN&#10;tbGFrZWx1MTtr68KhR6HmfmGWea9bcSNOm8cKxiPEhDEhdOGSwWn4+vTHIQPyBobx6Tgizzk2eBh&#10;ial2d97T7RBKESHsU1RQhdCmUvqiIot+5Fri6F1dZzFE2ZVSd3iPcNvISZLMpEXDcaHCljYVFfXh&#10;0yo4v8/MfG9octl9r1/0blqvP7a1Uo/DfrUAEagP/+G/9ptW8JxM4fdMPAIy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jk1X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wnzMQA&#10;AADcAAAADwAAAGRycy9kb3ducmV2LnhtbESPQWsCMRSE74X+h/AEbzXRg5WtUcRS9NJDraXXx+Z1&#10;s+7mZZtEXf31jSD0OMzMN8x82btWnCjE2rOG8UiBIC69qbnSsP98e5qBiAnZYOuZNFwownLx+DDH&#10;wvgzf9BplyqRIRwL1GBT6gopY2nJYRz5jjh7Pz44TFmGSpqA5wx3rZwoNZUOa84LFjtaWyqb3dFp&#10;CKvv1+bKx69GXd8vcXPof2dotR4O+tULiER9+g/f21uj4VlN4XYmH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sJ8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3dT8UA&#10;AADcAAAADwAAAGRycy9kb3ducmV2LnhtbESPzWrDMBCE74G+g9hCL6GRkkPdulFCCRQKCYX8PMDW&#10;2tqm0spY28TJ01eFQI7DzHzDzJdD8OpIfWojW5hODCjiKrqWawuH/fvjM6gkyA59ZLJwpgTLxd1o&#10;jqWLJ97ScSe1yhBOJVpoRLpS61Q1FDBNYkecve/YB5Qs+1q7Hk8ZHryeGfOkA7acFxrsaNVQ9bP7&#10;DRb87Mu/rIu0kfNBb8wlyHb86ax9uB/eXkEJDXILX9sfzkJhCvg/k4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d1P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/oNsEA&#10;AADcAAAADwAAAGRycy9kb3ducmV2LnhtbERPu27CMBTdK/EP1kXqVhwYWhQwiIeQsjA0gFgv8SWO&#10;sK+j2EDo19dDpY5H5z1f9s6KB3Wh8axgPMpAEFdeN1wrOB52H1MQISJrtJ5JwYsCLBeDtznm2j/5&#10;mx5lrEUK4ZCjAhNjm0sZKkMOw8i3xIm7+s5hTLCrpe7wmcKdlZMs+5QOG04NBlvaGKpu5d0p2Jat&#10;nRwLsw7n0/5yscXPjs5bpd6H/WoGIlIf/8V/7kIr+MrS2nQmHQG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/6DbBAAAA3AAAAA8AAAAAAAAAAAAAAAAAmAIAAGRycy9kb3du&#10;cmV2LnhtbFBLBQYAAAAABAAEAPUAAACG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0z6cQA&#10;AADcAAAADwAAAGRycy9kb3ducmV2LnhtbESPwWrDMBBE74H+g9hCb4nUHOzGjWJKaSDQU93kkNsi&#10;bW0n1spYSuz+fVUI5DjMzBtmXU6uE1caQutZw/NCgSA23rZca9h/b+cvIEJEtth5Jg2/FKDcPMzW&#10;WFg/8hddq1iLBOFQoIYmxr6QMpiGHIaF74mT9+MHhzHJoZZ2wDHBXSeXSmXSYctpocGe3hsy5+ri&#10;NJy28tMbheawP4w7mx8/MuqU1k+P09sriEhTvIdv7Z3VkKsV/J9JR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9M+n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Yv8IA&#10;AADcAAAADwAAAGRycy9kb3ducmV2LnhtbERPz2vCMBS+D/wfwhO8zbQVNqlGUWEwNnaYinh8Ns+2&#10;tHkpSVq7/345DHb8+H6vt6NpxUDO15YVpPMEBHFhdc2lgvPp7XkJwgdkja1lUvBDHrabydMac20f&#10;/E3DMZQihrDPUUEVQpdL6YuKDPq57Ygjd7fOYIjQlVI7fMRw08osSV6kwZpjQ4UdHSoqmmNvFFz7&#10;T75/LT52bh8udjz5JrstG6Vm03G3AhFoDP/iP/e7VvCaxvn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Bi/wgAAANw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ik8cA&#10;AADcAAAADwAAAGRycy9kb3ducmV2LnhtbESPT2sCMRTE74V+h/AK3mp2pba6GkULgpdC/XPQ23Pz&#10;3F3cvKxJ1LWfvhEKPQ4z8xtmPG1NLa7kfGVZQdpNQBDnVldcKNhuFq8DED4ga6wtk4I7eZhOnp/G&#10;mGl74xVd16EQEcI+QwVlCE0mpc9LMui7tiGO3tE6gyFKV0jt8Bbhppa9JHmXBiuOCyU29FlSflpf&#10;jIL5cDA/f7/x18/qsKf97nDq91yiVOelnY1ABGrDf/ivvdQKPtIUHmfiEZ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zopPHAAAA3AAAAA8AAAAAAAAAAAAAAAAAmAIAAGRy&#10;cy9kb3ducmV2LnhtbFBLBQYAAAAABAAEAPUAAACMAwAAAAA=&#10;" fillcolor="black" stroked="f"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xxcQA&#10;AADcAAAADwAAAGRycy9kb3ducmV2LnhtbESPQWsCMRSE7wX/Q3hCbzWrhVa2RlkEUXpabaXX5+Z1&#10;s3TzsiQxbv99Uyj0OMzMN8xqM9peJPKhc6xgPitAEDdOd9wqeH/bPSxBhIissXdMCr4pwGY9uVth&#10;qd2Nj5ROsRUZwqFEBSbGoZQyNIYshpkbiLP36bzFmKVvpfZ4y3Dby0VRPEmLHecFgwNtDTVfp6tV&#10;kC7bunpMH8kcX33Velfvz5daqfvpWL2AiDTG//Bf+6AVPM8X8HsmHw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JMcX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T3MYA&#10;AADcAAAADwAAAGRycy9kb3ducmV2LnhtbESPQWvCQBSE74X+h+UJvdVNWrCaukoRFe2lNQr2+Mg+&#10;s6HZtyG7xuiv7xYKPQ4z8w0znfe2Fh21vnKsIB0mIIgLpysuFRz2q8cxCB+QNdaOScGVPMxn93dT&#10;zLS78I66PJQiQthnqMCE0GRS+sKQRT90DXH0Tq61GKJsS6lbvES4reVTkoykxYrjgsGGFoaK7/xs&#10;Ffh0sTy+29uk+1ob/si3ZvRZGqUeBv3bK4hAffgP/7U3WsFL+gy/Z+IR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cT3M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89D" w:rsidRDefault="00AE289D" w:rsidP="00AE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E289D" w:rsidRPr="0066767B" w:rsidRDefault="00AE289D" w:rsidP="00AE289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AE289D" w:rsidRPr="0066767B" w:rsidRDefault="00AE289D" w:rsidP="00AE289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AE289D" w:rsidRPr="0066767B" w:rsidRDefault="00AE289D" w:rsidP="00AE28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AE289D" w:rsidRPr="0066767B" w:rsidRDefault="00AE289D" w:rsidP="00AE289D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AE289D" w:rsidRPr="0066767B" w:rsidRDefault="00AE289D" w:rsidP="00AE289D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   Крупець                                        №_____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Шпак М.І.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Шпака М.І.,  сільська  рада 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Шпаку Миколі Івановичу,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42179E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42179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6823986800:02:016:0005, д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розташована Хмельницька область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вул.Миру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75.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Шпаку М.І.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289D" w:rsidRPr="0066767B" w:rsidRDefault="00AE289D" w:rsidP="00AE28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E289D" w:rsidRPr="00AE289D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AE289D" w:rsidRPr="0066767B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E414C" w:rsidRPr="00AE289D" w:rsidRDefault="00AE289D" w:rsidP="00AE289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AE414C" w:rsidRPr="00AE289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14" w:rsidRDefault="00577D14">
      <w:pPr>
        <w:spacing w:after="0" w:line="240" w:lineRule="auto"/>
      </w:pPr>
      <w:r>
        <w:separator/>
      </w:r>
    </w:p>
  </w:endnote>
  <w:endnote w:type="continuationSeparator" w:id="0">
    <w:p w:rsidR="00577D14" w:rsidRDefault="0057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14" w:rsidRDefault="00577D14">
      <w:pPr>
        <w:spacing w:after="0" w:line="240" w:lineRule="auto"/>
      </w:pPr>
      <w:r>
        <w:separator/>
      </w:r>
    </w:p>
  </w:footnote>
  <w:footnote w:type="continuationSeparator" w:id="0">
    <w:p w:rsidR="00577D14" w:rsidRDefault="00577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D"/>
    <w:rsid w:val="0042179E"/>
    <w:rsid w:val="00577D14"/>
    <w:rsid w:val="00771FDB"/>
    <w:rsid w:val="00AE289D"/>
    <w:rsid w:val="00AE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9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9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2021-01-18T11:53:00Z</dcterms:created>
  <dcterms:modified xsi:type="dcterms:W3CDTF">2021-01-18T12:17:00Z</dcterms:modified>
</cp:coreProperties>
</file>