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C1" w:rsidRPr="00AF2E62" w:rsidRDefault="00B033C1" w:rsidP="00B033C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033C1" w:rsidRPr="00AF2E62" w:rsidRDefault="00B033C1" w:rsidP="00B03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9E4FA8" wp14:editId="5B62A01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651" name="Группа 14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6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3C1" w:rsidRDefault="00B033C1" w:rsidP="00B033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39E4FA8" id="Группа 1465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" fillcolor="black" stroked="f"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" fillcolor="black" stroked="f"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33C1" w:rsidRDefault="00B033C1" w:rsidP="00B033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B033C1" w:rsidRPr="00AF2E62" w:rsidRDefault="00B033C1" w:rsidP="00B033C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33C1" w:rsidRPr="00AF2E62" w:rsidRDefault="00B033C1" w:rsidP="00B033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033C1" w:rsidRPr="00AF2E62" w:rsidRDefault="00B033C1" w:rsidP="00B033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B033C1" w:rsidRPr="00AF2E62" w:rsidRDefault="00B033C1" w:rsidP="00B033C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033C1" w:rsidRPr="00AF2E62" w:rsidRDefault="00B033C1" w:rsidP="00B033C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Мазуру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В.В.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Мазура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033C1" w:rsidRPr="00AF2E62" w:rsidRDefault="00B033C1" w:rsidP="00B033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Мазуру Віктору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1113B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Мазуру В.В.,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033C1" w:rsidRPr="00AF2E62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033C1" w:rsidRPr="00AF2E62" w:rsidRDefault="00B033C1" w:rsidP="00B033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Pr="00AF2E62" w:rsidRDefault="00B033C1" w:rsidP="00B033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33C1" w:rsidRDefault="00B033C1" w:rsidP="00B03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11FF7" w:rsidRPr="00B033C1" w:rsidRDefault="00B033C1" w:rsidP="00B033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11FF7" w:rsidRPr="00B033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C1"/>
    <w:rsid w:val="0031113B"/>
    <w:rsid w:val="00911FF7"/>
    <w:rsid w:val="00B0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2021-06-22T07:54:00Z</dcterms:created>
  <dcterms:modified xsi:type="dcterms:W3CDTF">2021-06-22T12:54:00Z</dcterms:modified>
</cp:coreProperties>
</file>