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DE6" w:rsidRPr="00B623A8" w:rsidRDefault="00624DE6" w:rsidP="00624DE6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DE6" w:rsidRDefault="00624DE6" w:rsidP="00624DE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4DE6" w:rsidRDefault="00624DE6" w:rsidP="00624DE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4DE6" w:rsidRDefault="00624DE6" w:rsidP="00624DE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DE6" w:rsidRDefault="00624DE6" w:rsidP="00624D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24DE6" w:rsidRDefault="00624DE6" w:rsidP="00624D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DE6" w:rsidRPr="001869AA" w:rsidRDefault="00624DE6" w:rsidP="00624DE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12.10.2020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№9</w:t>
      </w:r>
    </w:p>
    <w:p w:rsidR="00624DE6" w:rsidRPr="00E12288" w:rsidRDefault="00624DE6" w:rsidP="00624D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DE6" w:rsidRPr="00E12288" w:rsidRDefault="00624DE6" w:rsidP="00624D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624DE6" w:rsidRPr="00E12288" w:rsidRDefault="00624DE6" w:rsidP="00624D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624DE6" w:rsidRPr="00E12288" w:rsidRDefault="00624DE6" w:rsidP="00624D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624DE6" w:rsidRPr="00E12288" w:rsidRDefault="00624DE6" w:rsidP="00624DE6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єрєвєрзєва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О.А.</w:t>
      </w:r>
    </w:p>
    <w:p w:rsidR="00624DE6" w:rsidRPr="00E12288" w:rsidRDefault="00624DE6" w:rsidP="00624DE6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DE6" w:rsidRPr="00E12288" w:rsidRDefault="00624DE6" w:rsidP="00624D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proofErr w:type="gramStart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>єрєвєрзєва</w:t>
      </w:r>
      <w:proofErr w:type="spellEnd"/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624DE6" w:rsidRPr="00E12288" w:rsidRDefault="00624DE6" w:rsidP="00624D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24DE6" w:rsidRPr="00E12288" w:rsidRDefault="00624DE6" w:rsidP="00624D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Анатолійовичу</w:t>
      </w:r>
      <w:proofErr w:type="spellEnd"/>
      <w:r>
        <w:rPr>
          <w:rFonts w:ascii="Times New Roman" w:hAnsi="Times New Roman"/>
          <w:sz w:val="24"/>
        </w:rPr>
        <w:t xml:space="preserve">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E60E5">
        <w:rPr>
          <w:rFonts w:ascii="Times New Roman" w:hAnsi="Times New Roman"/>
          <w:sz w:val="24"/>
          <w:lang w:val="uk-UA"/>
        </w:rPr>
        <w:t>____________</w:t>
      </w:r>
      <w:r w:rsidRPr="00E12288"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EE60E5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______________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4,3336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100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 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с.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624DE6" w:rsidRPr="00E12288" w:rsidRDefault="00624DE6" w:rsidP="00624D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П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єрєвєрзєву</w:t>
      </w:r>
      <w:r w:rsidRPr="006F5706">
        <w:rPr>
          <w:rFonts w:ascii="Times New Roman" w:eastAsia="Arial Unicode MS" w:hAnsi="Times New Roman"/>
          <w:color w:val="000000"/>
          <w:sz w:val="24"/>
          <w:szCs w:val="24"/>
        </w:rPr>
        <w:t xml:space="preserve"> О.А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624DE6" w:rsidRPr="00E12288" w:rsidRDefault="00624DE6" w:rsidP="00624D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24DE6" w:rsidRPr="00E12288" w:rsidRDefault="00624DE6" w:rsidP="00624DE6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24DE6" w:rsidRPr="00E12288" w:rsidRDefault="00624DE6" w:rsidP="00624DE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624DE6" w:rsidRPr="00E12288" w:rsidRDefault="00624DE6" w:rsidP="00624DE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624DE6" w:rsidRDefault="00624DE6" w:rsidP="00624DE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E37FA" w:rsidRDefault="00CE37FA"/>
    <w:sectPr w:rsidR="00CE37F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DE6"/>
    <w:rsid w:val="00171A2E"/>
    <w:rsid w:val="00304C90"/>
    <w:rsid w:val="00505B6D"/>
    <w:rsid w:val="00624DE6"/>
    <w:rsid w:val="006D3977"/>
    <w:rsid w:val="007D6C18"/>
    <w:rsid w:val="00CE37FA"/>
    <w:rsid w:val="00D1641A"/>
    <w:rsid w:val="00EE6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4DE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2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4DE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24DE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624D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24DE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261</Words>
  <Characters>1491</Characters>
  <Application>Microsoft Office Word</Application>
  <DocSecurity>0</DocSecurity>
  <Lines>12</Lines>
  <Paragraphs>3</Paragraphs>
  <ScaleCrop>false</ScaleCrop>
  <Company>Microsoft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2020-10-16T16:23:00Z</dcterms:created>
  <dcterms:modified xsi:type="dcterms:W3CDTF">2020-10-16T17:32:00Z</dcterms:modified>
</cp:coreProperties>
</file>