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EE" w:rsidRDefault="007722EE" w:rsidP="007722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D21C65" wp14:editId="0398369F">
                <wp:simplePos x="0" y="0"/>
                <wp:positionH relativeFrom="column">
                  <wp:posOffset>2748280</wp:posOffset>
                </wp:positionH>
                <wp:positionV relativeFrom="paragraph">
                  <wp:posOffset>-182245</wp:posOffset>
                </wp:positionV>
                <wp:extent cx="444500" cy="610870"/>
                <wp:effectExtent l="0" t="0" r="0" b="0"/>
                <wp:wrapNone/>
                <wp:docPr id="189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190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6.4pt;margin-top:-14.3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kalcUA&#10;AADcAAAADwAAAGRycy9kb3ducmV2LnhtbESPQWvCQBCF7wX/wzJCb3XTCNqmriJKi+BJbUuPQ3aa&#10;hGZnw+42xn/vHARvM7w3732zWA2uVT2F2Hg28DzJQBGX3jZcGfg8vT+9gIoJ2WLrmQxcKMJqOXpY&#10;YGH9mQ/UH1OlJIRjgQbqlLpC61jW5DBOfEcs2q8PDpOsodI24FnCXavzLJtphw1LQ40dbWoq/47/&#10;zsC+z2ffPx9bd5pW+TyU069t3rTGPI6H9RuoREO6m2/XOyv4r4Ivz8gE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RqV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EGWsMA&#10;AADcAAAADwAAAGRycy9kb3ducmV2LnhtbERPTWvCQBC9F/wPywheitnEQ6sxqxShUC0UjILXITsm&#10;0exsyG6T+O+7hUJv83ifk21H04ieOldbVpBEMQjiwuqaSwXn0/t8CcJ5ZI2NZVLwIAfbzeQpw1Tb&#10;gY/U574UIYRdigoq79tUSldUZNBFtiUO3NV2Bn2AXSl1h0MIN41cxPGLNFhzaKiwpV1FxT3/Ngrk&#10;Kd/7/WttnpPD5WtM7G33WdyUmk3HtzUIT6P/F/+5P3SYv0rg95lw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EGWsMAAADc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yjtcQA&#10;AADcAAAADwAAAGRycy9kb3ducmV2LnhtbERPTWsCMRC9F/wPYQQvpWaVVnQ1ihUU8SCo7X3cjLur&#10;m8k2ibrtr2+EQm/zeJ8zmTWmEjdyvrSsoNdNQBBnVpecK/g4LF+GIHxA1lhZJgXf5GE2bT1NMNX2&#10;zju67UMuYgj7FBUUIdSplD4ryKDv2po4cifrDIYIXS61w3sMN5XsJ8lAGiw5NhRY06Kg7LK/GgXL&#10;NV1Gn/XX6vXHveXD83G7eT88K9VpN/MxiEBN+Bf/udc6zh/14fFMvEB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so7X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vrJsEA&#10;AADcAAAADwAAAGRycy9kb3ducmV2LnhtbERPTYvCMBC9C/6HMII3TVV2qdUoorgseFoVvY7N2Fab&#10;SWmi7f57s7DgbR7vc+bL1pTiSbUrLCsYDSMQxKnVBWcKjoftIAbhPLLG0jIp+CUHy0W3M8dE24Z/&#10;6Ln3mQgh7BJUkHtfJVK6NCeDbmgr4sBdbW3QB1hnUtfYhHBTynEUfUqDBYeGHCta55Te9w+jINp9&#10;lJfridv4vPlK77dmy00xUqrfa1czEJ5a/xb/u791mD+dwN8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76ybBAAAA3A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meWsUA&#10;AADcAAAADwAAAGRycy9kb3ducmV2LnhtbERPS2sCMRC+F/wPYYReimZbtKyrUdqCRTwI9XEfN+Pu&#10;6mayTVLd9tc3guBtPr7nTGatqcWZnK8sK3juJyCIc6srLhRsN/NeCsIHZI21ZVLwSx5m087DBDNt&#10;L/xF53UoRAxhn6GCMoQmk9LnJRn0fdsQR+5gncEQoSukdniJ4aaWL0nyKg1WHBtKbOijpPy0/jEK&#10;5gs6jXbN9+fgzw2L9LhfLd83T0o9dtu3MYhAbbiLb+6FjvNHA7g+Ey+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yZ5a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7WycIA&#10;AADcAAAADwAAAGRycy9kb3ducmV2LnhtbERPS2vCQBC+C/6HZYTe6iaCRVM3QZSUgqfaYq/T7OTR&#10;ZGdDdmviv+8WCt7m43vOLptMJ640uMaygngZgSAurG64UvDxnj9uQDiPrLGzTApu5CBL57MdJtqO&#10;/EbXs69ECGGXoILa+z6R0hU1GXRL2xMHrrSDQR/gUEk94BjCTSdXUfQkDTYcGmrs6VBT0Z5/jILo&#10;tO6+ygtPm8/jS9F+jzmPTazUw2LaP4PwNPm7+N/9qsP87Rr+ngkXy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3tbJwgAAANw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3F8EA&#10;AADcAAAADwAAAGRycy9kb3ducmV2LnhtbERPTYvCMBC9C/sfwizsTVMVRLtGka6CV7UevM02Y1va&#10;TEqTrV1/vREEb/N4n7Nc96YWHbWutKxgPIpAEGdWl5wrSE+74RyE88gaa8uk4J8crFcfgyXG2t74&#10;QN3R5yKEsItRQeF9E0vpsoIMupFtiAN3ta1BH2CbS93iLYSbWk6iaCYNlhwaCmwoKSirjn9Gwfmn&#10;qqYLjqb3S5fMXfKbppPrVqmvz37zDcJT79/il3uvw/zFDJ7Ph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otxfBAAAA3AAAAA8AAAAAAAAAAAAAAAAAmAIAAGRycy9kb3du&#10;cmV2LnhtbFBLBQYAAAAABAAEAPUAAACG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Y27MYA&#10;AADcAAAADwAAAGRycy9kb3ducmV2LnhtbERPS2vCQBC+C/0PyxR6kWZjKVqjq4hUsFAP2uLjNmTH&#10;JJidTbNrTP313YLgbT6+54ynrSlFQ7UrLCvoRTEI4tTqgjMF31+L5zcQziNrLC2Tgl9yMJ08dMaY&#10;aHvhNTUbn4kQwi5BBbn3VSKlS3My6CJbEQfuaGuDPsA6k7rGSwg3pXyJ4740WHBoyLGieU7paXM2&#10;Cl6p2c8+r4fVdv/z7u2xu/twvZ1ST4/tbATCU+vv4pt7qcP84QD+nwkXy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Y27MYAAADc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uG/sUA&#10;AADcAAAADwAAAGRycy9kb3ducmV2LnhtbESPQW/CMAyF75P4D5GRdhspIE1QCAiVTeI61h12M41p&#10;qzZO1YTS8evnw6TdbL3n9z5v96Nr1UB9qD0bmM8SUMSFtzWXBvLP95cVqBCRLbaeycAPBdjvJk9b&#10;TK2/8wcN51gqCeGQooEqxi7VOhQVOQwz3xGLdvW9wyhrX2rb413CXasXSfKqHdYsDRV2lFVUNOeb&#10;M/B1bJrlmpPl43vIViG75Pni+mbM83Q8bEBFGuO/+e/6ZAV/LbTyjEy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+4b+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UHBcUA&#10;AADcAAAADwAAAGRycy9kb3ducmV2LnhtbERPS2vCQBC+F/wPyxR6KWZjkaKpq4hYqFAPPtB4G7Jj&#10;EszOptltTPvru4LQ23x8z5nMOlOJlhpXWlYwiGIQxJnVJecK9rv3/giE88gaK8uk4IcczKa9hwkm&#10;2l55Q+3W5yKEsEtQQeF9nUjpsoIMusjWxIE728agD7DJpW7wGsJNJV/i+FUaLDk0FFjToqDssv02&#10;CobUpvPP39P6kH4tvT0/H1ducFTq6bGbv4Hw1Pl/8d39ocP88Rhuz4QL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pQcF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K9esYA&#10;AADcAAAADwAAAGRycy9kb3ducmV2LnhtbESPUUvDMBSF3wX/Q7gD31w6FZW6bEhFHQjCqujrpblr&#10;ujU3NUnXbr/eDAQfD+ec73Dmy9G2Yk8+NI4VzKYZCOLK6YZrBZ8fz5f3IEJE1tg6JgUHCrBcnJ/N&#10;Mddu4DXty1iLBOGQowITY5dLGSpDFsPUdcTJ2zhvMSbpa6k9DgluW3mVZbfSYsNpwWBHhaFqV/ZW&#10;wffN9bszr6Xrh6eX4279c7f9Kt6UupiMjw8gIo3xP/zXXmkFiQinM+k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2K9esYAAADc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tEMQA&#10;AADcAAAADwAAAGRycy9kb3ducmV2LnhtbESPzWrDMBCE74W8g9hAb41sl5bgRAlJaYxpT/m7L9bG&#10;NrFWrqU66ttXhUKOw8x8wyzXwXRipMG1lhWkswQEcWV1y7WC03H3NAfhPLLGzjIp+CEH69XkYYm5&#10;tjfe03jwtYgQdjkqaLzvcyld1ZBBN7M9cfQudjDooxxqqQe8RbjpZJYkr9Jgy3GhwZ7eGqquh2+j&#10;4Pnj5avQ2/p97OaF+ywvu9CGs1KP07BZgPAU/D383y61gixJ4e9MPA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XLRD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jfbsIA&#10;AADcAAAADwAAAGRycy9kb3ducmV2LnhtbESPQYvCMBSE74L/ITxhb5rYg7t2jSLKgiB7WPWwx0fz&#10;bIrNS2lirf/eCILHYWa+YRar3tWiozZUnjVMJwoEceFNxaWG0/Fn/AUiRGSDtWfScKcAq+VwsMDc&#10;+Bv/UXeIpUgQDjlqsDE2uZShsOQwTHxDnLyzbx3GJNtSmhZvCe5qmSk1kw4rTgsWG9pYKi6Hq9Pw&#10;P/+dT3u7Vfvuc72LBSNeupnWH6N+/Q0iUh/f4Vd7ZzRkKoPnmXQ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N9u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W7sUA&#10;AADcAAAADwAAAGRycy9kb3ducmV2LnhtbESPQYvCMBSE78L+h/AWvGlqBXGrUURQvHjQdXc9Pppn&#10;W21eahO1+us3guBxmJlvmPG0MaW4Uu0Kywp63QgEcWp1wZmC3feiMwThPLLG0jIpuJOD6eSjNcZE&#10;2xtv6Lr1mQgQdgkqyL2vEildmpNB17UVcfAOtjbog6wzqWu8BbgpZRxFA2mw4LCQY0XznNLT9mIU&#10;/PXWj6+q3/zEe39eHePlOV38DpRqfzazEQhPjX+HX+2VVhBHfXieCUdAT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kBbuxQAAANw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fppsIA&#10;AADcAAAADwAAAGRycy9kb3ducmV2LnhtbESP0YrCMBRE3xf8h3AF39ZUEZVqlOIiuOyT3f2AS3Nt&#10;q81NSLK2/r1ZWPBxmJkzzHY/mE7cyYfWsoLZNANBXFndcq3g5/v4vgYRIrLGzjIpeFCA/W70tsVc&#10;257PdC9jLRKEQ44KmhhdLmWoGjIYptYRJ+9ivcGYpK+l9tgnuOnkPMuW0mDLaaFBR4eGqlv5axSg&#10;d6sPV8r+vLx+4en6WdDCFkpNxkOxARFpiK/wf/ukFcyzBfydSUdA7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d+mm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EfmscA&#10;AADcAAAADwAAAGRycy9kb3ducmV2LnhtbESPT2vCQBTE74LfYXlCb7rR0ioxG7F/AmJz0daDt0f2&#10;mQSzb0N21bSfvisUehxm5jdMsupNI67UudqygukkAkFcWF1zqeDrMxsvQDiPrLGxTAq+ycEqHQ4S&#10;jLW98Y6ue1+KAGEXo4LK+zaW0hUVGXQT2xIH72Q7gz7IrpS6w1uAm0bOouhZGqw5LFTY0mtFxXl/&#10;MQryLG/zD35fHN8uL4/Hzc9hzttMqYdRv16C8NT7//Bfe6MVzKInuJ8JR0C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BH5r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DgYcYA&#10;AADcAAAADwAAAGRycy9kb3ducmV2LnhtbESPT2vCQBTE74V+h+UVequbegga3YQiiBbagn/AHl+z&#10;r0lo9m3cXWP89l1B8DjMzG+YeTGYVvTkfGNZwesoAUFcWt1wpWC/W75MQPiArLG1TAou5KHIHx/m&#10;mGl75g3121CJCGGfoYI6hC6T0pc1GfQj2xFH79c6gyFKV0nt8BzhppXjJEmlwYbjQo0dLWoq/7Yn&#10;o+DrmJ4++sP36scNy+7Yvi8+9bRR6vlpeJuBCDSEe/jWXmsF4ySF65l4BGT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DgYc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mpn8QA&#10;AADcAAAADwAAAGRycy9kb3ducmV2LnhtbESPUWvCMBSF3wf+h3AHe5vJCpujGkWEbiKDYdcfcGmu&#10;TbG5KU3U6q83g8EeD+ec73AWq9F14kxDaD1reJkqEMS1Ny03Gqqf4vkdRIjIBjvPpOFKAVbLycMC&#10;c+MvvKdzGRuRIBxy1GBj7HMpQ23JYZj6njh5Bz84jEkOjTQDXhLcdTJT6k06bDktWOxpY6k+lien&#10;gZUsvr/qzsiPWzXbfdpy93oqtX56HNdzEJHG+B/+a2+NhkzN4PdMOg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pqZ/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XPUcQA&#10;AADcAAAADwAAAGRycy9kb3ducmV2LnhtbERPTWvCQBC9F/wPywje6sZYxUbX0KYVqremBfE2ZMck&#10;mJ0N2W1M++u7B8Hj431v0sE0oqfO1ZYVzKYRCOLC6ppLBd9fu8cVCOeRNTaWScEvOUi3o4cNJtpe&#10;+ZP63JcihLBLUEHlfZtI6YqKDLqpbYkDd7adQR9gV0rd4TWEm0bGUbSUBmsODRW2lFVUXPIfoyA/&#10;n076ld+f9quFyw6H+d/zcfem1GQ8vKxBeBr8XXxzf2gFcRTWhjPhCM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Fz1H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K+TsQA&#10;AADcAAAADwAAAGRycy9kb3ducmV2LnhtbESPQWvCQBSE7wX/w/IK3upuFUobXSUECz30UG1+wCP7&#10;ko1m38bsqvHfdwWhx2Hmm2FWm9F14kJDaD1reJ0pEMSVNy03Gsrfz5d3ECEiG+w8k4YbBdisJ08r&#10;zIy/8o4u+9iIVMIhQw02xj6TMlSWHIaZ74mTV/vBYUxyaKQZ8JrKXSfnSr1Jhy2nBYs9FZaq4/7s&#10;NMzL/FDUP4vvw2mheOvsuD3vrNbT5zFfgog0xv/wg/4yiVMfcD+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ivk7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GkjMMA&#10;AADcAAAADwAAAGRycy9kb3ducmV2LnhtbERPz2vCMBS+C/4P4QneNLWouGqUKQhehOl2mLdn82yL&#10;zUuXRO321y8HwePH93uxak0t7uR8ZVnBaJiAIM6trrhQ8PW5HcxA+ICssbZMCn7Jw2rZ7Sww0/bB&#10;B7ofQyFiCPsMFZQhNJmUPi/JoB/ahjhyF+sMhghdIbXDRww3tUyTZCoNVhwbSmxoU1J+Pd6MgvXb&#10;bP3zMeb93+F8otP3+TpJXaJUv9e+z0EEasNL/HTvtIJ0FOfHM/EI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GkjMMAAADcAAAADwAAAAAAAAAAAAAAAACYAgAAZHJzL2Rv&#10;d25yZXYueG1sUEsFBgAAAAAEAAQA9QAAAIgDAAAAAA=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a3hMUA&#10;AADcAAAADwAAAGRycy9kb3ducmV2LnhtbESPQWvCQBSE7wX/w/IEL6VuNhQJ0TUUsaC9iGkLHh/Z&#10;1ySYfRuy2xj/fbdQ6HGYmW+YTTHZTow0+NaxBrVMQBBXzrRca/h4f33KQPiAbLBzTBru5KHYzh42&#10;mBt34zONZahFhLDPUUMTQp9L6auGLPql64mj9+UGiyHKoZZmwFuE206mSbKSFluOCw32tGuoupbf&#10;VsObrMbH4zOpUz1ervtT9mlXZ6X1Yj69rEEEmsJ/+K99MBpSpeD3TDw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FreExQAAANw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ECjMMA&#10;AADcAAAADwAAAGRycy9kb3ducmV2LnhtbESPUWvCQBCE3wv9D8cWfKsXA4pGT5FSwUJBqv6A5W6b&#10;hOb2Qm41sb++Jwh9HGa+GWa1GXyjrtTFOrCByTgDRWyDq7k0cD7tXuegoiA7bAKTgRtF2Kyfn1ZY&#10;uNDzF12PUqpUwrFAA5VIW2gdbUUe4zi0xMn7Dp1HSbIrteuwT+W+0XmWzbTHmtNChS29VWR/jhdv&#10;IL9YsX7x8fv5fpbp4dT22XS+NWb0MmyXoIQG+Q8/6L1L3CSH+5l0BP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ECjMMAAADc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jfj8YA&#10;AADcAAAADwAAAGRycy9kb3ducmV2LnhtbESPQWsCMRSE7wX/Q3iCt5p1hVK2RimlLRXWLmovvT2S&#10;52bp5mXZRN3+eyMIHoeZ+YZZrAbXihP1ofGsYDbNQBBrbxquFfzsPx6fQYSIbLD1TAr+KcBqOXpY&#10;YGH8mbd02sVaJAiHAhXYGLtCyqAtOQxT3xEn7+B7hzHJvpamx3OCu1bmWfYkHTacFix29GZJ/+2O&#10;ToH+nJfv6/LX6mNebermuyrd9qDUZDy8voCINMR7+Nb+Mgry2RyuZ9IR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zjfj8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qmKMQA&#10;AADcAAAADwAAAGRycy9kb3ducmV2LnhtbESPQWuDQBSE74H+h+UVcourEiRY11AChfYSaGppjw/3&#10;VSXuW3G3avrrs4FCjsPMfMMU+8X0YqLRdZYVJFEMgri2uuNGQfXxstmBcB5ZY2+ZFFzIwb58WBWY&#10;azvzO00n34gAYZejgtb7IZfS1S0ZdJEdiIP3Y0eDPsixkXrEOcBNL9M4zqTBjsNCiwMdWqrPp1+j&#10;YDB/n9X323GKky9M9Xzg+ZyxUuvH5fkJhKfF38P/7VetIE22cDsTjoAs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apijEAAAA3AAAAA8AAAAAAAAAAAAAAAAAmAIAAGRycy9k&#10;b3ducmV2LnhtbFBLBQYAAAAABAAEAPUAAACJ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zosQA&#10;AADcAAAADwAAAGRycy9kb3ducmV2LnhtbESPQYvCMBSE78L+h/AW9mZTZZW1GkUWXDwJWqHr7dE8&#10;22LzUpqo1V9vBMHjMDPfMLNFZ2pxodZVlhUMohgEcW51xYWCfbrq/4BwHlljbZkU3MjBYv7Rm2Gi&#10;7ZW3dNn5QgQIuwQVlN43iZQuL8mgi2xDHLyjbQ36INtC6havAW5qOYzjsTRYcVgosaHfkvLT7mwU&#10;fP9PlmlGh/sp+7OZXKcbu1mdlfr67JZTEJ46/w6/2mutYDgYwf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I86L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6InMUA&#10;AADcAAAADwAAAGRycy9kb3ducmV2LnhtbESPQWvCQBSE7wX/w/KE3nRjhCCpqxSlUCkIVcHrM/ua&#10;pMm+jburxn/vFoQeh5n5hpkve9OKKzlfW1YwGScgiAuray4VHPYfoxkIH5A1tpZJwZ08LBeDlznm&#10;2t74m667UIoIYZ+jgiqELpfSFxUZ9GPbEUfvxzqDIUpXSu3wFuGmlWmSZNJgzXGhwo5WFRXN7mIU&#10;nKfrZutOx9/T12Z2z5rinMpNptTrsH9/AxGoD//hZ/tTK0gnGfydi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foicxQAAANw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g8+McA&#10;AADcAAAADwAAAGRycy9kb3ducmV2LnhtbESPQWvCQBSE70L/w/IKvZmNoVpNXUULhV4KanvQ2zP7&#10;mgSzb+PuVmN/vSsIPQ4z8w0znXemESdyvrasYJCkIIgLq2suFXx/vffHIHxA1thYJgUX8jCfPfSm&#10;mGt75jWdNqEUEcI+RwVVCG0upS8qMugT2xJH78c6gyFKV0rt8BzhppFZmo6kwZrjQoUtvVVUHDa/&#10;RsFyMl4eV8/8+bfe72i33R+GmUuVenrsFq8gAnXhP3xvf2gF2eAF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4PPjHAAAA3AAAAA8AAAAAAAAAAAAAAAAAmAIAAGRy&#10;cy9kb3ducmV2LnhtbFBLBQYAAAAABAAEAPUAAACMAwAAAAA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dKb8IA&#10;AADcAAAADwAAAGRycy9kb3ducmV2LnhtbERP3WrCMBS+F3yHcITdyEztxdhqUxniYMNCme4Bjs2x&#10;LUtOSpJp9/bmYrDLj++/3E7WiCv5MDhWsF5lIIhbpwfuFHyd3h6fQYSIrNE4JgW/FGBbzWclFtrd&#10;+JOux9iJFMKhQAV9jGMhZWh7shhWbiRO3MV5izFB30nt8ZbCrZF5lj1JiwOnhh5H2vXUfh9/rIJ9&#10;fvbNGQ+mzU6dqT+aevnS1Eo9LKbXDYhIU/wX/7nftYJ8ndamM+kIy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N0pvwgAAANwAAAAPAAAAAAAAAAAAAAAAAJgCAABkcnMvZG93&#10;bnJldi54bWxQSwUGAAAAAAQABAD1AAAAhw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o5TMYA&#10;AADcAAAADwAAAGRycy9kb3ducmV2LnhtbESPQWvCQBSE74X+h+UJ3urGFKRGV7GFQCHQatqDx2f2&#10;mQ1m36bZVdN/3xUKHoeZ+YZZrgfbigv1vnGsYDpJQBBXTjdcK/j+yp9eQPiArLF1TAp+ycN69fiw&#10;xEy7K+/oUoZaRAj7DBWYELpMSl8ZsugnriOO3tH1FkOUfS11j9cIt61Mk2QmLTYcFwx29GaoOpVn&#10;q8BK3B/qWV59bJ6Lz2LevG5/cqPUeDRsFiACDeEe/m+/awXpdA63M/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o5TMYAAADc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7722EE" w:rsidRDefault="007722EE" w:rsidP="007722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22EE" w:rsidRDefault="007722EE" w:rsidP="007722EE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7722EE" w:rsidRDefault="007722EE" w:rsidP="007722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7722EE" w:rsidRDefault="007722EE" w:rsidP="007722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722EE" w:rsidRDefault="007722EE" w:rsidP="007722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722EE" w:rsidRDefault="007722EE" w:rsidP="00772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722EE" w:rsidRDefault="007722EE" w:rsidP="00772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22EE" w:rsidRDefault="007722EE" w:rsidP="00772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722EE" w:rsidRDefault="007722EE" w:rsidP="00772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22EE" w:rsidRDefault="007722EE" w:rsidP="00772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722EE" w:rsidRDefault="007722EE" w:rsidP="007722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22EE" w:rsidRDefault="007722EE" w:rsidP="007722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19.08.2021                                                 Крупець                                                           №81</w:t>
      </w:r>
    </w:p>
    <w:p w:rsidR="007722EE" w:rsidRDefault="007722EE" w:rsidP="007722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22EE" w:rsidRDefault="007722EE" w:rsidP="007722EE">
      <w:pPr>
        <w:spacing w:after="0"/>
        <w:ind w:right="53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преміювання заступника сільського голови з питань діяльності  виконавчих органів ради</w:t>
      </w:r>
    </w:p>
    <w:p w:rsidR="007722EE" w:rsidRDefault="007722EE" w:rsidP="007722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22EE" w:rsidRDefault="007722EE" w:rsidP="007722EE">
      <w:pPr>
        <w:pStyle w:val="afa"/>
        <w:spacing w:after="0" w:line="276" w:lineRule="auto"/>
        <w:ind w:firstLineChars="285" w:firstLine="647"/>
        <w:jc w:val="both"/>
        <w:rPr>
          <w:rFonts w:cs="Times New Roman"/>
          <w:i/>
          <w:lang w:val="uk-UA"/>
        </w:rPr>
      </w:pPr>
      <w:r>
        <w:rPr>
          <w:rFonts w:cs="Times New Roman"/>
          <w:i/>
          <w:lang w:val="uk-UA"/>
        </w:rPr>
        <w:t xml:space="preserve">Відповідно до статті 40, статті 53 Закону України «Про місцеве самоврядування в Україні», постанови Кабінету Міністрів України  від 09 березня 2006 року № 268 «Про упорядкування структури та умов оплати праці працівників апарату органів виконавчого влади, органів прокуратури, судів та інших органів» (зі змінами та доповненнями), абзацу 3 пункту 4.1. розділу 4 Положення про преміювання працівників апарату </w:t>
      </w:r>
      <w:proofErr w:type="spellStart"/>
      <w:r>
        <w:rPr>
          <w:rFonts w:cs="Times New Roman"/>
          <w:i/>
          <w:lang w:val="uk-UA"/>
        </w:rPr>
        <w:t>Крупецької</w:t>
      </w:r>
      <w:proofErr w:type="spellEnd"/>
      <w:r>
        <w:rPr>
          <w:rFonts w:cs="Times New Roman"/>
          <w:i/>
          <w:lang w:val="uk-UA"/>
        </w:rPr>
        <w:t xml:space="preserve"> сільської ради та її виконавчих органів, затвердженого рішення ХХХ сесії </w:t>
      </w:r>
      <w:proofErr w:type="spellStart"/>
      <w:r>
        <w:rPr>
          <w:rFonts w:cs="Times New Roman"/>
          <w:i/>
          <w:lang w:val="uk-UA"/>
        </w:rPr>
        <w:t>Крупецької</w:t>
      </w:r>
      <w:proofErr w:type="spellEnd"/>
      <w:r>
        <w:rPr>
          <w:rFonts w:cs="Times New Roman"/>
          <w:i/>
          <w:lang w:val="uk-UA"/>
        </w:rPr>
        <w:t xml:space="preserve"> сільської ради від 16 грудня 2019 року № 68, розпорядження сільського голови від 19 липня 2021 року № 65/2021 - р/в «Про надання щорічної основної відпустки сільському голові </w:t>
      </w:r>
      <w:proofErr w:type="spellStart"/>
      <w:r>
        <w:rPr>
          <w:rFonts w:cs="Times New Roman"/>
          <w:i/>
          <w:lang w:val="uk-UA"/>
        </w:rPr>
        <w:t>Михалюку</w:t>
      </w:r>
      <w:proofErr w:type="spellEnd"/>
      <w:r>
        <w:rPr>
          <w:rFonts w:cs="Times New Roman"/>
          <w:i/>
          <w:lang w:val="uk-UA"/>
        </w:rPr>
        <w:t xml:space="preserve"> В.А.», рішення ХІІІ сесії </w:t>
      </w:r>
      <w:proofErr w:type="spellStart"/>
      <w:r>
        <w:rPr>
          <w:rFonts w:cs="Times New Roman"/>
          <w:i/>
          <w:lang w:val="uk-UA"/>
        </w:rPr>
        <w:t>Крупецької</w:t>
      </w:r>
      <w:proofErr w:type="spellEnd"/>
      <w:r>
        <w:rPr>
          <w:rFonts w:cs="Times New Roman"/>
          <w:i/>
          <w:lang w:val="uk-UA"/>
        </w:rPr>
        <w:t xml:space="preserve"> сільської ради від 23.07.2021 року №67 «Про погодження відпустки сільського голови», виконавчий комітет сільської ради </w:t>
      </w:r>
    </w:p>
    <w:p w:rsidR="007722EE" w:rsidRDefault="007722EE" w:rsidP="007722EE">
      <w:pPr>
        <w:pStyle w:val="afa"/>
        <w:spacing w:after="0" w:line="276" w:lineRule="auto"/>
        <w:ind w:firstLineChars="285" w:firstLine="647"/>
        <w:jc w:val="both"/>
        <w:rPr>
          <w:rFonts w:cs="Times New Roman"/>
          <w:i/>
          <w:lang w:val="uk-UA"/>
        </w:rPr>
      </w:pPr>
      <w:r>
        <w:rPr>
          <w:rFonts w:cs="Times New Roman"/>
          <w:i/>
          <w:lang w:val="uk-UA"/>
        </w:rPr>
        <w:t>ВИРІШИВ:</w:t>
      </w:r>
    </w:p>
    <w:p w:rsidR="007722EE" w:rsidRDefault="007722EE" w:rsidP="007722EE">
      <w:pPr>
        <w:tabs>
          <w:tab w:val="num" w:pos="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Надати премію заступнику сільського голови з питань діяльності виконавчих органів 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Любові Петрівни  з нагоди святкування Дня Незалежності України  в розмірі  1000.00 ( одна тисяча ) грн. </w:t>
      </w:r>
    </w:p>
    <w:p w:rsidR="007722EE" w:rsidRDefault="007722EE" w:rsidP="007722EE">
      <w:pPr>
        <w:tabs>
          <w:tab w:val="num" w:pos="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Відділу бухгалтерського обліку сільської ради здійснити нарахування відповідно до вимог чинного законодавства.</w:t>
      </w:r>
    </w:p>
    <w:p w:rsidR="007722EE" w:rsidRDefault="007722EE" w:rsidP="007722E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виконанням цього рішення покласти на начальника відділу бухгалтерського обліку – головного бухгалтера Нечипорук М.М.  </w:t>
      </w:r>
    </w:p>
    <w:p w:rsidR="007722EE" w:rsidRDefault="007722EE" w:rsidP="007722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22EE" w:rsidRPr="007722EE" w:rsidRDefault="007722EE" w:rsidP="007722E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722EE" w:rsidRDefault="007722EE" w:rsidP="007722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сільського голови                                                             </w:t>
      </w:r>
    </w:p>
    <w:p w:rsidR="00D12526" w:rsidRPr="007722EE" w:rsidRDefault="007722EE" w:rsidP="007722E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 питань діяльності виконавчих органів ради</w:t>
      </w:r>
      <w:r w:rsidRPr="00692B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Любов ЛІПСЬКА</w:t>
      </w:r>
      <w:bookmarkStart w:id="0" w:name="_GoBack"/>
      <w:bookmarkEnd w:id="0"/>
    </w:p>
    <w:sectPr w:rsidR="00D12526" w:rsidRPr="007722E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E0B" w:rsidRDefault="00973E0B">
      <w:pPr>
        <w:spacing w:after="0" w:line="240" w:lineRule="auto"/>
      </w:pPr>
      <w:r>
        <w:separator/>
      </w:r>
    </w:p>
  </w:endnote>
  <w:endnote w:type="continuationSeparator" w:id="0">
    <w:p w:rsidR="00973E0B" w:rsidRDefault="0097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E0B" w:rsidRDefault="00973E0B">
      <w:pPr>
        <w:spacing w:after="0" w:line="240" w:lineRule="auto"/>
      </w:pPr>
      <w:r>
        <w:separator/>
      </w:r>
    </w:p>
  </w:footnote>
  <w:footnote w:type="continuationSeparator" w:id="0">
    <w:p w:rsidR="00973E0B" w:rsidRDefault="00973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EE"/>
    <w:rsid w:val="007722EE"/>
    <w:rsid w:val="00973E0B"/>
    <w:rsid w:val="00D1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EE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EE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2021-09-29T04:18:00Z</dcterms:created>
  <dcterms:modified xsi:type="dcterms:W3CDTF">2021-09-29T04:18:00Z</dcterms:modified>
</cp:coreProperties>
</file>