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D9E" w:rsidRDefault="00586D9E" w:rsidP="00586D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86D9E" w:rsidRDefault="00586D9E" w:rsidP="00586D9E"/>
    <w:p w:rsidR="00586D9E" w:rsidRDefault="00586D9E" w:rsidP="00586D9E"/>
    <w:p w:rsidR="00586D9E" w:rsidRDefault="00586D9E" w:rsidP="00586D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86D9E" w:rsidRDefault="00586D9E" w:rsidP="00586D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86D9E" w:rsidRDefault="00586D9E" w:rsidP="00586D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86D9E" w:rsidRDefault="00586D9E" w:rsidP="00586D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86D9E" w:rsidRDefault="00586D9E" w:rsidP="00586D9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6D9E" w:rsidRDefault="00586D9E" w:rsidP="00586D9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86D9E" w:rsidRDefault="00586D9E" w:rsidP="00586D9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86D9E" w:rsidRDefault="00586D9E" w:rsidP="00586D9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86D9E" w:rsidRDefault="00586D9E" w:rsidP="00586D9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86D9E" w:rsidRPr="00FC030B" w:rsidRDefault="00586D9E" w:rsidP="00586D9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№39</w:t>
      </w:r>
    </w:p>
    <w:p w:rsidR="00586D9E" w:rsidRPr="00FC030B" w:rsidRDefault="00586D9E" w:rsidP="00586D9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Бацан М.О.</w:t>
      </w:r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Бацан</w:t>
      </w:r>
      <w:proofErr w:type="gram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М.О.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Бацан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Марії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Олексіївні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17D5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Бацан М.О.</w:t>
      </w:r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86D9E" w:rsidRPr="00FC030B" w:rsidRDefault="00586D9E" w:rsidP="00586D9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C030B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C03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C03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03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C03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86D9E" w:rsidRPr="00FC030B" w:rsidRDefault="00586D9E" w:rsidP="00586D9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86D9E" w:rsidRPr="00586D9E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586D9E" w:rsidRPr="00586D9E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586D9E" w:rsidRPr="00FC030B" w:rsidRDefault="00586D9E" w:rsidP="00586D9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500B5" w:rsidRPr="00586D9E" w:rsidRDefault="00586D9E" w:rsidP="00586D9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FC03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2500B5" w:rsidRPr="00586D9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D9E"/>
    <w:rsid w:val="00171A2E"/>
    <w:rsid w:val="002500B5"/>
    <w:rsid w:val="00304C90"/>
    <w:rsid w:val="00505B6D"/>
    <w:rsid w:val="00586D9E"/>
    <w:rsid w:val="006D3977"/>
    <w:rsid w:val="007D6C18"/>
    <w:rsid w:val="00A17D5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2020-07-02T11:26:00Z</dcterms:created>
  <dcterms:modified xsi:type="dcterms:W3CDTF">2020-07-02T12:53:00Z</dcterms:modified>
</cp:coreProperties>
</file>