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46" w:rsidRDefault="00110846" w:rsidP="00110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0846" w:rsidRDefault="00846554" w:rsidP="00110846">
      <w:pPr>
        <w:jc w:val="both"/>
        <w:rPr>
          <w:rFonts w:ascii="Times New Roman" w:hAnsi="Times New Roman" w:cs="Times New Roman"/>
        </w:rPr>
      </w:pPr>
      <w:r w:rsidRPr="0084655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10846" w:rsidRDefault="00110846" w:rsidP="001108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10846" w:rsidRDefault="00110846" w:rsidP="001108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10846" w:rsidRDefault="00110846" w:rsidP="001108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10846" w:rsidRDefault="00110846" w:rsidP="001108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№55</w:t>
      </w:r>
    </w:p>
    <w:p w:rsidR="00110846" w:rsidRPr="004E7852" w:rsidRDefault="00110846" w:rsidP="00110846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10846" w:rsidRPr="004E7852" w:rsidRDefault="00110846" w:rsidP="00110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10846" w:rsidRPr="004E7852" w:rsidRDefault="00110846" w:rsidP="00110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10846" w:rsidRPr="004E7852" w:rsidRDefault="00110846" w:rsidP="0011084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110846" w:rsidRPr="004E7852" w:rsidRDefault="00110846" w:rsidP="0011084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Єгоровій </w:t>
      </w:r>
      <w:r w:rsidRPr="004E7852">
        <w:rPr>
          <w:rFonts w:ascii="Times New Roman" w:hAnsi="Times New Roman" w:cs="Times New Roman"/>
          <w:b/>
          <w:sz w:val="24"/>
          <w:szCs w:val="24"/>
        </w:rPr>
        <w:t xml:space="preserve"> Л.І.</w:t>
      </w:r>
    </w:p>
    <w:p w:rsidR="00110846" w:rsidRPr="004E7852" w:rsidRDefault="00110846" w:rsidP="001108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0846" w:rsidRPr="004E7852" w:rsidRDefault="00110846" w:rsidP="001108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Єгорової Л.І., сільська   рада    </w:t>
      </w:r>
    </w:p>
    <w:p w:rsidR="00110846" w:rsidRPr="004E7852" w:rsidRDefault="00110846" w:rsidP="001108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110846" w:rsidRPr="004E7852" w:rsidRDefault="00110846" w:rsidP="001108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1.Затвердити Єгоровій Лідії Іванівні проект землеустрою щодо відведення земельної ділянки, для індивідуального садівництва, площею 0.0184 га, яка розташована Хмельницька область,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>.</w:t>
      </w:r>
    </w:p>
    <w:p w:rsidR="00110846" w:rsidRPr="004E7852" w:rsidRDefault="00110846" w:rsidP="00110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2.Передати Єгоровій Лідії Іванівні, яка зареєстрована за адресою: </w:t>
      </w:r>
      <w:r w:rsidR="00AF522C" w:rsidRPr="00AF522C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4E78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852">
        <w:rPr>
          <w:rFonts w:ascii="Times New Roman" w:hAnsi="Times New Roman" w:cs="Times New Roman"/>
          <w:sz w:val="24"/>
          <w:szCs w:val="24"/>
        </w:rPr>
        <w:t xml:space="preserve">ідентифікаційний номер </w:t>
      </w:r>
      <w:r w:rsidR="00AF522C" w:rsidRPr="00AF522C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4E7852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0,0184 га, кадастровий номер: 6823986800:01:001:0065, для індивідуального садівництва, яка розташована Хмельницька область,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>.</w:t>
      </w:r>
    </w:p>
    <w:p w:rsidR="00110846" w:rsidRPr="004E7852" w:rsidRDefault="00110846" w:rsidP="00110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3. Єгоровій Л.І., якій передана земельна ділянка у власність, посвідчити право власності  в установленому  законом порядку.</w:t>
      </w:r>
    </w:p>
    <w:p w:rsidR="00110846" w:rsidRPr="00110846" w:rsidRDefault="00110846" w:rsidP="0011084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10846" w:rsidRPr="004E7852" w:rsidRDefault="00110846" w:rsidP="001108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11BA" w:rsidRPr="00110846" w:rsidRDefault="00110846" w:rsidP="001108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E7852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311BA" w:rsidRPr="00110846" w:rsidSect="00110846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10846"/>
    <w:rsid w:val="00110846"/>
    <w:rsid w:val="00171A2E"/>
    <w:rsid w:val="00226ACA"/>
    <w:rsid w:val="00304C90"/>
    <w:rsid w:val="00505B6D"/>
    <w:rsid w:val="006D3977"/>
    <w:rsid w:val="007D6C18"/>
    <w:rsid w:val="008311BA"/>
    <w:rsid w:val="00846554"/>
    <w:rsid w:val="00AF522C"/>
    <w:rsid w:val="00C078DC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4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2019-12-17T13:59:00Z</dcterms:created>
  <dcterms:modified xsi:type="dcterms:W3CDTF">2019-12-18T06:46:00Z</dcterms:modified>
</cp:coreProperties>
</file>