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557" w:rsidRDefault="00792614" w:rsidP="007425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742557" w:rsidRDefault="00742557" w:rsidP="00742557"/>
    <w:p w:rsidR="00742557" w:rsidRDefault="00742557" w:rsidP="00742557"/>
    <w:p w:rsidR="00742557" w:rsidRDefault="00742557" w:rsidP="0074255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742557" w:rsidRDefault="00742557" w:rsidP="0074255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742557" w:rsidRDefault="00742557" w:rsidP="0074255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742557" w:rsidRDefault="00742557" w:rsidP="0074255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742557" w:rsidRDefault="00742557" w:rsidP="0074255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2557" w:rsidRDefault="00742557" w:rsidP="0074255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742557" w:rsidRDefault="00742557" w:rsidP="0074255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42557" w:rsidRDefault="00742557" w:rsidP="0074255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42557" w:rsidRPr="00991413" w:rsidRDefault="00742557" w:rsidP="00742557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12.03.2020  року                                    Крупець                                                   №</w:t>
      </w:r>
      <w:r>
        <w:rPr>
          <w:rFonts w:ascii="Times New Roman" w:hAnsi="Times New Roman" w:cs="Times New Roman"/>
          <w:sz w:val="24"/>
          <w:szCs w:val="24"/>
          <w:lang w:val="ru-RU"/>
        </w:rPr>
        <w:t>57</w:t>
      </w:r>
    </w:p>
    <w:p w:rsidR="00742557" w:rsidRPr="004A7F1D" w:rsidRDefault="00742557" w:rsidP="0074255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742557" w:rsidRPr="004A7F1D" w:rsidRDefault="00742557" w:rsidP="0074255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надання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дозволу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на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розробку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42557" w:rsidRPr="004A7F1D" w:rsidRDefault="00742557" w:rsidP="0074255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проекту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із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</w:p>
    <w:p w:rsidR="00742557" w:rsidRPr="004A7F1D" w:rsidRDefault="00742557" w:rsidP="0074255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 xml:space="preserve">  </w:t>
      </w: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val="ru-RU" w:eastAsia="en-US"/>
        </w:rPr>
        <w:t>ділянки</w:t>
      </w:r>
      <w:proofErr w:type="spellEnd"/>
    </w:p>
    <w:p w:rsidR="00742557" w:rsidRPr="008B14B1" w:rsidRDefault="00742557" w:rsidP="00742557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Вадець</w:t>
      </w:r>
      <w:proofErr w:type="spellEnd"/>
      <w:r w:rsidRPr="004A7F1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С.В.</w:t>
      </w:r>
    </w:p>
    <w:p w:rsidR="00742557" w:rsidRPr="004A7F1D" w:rsidRDefault="00742557" w:rsidP="00742557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742557" w:rsidRPr="004A7F1D" w:rsidRDefault="00742557" w:rsidP="007425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 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пункту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34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частини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статті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місцеве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України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заяву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С.В.,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рада </w:t>
      </w:r>
    </w:p>
    <w:p w:rsidR="00742557" w:rsidRPr="004A7F1D" w:rsidRDefault="00742557" w:rsidP="007425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ВИРІШИЛА:</w:t>
      </w:r>
    </w:p>
    <w:p w:rsidR="00742557" w:rsidRPr="004A7F1D" w:rsidRDefault="00742557" w:rsidP="007425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1.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Надати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Сергію Володимировичу, який зареєстрований за адресою: </w:t>
      </w:r>
      <w:r w:rsidR="00792614" w:rsidRPr="00792614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______________________</w:t>
      </w:r>
      <w:bookmarkStart w:id="0" w:name="_GoBack"/>
      <w:bookmarkEnd w:id="0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дозвіл на розробку проекту із землеустрою щодо відведення земельної ділянки для передачі її у власність, орієнтовною площею 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0,30 га, 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в с</w:t>
      </w:r>
      <w:proofErr w:type="gram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К</w:t>
      </w:r>
      <w:proofErr w:type="gram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олом’є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.</w:t>
      </w:r>
    </w:p>
    <w:p w:rsidR="00742557" w:rsidRPr="004A7F1D" w:rsidRDefault="00742557" w:rsidP="007425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      2</w:t>
      </w:r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>Вадець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С.В.,</w:t>
      </w:r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щодо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ділянки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її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розгляд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сесії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 w:rsidRPr="004A7F1D"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ради.</w:t>
      </w:r>
    </w:p>
    <w:p w:rsidR="00742557" w:rsidRPr="004A7F1D" w:rsidRDefault="00742557" w:rsidP="0074255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A7F1D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42557" w:rsidRPr="004A7F1D" w:rsidRDefault="00742557" w:rsidP="00742557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742557" w:rsidRPr="004A7F1D" w:rsidRDefault="00742557" w:rsidP="007425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742557" w:rsidRPr="004A7F1D" w:rsidRDefault="00742557" w:rsidP="007425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742557" w:rsidRPr="004A7F1D" w:rsidRDefault="00742557" w:rsidP="007425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</w:p>
    <w:p w:rsidR="00742557" w:rsidRPr="004A7F1D" w:rsidRDefault="00742557" w:rsidP="00742557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Секретар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 xml:space="preserve"> ради                                                                         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 w:eastAsia="en-US"/>
        </w:rPr>
        <w:t>В.М.Мазур</w:t>
      </w:r>
      <w:proofErr w:type="spellEnd"/>
    </w:p>
    <w:p w:rsidR="00440CEB" w:rsidRDefault="00440CEB"/>
    <w:sectPr w:rsidR="00440CEB" w:rsidSect="00440CE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42557"/>
    <w:rsid w:val="00171A2E"/>
    <w:rsid w:val="00304C90"/>
    <w:rsid w:val="00440CEB"/>
    <w:rsid w:val="00505B6D"/>
    <w:rsid w:val="006D3977"/>
    <w:rsid w:val="00742557"/>
    <w:rsid w:val="00792614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557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221</Words>
  <Characters>1265</Characters>
  <Application>Microsoft Office Word</Application>
  <DocSecurity>0</DocSecurity>
  <Lines>10</Lines>
  <Paragraphs>2</Paragraphs>
  <ScaleCrop>false</ScaleCrop>
  <Company>Microsoft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Work</cp:lastModifiedBy>
  <cp:revision>3</cp:revision>
  <dcterms:created xsi:type="dcterms:W3CDTF">2020-03-16T13:09:00Z</dcterms:created>
  <dcterms:modified xsi:type="dcterms:W3CDTF">2020-03-17T06:38:00Z</dcterms:modified>
</cp:coreProperties>
</file>