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544" w:rsidRPr="00B63BB2" w:rsidRDefault="00400544" w:rsidP="00400544">
      <w:pPr>
        <w:pStyle w:val="HTML0"/>
        <w:spacing w:line="276" w:lineRule="auto"/>
        <w:rPr>
          <w:rFonts w:ascii="Times New Roman" w:hAnsi="Times New Roman"/>
          <w:color w:val="C00000"/>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1"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2"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3"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4"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5"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6"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7"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8"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9"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10"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11"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12"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13"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14"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15"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16"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17"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18"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19"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20"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21"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22"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23"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24"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25"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26"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27"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28"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29"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30"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s:wsp>
                        <wps:cNvPr id="31"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00544" w:rsidRDefault="00400544" w:rsidP="00400544">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ghL4A&#10;AADaAAAADwAAAGRycy9kb3ducmV2LnhtbESPzQrCMBCE74LvEFbwpqkVVKpRRFQ8COLffWnWtths&#10;ShO1vr0RBI/DzHzDzBaNKcWTaldYVjDoRyCIU6sLzhRczpveBITzyBpLy6TgTQ4W83Zrhom2Lz7S&#10;8+QzESDsElSQe18lUro0J4Oubyvi4N1sbdAHWWdS1/gKcFPKOIpG0mDBYSHHilY5pffTwyiww+1u&#10;f83i43DNY8/Lw+R2bfZKdTvNcgrCU+P/4V97pxXE8L0SboC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KIIS+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00544" w:rsidRDefault="00400544" w:rsidP="00400544">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bOyMUA&#10;AADaAAAADwAAAGRycy9kb3ducmV2LnhtbESPQWsCMRSE74L/IbxCL1KzbUH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5s7I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00544" w:rsidRDefault="00400544" w:rsidP="00400544">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2SxsEA&#10;AADaAAAADwAAAGRycy9kb3ducmV2LnhtbESP3YrCMBCF7wXfIYywN6Kp7iJSG0VEZfFG/HmAoZk2&#10;xWZSmmi7b28WFvbycH4+TrbpbS1e1PrKsYLZNAFBnDtdcangfjtMliB8QNZYOyYFP+Rhsx4OMky1&#10;6/hCr2soRRxhn6ICE0KTSulzQxb91DXE0StcazFE2ZZSt9jFcVvLeZIspMWKI8FgQztD+eP6tBFy&#10;/sTzqehuh2OPHe5Phsfbi1Ifo367AhGoD//hv/a3VvAF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NksbBAAAA2g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00544" w:rsidRDefault="00400544" w:rsidP="00400544">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qMQA&#10;AADaAAAADwAAAGRycy9kb3ducmV2LnhtbESPX0sDMRDE3wW/Q1ihbzZnaaucTYv0D0jBh1ZBfFsu&#10;27vDyyYk29757RtB8HGYmd8wi9XgOnWhmFrPBh7GBSjiytuWawMf77v7J1BJkC12nsnADyVYLW9v&#10;Flha3/OBLkepVYZwKtFAIxJKrVPVkMM09oE4eycfHUqWsdY2Yp/hrtOTophrhy3nhQYDrRuqvo9n&#10;Z+Ct34b943x2Cl9xOtFpY+VzLcaM7oaXZ1BCg/yH/9qv1sAMfq/kG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vp6jEAAAA2g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00544" w:rsidRDefault="00400544" w:rsidP="00400544">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pKsAA&#10;AADaAAAADwAAAGRycy9kb3ducmV2LnhtbESP3YrCMBCF7xd8hzCCN8uaroJINUoRK4s3Yt0HGJqx&#10;KTaT0mRtffuNIHh5OD8fZ70dbCPu1PnasYLvaQKCuHS65krB7yX/WoLwAVlj45gUPMjDdjP6WGOq&#10;Xc9nuhehEnGEfYoKTAhtKqUvDVn0U9cSR+/qOoshyq6SusM+jttGzpJkIS3WHAkGW9oZKm/Fn42Q&#10;0xxPx2t/yQ8D9rg/Gv7MzkpNxkO2AhFoCO/wq/2jFSzgeSXe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OpKsAAAADaAAAADwAAAAAAAAAAAAAAAACYAgAAZHJzL2Rvd25y&#10;ZXYueG1sUEsFBgAAAAAEAAQA9QAAAIU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00544" w:rsidRDefault="00400544" w:rsidP="00400544">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RMQA&#10;AADaAAAADwAAAGRycy9kb3ducmV2LnhtbESPQUsDMRSE7wX/Q3iCtzZrsa2sTYtUhVLwYBXE22Pz&#10;uru4eQnJs7v9901B6HGYmW+Y5XpwnTpSTK1nA/eTAhRx5W3LtYGvz7fxI6gkyBY7z2TgRAnWq5vR&#10;Ekvre/6g415qlSGcSjTQiIRS61Q15DBNfCDO3sFHh5JlrLWN2Ge46/S0KObaYct5ocFAm4aq3/2f&#10;M/Dev4bdYj47hJ/4MNXpxcr3Roy5ux2en0AJDXIN/7e31sACLlfyDdC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nETEAAAA2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00544" w:rsidRDefault="00400544" w:rsidP="00400544">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5MEA&#10;AADaAAAADwAAAGRycy9kb3ducmV2LnhtbERPXWvCMBR9F/Yfwh3sRTTdhkOqaZmDsIGC6ARfL821&#10;LTY3Jcls9+/Nw2CPh/O9LkfbiRv50DpW8DzPQBBXzrRcKzh969kSRIjIBjvHpOCXApTFw2SNuXED&#10;H+h2jLVIIRxyVNDE2OdShqohi2HueuLEXZy3GBP0tTQehxRuO/mSZW/SYsupocGePhqqrscfq2Cz&#10;H+pXP602o9tePs8LrY3eaaWeHsf3FYhIY/wX/7m/jIK0NV1JN0A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PoOT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00544" w:rsidRDefault="00400544" w:rsidP="00400544">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mXcEA&#10;AADaAAAADwAAAGRycy9kb3ducmV2LnhtbESPUWvCMBSF3wX/Q7iCb5oqbrjOKKIUZOxl1R9wae6a&#10;zuamJLHWf28Ggz0ezjnf4Wx2g21FTz40jhUs5hkI4srphmsFl3MxW4MIEVlj65gUPCjAbjsebTDX&#10;7s5f1JexFgnCIUcFJsYulzJUhiyGueuIk/ftvMWYpK+l9nhPcNvKZZa9SosNpwWDHR0MVdfyZhUU&#10;H8vP/nrTvnD7YWXpxfysj0ap6WTYv4OINMT/8F/7pBW8we+Vd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c5l3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00544" w:rsidRDefault="00400544" w:rsidP="00400544">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CgsUA&#10;AADbAAAADwAAAGRycy9kb3ducmV2LnhtbESPQUsDMRCF74L/IYzgRdqsilK2TYsVgkKF0lroddhM&#10;d5duJksSu+u/7xwEbzO8N+99s1iNvlMXiqkNbOBxWoAiroJruTZw+LaTGaiUkR12gcnALyVYLW9v&#10;Fli6MPCOLvtcKwnhVKKBJue+1DpVDXlM09ATi3YK0WOWNdbaRRwk3Hf6qShetceWpaHBnt4bqs77&#10;H29gvR3q5/hQrcewOX0cX6x19ssac383vs1BZRrzv/nv+tMJ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UKCxQAAANs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00544" w:rsidRDefault="00400544" w:rsidP="00400544">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7mMAA&#10;AADbAAAADwAAAGRycy9kb3ducmV2LnhtbERPS2rDMBDdF3oHMYHuGtmmLcGJEkyLoZRumuQAgzWx&#10;nFgjI8mOc/uoUOhuHu87m91sezGRD51jBfkyA0HcON1xq+B4qJ9XIEJE1tg7JgU3CrDbPj5ssNTu&#10;yj807WMrUgiHEhWYGIdSytAYshiWbiBO3Ml5izFB30rt8ZrCbS+LLHuTFjtODQYHejfUXPajVVB/&#10;Fd/TZdS+dtX8YunVnFcfRqmnxVytQUSa47/4z/2p0/wcfn9JB8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h7mMAAAADb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00544" w:rsidRDefault="00400544" w:rsidP="00400544">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AlrsA&#10;AADbAAAADwAAAGRycy9kb3ducmV2LnhtbERPSwrCMBDdC94hjOBOU79INYoIii6tHmBoxrbYTGoT&#10;bb29EQR383jfWW1aU4oX1a6wrGA0jEAQp1YXnCm4XvaDBQjnkTWWlknBmxxs1t3OCmNtGz7TK/GZ&#10;CCHsYlSQe1/FUro0J4NuaCviwN1sbdAHWGdS19iEcFPKcRTNpcGCQ0OOFe1ySu/J0yiYvpvDI5nd&#10;o702NDpNqhP7dKZUv9dulyA8tf4v/rmPOswfw/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ZrgJa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00544" w:rsidRDefault="00400544" w:rsidP="00400544">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NlMEA&#10;AADbAAAADwAAAGRycy9kb3ducmV2LnhtbERPyWrDMBC9F/IPYgq9NXJdCI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qTZT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00544" w:rsidRDefault="00400544" w:rsidP="00400544">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1MMMA&#10;AADbAAAADwAAAGRycy9kb3ducmV2LnhtbERPS2vCQBC+C/6HZYTedGOVoNFVWkFoPVR8HbyN2TGJ&#10;zc7G7FbTf98VCt7m43vOdN6YUtyodoVlBf1eBII4tbrgTMF+t+yOQDiPrLG0TAp+ycF81m5NMdH2&#10;zhu6bX0mQgi7BBXk3leJlC7NyaDr2Yo4cGdbG/QB1pnUNd5DuCnlaxTF0mDBoSHHihY5pd/bH6Pg&#10;sB7F4/X75/Cy+jrhwOjrURexUi+d5m0CwlPjn+J/94cO84fw+CU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1MM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00544" w:rsidRDefault="00400544" w:rsidP="00400544">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6E8IA&#10;AADbAAAADwAAAGRycy9kb3ducmV2LnhtbERPTWvCQBC9C/6HZQRvujFWCdFVtKVaerJpodchOybB&#10;7GzIbmPsr3cLQm/zeJ+z3vamFh21rrKsYDaNQBDnVldcKPj6fJ0kIJxH1lhbJgU3crDdDAdrTLW9&#10;8gd1mS9ECGGXooLS+yaV0uUlGXRT2xAH7mxbgz7AtpC6xWsIN7WMo2gpDVYcGkps6Lmk/JL9GAW/&#10;y288uWO8f5lrT7en5GDfTwelxqN+twLhqff/4of7TYf5C/j7JRw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3oTwgAAANs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00544" w:rsidRDefault="00400544" w:rsidP="00400544">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5iF8EA&#10;AADbAAAADwAAAGRycy9kb3ducmV2LnhtbERPzWrCQBC+F3yHZQre6qYhSk1dRYqCNzX1AYbsdBPM&#10;zibZrYl9+q5Q6G0+vt9ZbUbbiBv1vnas4HWWgCAuna7ZKLh87l/eQPiArLFxTAru5GGznjytMNdu&#10;4DPdimBEDGGfo4IqhDaX0pcVWfQz1xJH7sv1FkOEvZG6xyGG20amSbKQFmuODRW29FFReS2+rYLO&#10;pXM9Fjs8XnfLU21M1v2cM6Wmz+P2HUSgMfyL/9wHHecv4PFLPE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uYhfBAAAA2wAAAA8AAAAAAAAAAAAAAAAAmAIAAGRycy9kb3du&#10;cmV2LnhtbFBLBQYAAAAABAAEAPUAAACG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00544" w:rsidRDefault="00400544" w:rsidP="00400544">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PdsIA&#10;AADbAAAADwAAAGRycy9kb3ducmV2LnhtbERPPW/CMBDdkfofrKvEBk6LIGmKE9FKlViBDh2v9pGk&#10;jc8hdiHl12MkJLZ7ep+3LAfbiiP1vnGs4GmagCDWzjRcKfjcfUwyED4gG2wdk4J/8lAWD6Ml5sad&#10;eEPHbahEDGGfo4I6hC6X0uuaLPqp64gjt3e9xRBhX0nT4ymG21Y+J8lCWmw4NtTY0XtN+nf7ZxWs&#10;m2+aL/T+xWZvevN1PoRZ+mOUGj8Oq1cQgYZwF9/caxPnp3D9JR4gi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1U92wgAAANs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00544" w:rsidRDefault="00400544" w:rsidP="00400544">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qusIA&#10;AADbAAAADwAAAGRycy9kb3ducmV2LnhtbERPTWvCQBC9F/oflhF6qxs9FJu6Si0UKlrBKPU6ZMds&#10;aHY2ZNcY/71zKPQ2877mzXw5+Eb11MU6sIHJOANFXAZbc2XgePh8noGKCdliE5gM3CjCcvH4MMfc&#10;hivvqS9SpSSEY44GXEptrnUsHXmM49ASC3cOnccka1dp2+FVwn2jp1n2oj3WLBcctvThqPwtLt5A&#10;j7tbdnKr79d1vS2nu9XPxgpunkbD+xuoREP6F/+5v6zUl7Lyiwy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iq6wgAAANs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00544" w:rsidRDefault="00400544" w:rsidP="00400544">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TT8AA&#10;AADbAAAADwAAAGRycy9kb3ducmV2LnhtbERPPU/DMBDdkfgP1iGxUYcMqIS6FUIqYoSUoeM1vsYp&#10;8V1kmybw6+tKlbrd0/u8xWryvTpSiJ2wgcdZAYq4Edtxa+B7s36Yg4oJ2WIvTAb+KMJqeXuzwMrK&#10;yF90rFOrcgjHCg24lIZK69g48hhnMhBnbi/BY8owtNoGHHO473VZFE/aY8e5weFAb46an/rXGxjf&#10;m92h3G+t+w+DrOtPOZS9GHN/N72+gEo0pav44v6wef4znH/JB+jl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dTT8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00544" w:rsidRDefault="00400544" w:rsidP="00400544">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7lsEA&#10;AADbAAAADwAAAGRycy9kb3ducmV2LnhtbERPy2rCQBTdF/oPwy24q5NmYSV1FJ8gopRY3V8z1yR2&#10;5k7IjJr+vbMQujyc92jSWSNu1PrasYKPfgKCuHC65lLB4Wf1PgThA7JG45gU/JGHyfj1ZYSZdnfO&#10;6bYPpYgh7DNUUIXQZFL6oiKLvu8a4sidXWsxRNiWUrd4j+HWyDRJBtJizbGhwobmFRW/+6tVsPpe&#10;mEu6y6dHGebLz5MZbmaLrVK9t276BSJQF/7FT/daK0jj+vgl/gA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QO5bBAAAA2wAAAA8AAAAAAAAAAAAAAAAAmAIAAGRycy9kb3du&#10;cmV2LnhtbFBLBQYAAAAABAAEAPUAAACG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00544" w:rsidRDefault="00400544" w:rsidP="00400544">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jr8UA&#10;AADbAAAADwAAAGRycy9kb3ducmV2LnhtbESPQWvCQBSE7wX/w/IEL0U3plQkuooUSlKw0Krg9Zl9&#10;JsHs25Bdk/Tfd4VCj8PMfMOst4OpRUetqywrmM8iEMS51RUXCk7H9+kShPPIGmvLpOCHHGw3o6c1&#10;Jtr2/E3dwRciQNglqKD0vkmkdHlJBt3MNsTBu9rWoA+yLaRusQ9wU8s4ihbSYMVhocSG3krKb4e7&#10;UdB97S9F1rnm47Z8dq8vlzT91GelJuNhtwLhafD/4b92phXEc3h8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yOv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00544" w:rsidRDefault="00400544" w:rsidP="00400544">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textbox>
                    <w:txbxContent>
                      <w:p w:rsidR="00400544" w:rsidRDefault="00400544" w:rsidP="00400544">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4PvsYA&#10;AADbAAAADwAAAGRycy9kb3ducmV2LnhtbESPT2vCQBTE7wW/w/IKvdVNUyoSXaX+KRTUg9pDj8/s&#10;a7Ik+zZktxr99K4geBxm5jfMeNrZWhyp9caxgrd+AoI4d9pwoeBn//U6BOEDssbaMSk4k4fppPc0&#10;xky7E2/puAuFiBD2GSooQ2gyKX1ekkXfdw1x9P5cazFE2RZSt3iKcFvLNEkG0qLhuFBiQ/OS8mr3&#10;bxX8rgZmuDWUHtaX2VKvP6rZZlEp9fLcfY5ABOrCI3xvf2sF6TvcvsQf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4PvsYAAADb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00544" w:rsidRDefault="00400544" w:rsidP="00400544">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r7sQA&#10;AADbAAAADwAAAGRycy9kb3ducmV2LnhtbESPQWsCMRSE74L/IbxCbzVbKUW2ZhdRSnvxoLX0+ti8&#10;btbdvGyTqKu/vhEEj8PMfMPMy8F24kg+NI4VPE8yEMSV0w3XCnZf708zECEia+wck4IzBSiL8WiO&#10;uXYn3tBxG2uRIBxyVGBi7HMpQ2XIYpi4njh5v85bjEn6WmqPpwS3nZxm2au02HBaMNjT0lDVbg9W&#10;gV/8rNoLH77b7LI+h4/98DdDo9Tjw7B4AxFpiPfwrf2pFUxf4Po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W6+7EAAAA2w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00544" w:rsidRDefault="00400544" w:rsidP="00400544">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EncQA&#10;AADbAAAADwAAAGRycy9kb3ducmV2LnhtbESP3WrCQBSE74W+w3IEb6RuGrC2qauUQkFQCv48wGn2&#10;NAnung3ZU40+vVsoeDnMzDfMfNl7p07UxSawgadJBoq4DLbhysBh//n4AioKskUXmAxcKMJy8TCY&#10;Y2HDmbd02kmlEoRjgQZqkbbQOpY1eYyT0BIn7yd0HiXJrtK2w3OCe6fzLHvWHhtOCzW29FFTedz9&#10;egMu/3av61ncyOWgN9nVy3b8ZY0ZDfv3N1BCvdzD/+2VNZBP4e9L+gF6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UBJ3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00544" w:rsidRDefault="00400544" w:rsidP="00400544">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IkMMA&#10;AADbAAAADwAAAGRycy9kb3ducmV2LnhtbESPQWsCMRSE74X+h/AK3mq2e5CyGkUrwl566Kp4fW6e&#10;m8XkZdmkuvbXN4LgcZiZb5jZYnBWXKgPrWcFH+MMBHHtdcuNgt128/4JIkRkjdYzKbhRgMX89WWG&#10;hfZX/qFLFRuRIBwKVGBi7AopQ23IYRj7jjh5J987jEn2jdQ9XhPcWZln2UQ6bDktGOzoy1B9rn6d&#10;gnXV2XxXmlU47L+PR1v+beiwVmr0NiynICIN8Rl+tEutIJ/A/Uv6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vIkMMAAADb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00544" w:rsidRDefault="00400544" w:rsidP="00400544">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ccEA&#10;AADbAAAADwAAAGRycy9kb3ducmV2LnhtbESPQYvCMBSE78L+h/AWvGmyHnSpRpFlBcGTrj14eyTP&#10;ttq8lCZr6783guBxmJlvmMWqd7W4URsqzxq+xgoEsfG24kLD8W8z+gYRIrLF2jNpuFOA1fJjsMDM&#10;+o73dDvEQiQIhww1lDE2mZTBlOQwjH1DnLyzbx3GJNtC2ha7BHe1nCg1lQ4rTgslNvRTkrke/p2G&#10;y0buvFFo8mPebe3s9DulWmk9/OzXcxCR+vgOv9pbq2Eyg+eX9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PznHBAAAA2w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00544" w:rsidRDefault="00400544" w:rsidP="00400544">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iPe8IA&#10;AADbAAAADwAAAGRycy9kb3ducmV2LnhtbERPz2vCMBS+C/sfwhvsZlM7GNI1ig4GY8ODVsaOb82z&#10;LW1eSpLW7r83h4HHj+93sZ1NLyZyvrWsYJWkIIgrq1uuFZzL9+UahA/IGnvLpOCPPGw3D4sCc22v&#10;fKTpFGoRQ9jnqKAJYcil9FVDBn1iB+LIXawzGCJ0tdQOrzHc9DJL0xdpsOXY0OBAbw1V3Wk0Cn7G&#10;L74cnj93bh++7Vz6Lvtdd0o9Pc67VxCB5nAX/7s/tIIsjo1f4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I97wgAAANsAAAAPAAAAAAAAAAAAAAAAAJgCAABkcnMvZG93&#10;bnJldi54bWxQSwUGAAAAAAQABAD1AAAAhw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00544" w:rsidRDefault="00400544" w:rsidP="00400544">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textbox>
                    <w:txbxContent>
                      <w:p w:rsidR="00400544" w:rsidRDefault="00400544" w:rsidP="00400544">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7uu8AA&#10;AADbAAAADwAAAGRycy9kb3ducmV2LnhtbERPz2vCMBS+C/sfwhvspqkTxqhGKcLY2Kk6xeuzeTbF&#10;5qUkWez+++UgePz4fq82o+1FIh86xwrmswIEceN0x62Cw8/H9B1EiMgae8ek4I8CbNZPkxWW2t14&#10;R2kfW5FDOJSowMQ4lFKGxpDFMHMDceYuzluMGfpWao+3HG57+VoUb9Jix7nB4EBbQ811/2sVpPO2&#10;rhbplMzu21etd/Xn8Vwr9fI8VksQkcb4EN/dX1rBIq/PX/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u7uu8AAAADbAAAADwAAAAAAAAAAAAAAAACYAgAAZHJzL2Rvd25y&#10;ZXYueG1sUEsFBgAAAAAEAAQA9QAAAIU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00544" w:rsidRDefault="00400544" w:rsidP="00400544">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9r8QA&#10;AADbAAAADwAAAGRycy9kb3ducmV2LnhtbESPQWvCQBSE74X+h+UVvOkmCmKjqxSxpXqpjYI9PrKv&#10;2dDs25Ddxuiv7wpCj8PMfMMsVr2tRUetrxwrSEcJCOLC6YpLBcfD63AGwgdkjbVjUnAhD6vl48MC&#10;M+3O/EldHkoRIewzVGBCaDIpfWHIoh+5hjh63661GKJsS6lbPEe4reU4SabSYsVxwWBDa0PFT/5r&#10;Ffh0vTnt7PW5+3oz/JFvzXRfGqUGT/3LHESgPvyH7+13rWCSwu1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w/a/EAAAA2w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400544" w:rsidRDefault="00400544" w:rsidP="00400544">
                        <w:pPr>
                          <w:rPr>
                            <w:rFonts w:eastAsia="Times New Roman"/>
                          </w:rPr>
                        </w:pPr>
                      </w:p>
                    </w:txbxContent>
                  </v:textbox>
                </v:shape>
                <w10:wrap anchorx="margin"/>
              </v:group>
            </w:pict>
          </mc:Fallback>
        </mc:AlternateContent>
      </w:r>
    </w:p>
    <w:p w:rsidR="00400544" w:rsidRPr="00D325C9" w:rsidRDefault="00400544" w:rsidP="00400544">
      <w:pPr>
        <w:tabs>
          <w:tab w:val="left" w:pos="708"/>
        </w:tabs>
        <w:spacing w:after="0" w:line="240" w:lineRule="auto"/>
        <w:jc w:val="center"/>
        <w:rPr>
          <w:rFonts w:ascii="Times New Roman" w:eastAsia="Arial Unicode MS" w:hAnsi="Times New Roman"/>
          <w:b/>
          <w:color w:val="C00000"/>
          <w:sz w:val="24"/>
          <w:szCs w:val="24"/>
        </w:rPr>
      </w:pPr>
    </w:p>
    <w:p w:rsidR="00400544" w:rsidRPr="00D325C9" w:rsidRDefault="00400544" w:rsidP="00400544">
      <w:pPr>
        <w:tabs>
          <w:tab w:val="left" w:pos="708"/>
        </w:tabs>
        <w:spacing w:after="0" w:line="240" w:lineRule="auto"/>
        <w:jc w:val="center"/>
        <w:rPr>
          <w:rFonts w:ascii="Times New Roman" w:eastAsia="Arial Unicode MS" w:hAnsi="Times New Roman"/>
          <w:b/>
          <w:color w:val="C00000"/>
          <w:sz w:val="24"/>
          <w:szCs w:val="24"/>
        </w:rPr>
      </w:pPr>
    </w:p>
    <w:p w:rsidR="00400544" w:rsidRPr="00D325C9" w:rsidRDefault="00400544" w:rsidP="00400544">
      <w:pPr>
        <w:tabs>
          <w:tab w:val="left" w:pos="708"/>
        </w:tabs>
        <w:spacing w:after="0" w:line="240" w:lineRule="auto"/>
        <w:jc w:val="center"/>
        <w:rPr>
          <w:rFonts w:ascii="Times New Roman" w:eastAsia="Arial Unicode MS" w:hAnsi="Times New Roman"/>
          <w:b/>
          <w:color w:val="C00000"/>
          <w:sz w:val="24"/>
          <w:szCs w:val="24"/>
        </w:rPr>
      </w:pPr>
    </w:p>
    <w:p w:rsidR="00400544" w:rsidRPr="00C8193F" w:rsidRDefault="00400544" w:rsidP="00400544">
      <w:pPr>
        <w:tabs>
          <w:tab w:val="left" w:pos="708"/>
        </w:tabs>
        <w:spacing w:after="0" w:line="240" w:lineRule="auto"/>
        <w:jc w:val="center"/>
        <w:rPr>
          <w:rFonts w:ascii="Times New Roman" w:eastAsia="Arial Unicode MS" w:hAnsi="Times New Roman" w:cs="Times New Roman"/>
          <w:b/>
          <w:sz w:val="24"/>
          <w:szCs w:val="24"/>
        </w:rPr>
      </w:pPr>
    </w:p>
    <w:p w:rsidR="00400544" w:rsidRPr="00C8193F" w:rsidRDefault="00400544" w:rsidP="00400544">
      <w:pPr>
        <w:tabs>
          <w:tab w:val="left" w:pos="708"/>
        </w:tabs>
        <w:spacing w:after="0" w:line="240" w:lineRule="auto"/>
        <w:jc w:val="center"/>
        <w:rPr>
          <w:rFonts w:ascii="Times New Roman" w:eastAsia="Arial Unicode MS" w:hAnsi="Times New Roman" w:cs="Times New Roman"/>
          <w:b/>
          <w:sz w:val="24"/>
          <w:szCs w:val="24"/>
        </w:rPr>
      </w:pPr>
      <w:r w:rsidRPr="00C8193F">
        <w:rPr>
          <w:rFonts w:ascii="Times New Roman" w:eastAsia="Arial Unicode MS" w:hAnsi="Times New Roman" w:cs="Times New Roman"/>
          <w:b/>
          <w:sz w:val="24"/>
          <w:szCs w:val="24"/>
        </w:rPr>
        <w:t>УКРАЇНА</w:t>
      </w:r>
    </w:p>
    <w:p w:rsidR="00400544" w:rsidRPr="00C8193F" w:rsidRDefault="00400544" w:rsidP="00400544">
      <w:pPr>
        <w:keepNext/>
        <w:tabs>
          <w:tab w:val="left" w:pos="708"/>
        </w:tabs>
        <w:spacing w:after="0" w:line="240" w:lineRule="auto"/>
        <w:jc w:val="center"/>
        <w:rPr>
          <w:rFonts w:ascii="Times New Roman" w:eastAsia="Arial Unicode MS" w:hAnsi="Times New Roman" w:cs="Times New Roman"/>
          <w:b/>
          <w:sz w:val="24"/>
          <w:szCs w:val="24"/>
        </w:rPr>
      </w:pPr>
      <w:r w:rsidRPr="00C8193F">
        <w:rPr>
          <w:rFonts w:ascii="Times New Roman" w:eastAsia="Arial Unicode MS" w:hAnsi="Times New Roman" w:cs="Times New Roman"/>
          <w:b/>
          <w:sz w:val="24"/>
          <w:szCs w:val="24"/>
        </w:rPr>
        <w:t>КРУПЕЦЬКА СІЛЬСЬКА РАДА</w:t>
      </w:r>
    </w:p>
    <w:p w:rsidR="00400544" w:rsidRPr="00C8193F" w:rsidRDefault="00400544" w:rsidP="00400544">
      <w:pPr>
        <w:tabs>
          <w:tab w:val="left" w:pos="708"/>
        </w:tabs>
        <w:spacing w:after="0" w:line="240" w:lineRule="auto"/>
        <w:jc w:val="center"/>
        <w:rPr>
          <w:rFonts w:ascii="Times New Roman" w:eastAsia="Arial Unicode MS" w:hAnsi="Times New Roman" w:cs="Times New Roman"/>
          <w:b/>
          <w:sz w:val="24"/>
          <w:szCs w:val="24"/>
        </w:rPr>
      </w:pPr>
      <w:r w:rsidRPr="00C8193F">
        <w:rPr>
          <w:rFonts w:ascii="Times New Roman" w:eastAsia="Arial Unicode MS" w:hAnsi="Times New Roman" w:cs="Times New Roman"/>
          <w:b/>
          <w:sz w:val="24"/>
          <w:szCs w:val="24"/>
        </w:rPr>
        <w:t>СЛАВУТСЬКОГО РАЙОНУ</w:t>
      </w:r>
    </w:p>
    <w:p w:rsidR="00400544" w:rsidRPr="00C8193F" w:rsidRDefault="00400544" w:rsidP="00400544">
      <w:pPr>
        <w:tabs>
          <w:tab w:val="left" w:pos="708"/>
        </w:tabs>
        <w:spacing w:after="0" w:line="240" w:lineRule="auto"/>
        <w:jc w:val="center"/>
        <w:rPr>
          <w:rFonts w:ascii="Times New Roman" w:eastAsia="Arial Unicode MS" w:hAnsi="Times New Roman" w:cs="Times New Roman"/>
          <w:b/>
          <w:sz w:val="24"/>
          <w:szCs w:val="24"/>
        </w:rPr>
      </w:pPr>
      <w:r w:rsidRPr="00C8193F">
        <w:rPr>
          <w:rFonts w:ascii="Times New Roman" w:eastAsia="Arial Unicode MS" w:hAnsi="Times New Roman" w:cs="Times New Roman"/>
          <w:b/>
          <w:sz w:val="24"/>
          <w:szCs w:val="24"/>
        </w:rPr>
        <w:t>ХМЕЛЬНИЦЬКОЇ ОБЛАСТІ</w:t>
      </w:r>
    </w:p>
    <w:p w:rsidR="00400544" w:rsidRPr="00C8193F" w:rsidRDefault="00400544" w:rsidP="00400544">
      <w:pPr>
        <w:tabs>
          <w:tab w:val="left" w:pos="708"/>
        </w:tabs>
        <w:spacing w:after="0" w:line="240" w:lineRule="auto"/>
        <w:jc w:val="center"/>
        <w:rPr>
          <w:rFonts w:ascii="Times New Roman" w:eastAsia="Arial Unicode MS" w:hAnsi="Times New Roman" w:cs="Times New Roman"/>
          <w:b/>
          <w:sz w:val="24"/>
          <w:szCs w:val="24"/>
        </w:rPr>
      </w:pPr>
    </w:p>
    <w:p w:rsidR="00400544" w:rsidRPr="00C8193F" w:rsidRDefault="00400544" w:rsidP="00400544">
      <w:pPr>
        <w:tabs>
          <w:tab w:val="left" w:pos="708"/>
        </w:tabs>
        <w:spacing w:after="0" w:line="240" w:lineRule="auto"/>
        <w:jc w:val="center"/>
        <w:rPr>
          <w:rFonts w:ascii="Times New Roman" w:eastAsia="Arial Unicode MS" w:hAnsi="Times New Roman" w:cs="Times New Roman"/>
          <w:b/>
          <w:sz w:val="24"/>
          <w:szCs w:val="24"/>
        </w:rPr>
      </w:pPr>
      <w:r w:rsidRPr="00C8193F">
        <w:rPr>
          <w:rFonts w:ascii="Times New Roman" w:eastAsia="Arial Unicode MS" w:hAnsi="Times New Roman" w:cs="Times New Roman"/>
          <w:b/>
          <w:sz w:val="24"/>
          <w:szCs w:val="24"/>
        </w:rPr>
        <w:t xml:space="preserve"> РІШЕННЯ</w:t>
      </w:r>
    </w:p>
    <w:p w:rsidR="00400544" w:rsidRPr="00C8193F" w:rsidRDefault="00400544" w:rsidP="00400544">
      <w:pPr>
        <w:tabs>
          <w:tab w:val="left" w:pos="708"/>
        </w:tabs>
        <w:spacing w:after="0" w:line="240" w:lineRule="auto"/>
        <w:jc w:val="center"/>
        <w:rPr>
          <w:rFonts w:ascii="Times New Roman" w:eastAsia="Arial Unicode MS" w:hAnsi="Times New Roman" w:cs="Times New Roman"/>
          <w:b/>
          <w:sz w:val="24"/>
          <w:szCs w:val="24"/>
        </w:rPr>
      </w:pPr>
    </w:p>
    <w:p w:rsidR="00400544" w:rsidRPr="00C8193F" w:rsidRDefault="00400544" w:rsidP="00400544">
      <w:pPr>
        <w:tabs>
          <w:tab w:val="left" w:pos="708"/>
        </w:tabs>
        <w:spacing w:after="0" w:line="240" w:lineRule="auto"/>
        <w:jc w:val="center"/>
        <w:rPr>
          <w:rFonts w:ascii="Times New Roman" w:eastAsia="Arial Unicode MS" w:hAnsi="Times New Roman" w:cs="Times New Roman"/>
          <w:sz w:val="24"/>
          <w:szCs w:val="24"/>
        </w:rPr>
      </w:pPr>
      <w:r w:rsidRPr="00C8193F">
        <w:rPr>
          <w:rFonts w:ascii="Times New Roman" w:eastAsia="Arial Unicode MS" w:hAnsi="Times New Roman" w:cs="Times New Roman"/>
          <w:sz w:val="24"/>
          <w:szCs w:val="24"/>
        </w:rPr>
        <w:t xml:space="preserve">  </w:t>
      </w:r>
      <w:r w:rsidRPr="00C8193F">
        <w:rPr>
          <w:rFonts w:ascii="Times New Roman" w:eastAsia="Arial Unicode MS" w:hAnsi="Times New Roman" w:cs="Times New Roman"/>
          <w:sz w:val="24"/>
          <w:szCs w:val="24"/>
          <w:lang w:val="en-US"/>
        </w:rPr>
        <w:t>V</w:t>
      </w:r>
      <w:r w:rsidRPr="00C8193F">
        <w:rPr>
          <w:rFonts w:ascii="Times New Roman" w:eastAsia="Arial Unicode MS" w:hAnsi="Times New Roman" w:cs="Times New Roman"/>
          <w:sz w:val="24"/>
          <w:szCs w:val="24"/>
        </w:rPr>
        <w:t xml:space="preserve">І  сесії сільської ради  </w:t>
      </w:r>
      <w:r w:rsidRPr="00C8193F">
        <w:rPr>
          <w:rFonts w:ascii="Times New Roman" w:eastAsia="Arial Unicode MS" w:hAnsi="Times New Roman" w:cs="Times New Roman"/>
          <w:sz w:val="24"/>
          <w:szCs w:val="24"/>
          <w:lang w:val="en-US"/>
        </w:rPr>
        <w:t>V</w:t>
      </w:r>
      <w:r w:rsidRPr="00C8193F">
        <w:rPr>
          <w:rFonts w:ascii="Times New Roman" w:eastAsia="Arial Unicode MS" w:hAnsi="Times New Roman" w:cs="Times New Roman"/>
          <w:sz w:val="24"/>
          <w:szCs w:val="24"/>
        </w:rPr>
        <w:t>ІІІ скликання</w:t>
      </w:r>
    </w:p>
    <w:p w:rsidR="00400544" w:rsidRPr="00C8193F" w:rsidRDefault="00400544" w:rsidP="00400544">
      <w:pPr>
        <w:tabs>
          <w:tab w:val="left" w:pos="708"/>
        </w:tabs>
        <w:spacing w:after="0" w:line="240" w:lineRule="auto"/>
        <w:rPr>
          <w:rFonts w:ascii="Times New Roman" w:eastAsia="Arial Unicode MS" w:hAnsi="Times New Roman" w:cs="Times New Roman"/>
          <w:sz w:val="24"/>
          <w:szCs w:val="24"/>
        </w:rPr>
      </w:pPr>
    </w:p>
    <w:p w:rsidR="00400544" w:rsidRPr="00C8193F" w:rsidRDefault="00400544" w:rsidP="00400544">
      <w:pPr>
        <w:tabs>
          <w:tab w:val="left" w:pos="708"/>
        </w:tabs>
        <w:spacing w:after="0" w:line="240" w:lineRule="auto"/>
        <w:rPr>
          <w:rFonts w:ascii="Times New Roman" w:eastAsia="Arial Unicode MS" w:hAnsi="Times New Roman" w:cs="Times New Roman"/>
          <w:sz w:val="24"/>
          <w:szCs w:val="24"/>
        </w:rPr>
      </w:pPr>
      <w:r w:rsidRPr="00C8193F">
        <w:rPr>
          <w:rFonts w:ascii="Times New Roman" w:eastAsia="Arial Unicode MS" w:hAnsi="Times New Roman" w:cs="Times New Roman"/>
          <w:sz w:val="24"/>
          <w:szCs w:val="24"/>
        </w:rPr>
        <w:t>25.02.2021 року                                            Крупець                                        №</w:t>
      </w:r>
      <w:r>
        <w:rPr>
          <w:rFonts w:ascii="Times New Roman" w:eastAsia="Arial Unicode MS" w:hAnsi="Times New Roman" w:cs="Times New Roman"/>
          <w:sz w:val="24"/>
          <w:szCs w:val="24"/>
        </w:rPr>
        <w:t>5</w:t>
      </w:r>
    </w:p>
    <w:p w:rsidR="00400544" w:rsidRPr="00C8193F" w:rsidRDefault="00400544" w:rsidP="00400544">
      <w:pPr>
        <w:spacing w:after="0"/>
        <w:rPr>
          <w:rFonts w:ascii="Times New Roman" w:hAnsi="Times New Roman" w:cs="Times New Roman"/>
          <w:sz w:val="24"/>
          <w:szCs w:val="24"/>
        </w:rPr>
      </w:pPr>
    </w:p>
    <w:p w:rsidR="00400544" w:rsidRPr="00C8193F" w:rsidRDefault="00400544" w:rsidP="00400544">
      <w:pPr>
        <w:spacing w:after="0"/>
        <w:rPr>
          <w:rFonts w:ascii="Times New Roman" w:eastAsia="Times New Roman" w:hAnsi="Times New Roman" w:cs="Times New Roman"/>
          <w:b/>
          <w:sz w:val="24"/>
          <w:szCs w:val="24"/>
        </w:rPr>
      </w:pPr>
      <w:r w:rsidRPr="00C8193F">
        <w:rPr>
          <w:rFonts w:ascii="Times New Roman" w:eastAsia="Times New Roman" w:hAnsi="Times New Roman" w:cs="Times New Roman"/>
          <w:b/>
          <w:sz w:val="24"/>
          <w:szCs w:val="24"/>
        </w:rPr>
        <w:t xml:space="preserve">Про затвердження розміру кошторисної </w:t>
      </w:r>
    </w:p>
    <w:p w:rsidR="00400544" w:rsidRPr="00C8193F" w:rsidRDefault="00400544" w:rsidP="00400544">
      <w:pPr>
        <w:spacing w:after="0"/>
        <w:rPr>
          <w:rFonts w:ascii="Times New Roman" w:eastAsia="Times New Roman" w:hAnsi="Times New Roman" w:cs="Times New Roman"/>
          <w:b/>
          <w:sz w:val="24"/>
          <w:szCs w:val="24"/>
        </w:rPr>
      </w:pPr>
      <w:r w:rsidRPr="00C8193F">
        <w:rPr>
          <w:rFonts w:ascii="Times New Roman" w:eastAsia="Times New Roman" w:hAnsi="Times New Roman" w:cs="Times New Roman"/>
          <w:b/>
          <w:sz w:val="24"/>
          <w:szCs w:val="24"/>
        </w:rPr>
        <w:t>заробітної плати, який враховується</w:t>
      </w:r>
    </w:p>
    <w:p w:rsidR="00400544" w:rsidRPr="00C8193F" w:rsidRDefault="00400544" w:rsidP="00400544">
      <w:pPr>
        <w:spacing w:after="0"/>
        <w:rPr>
          <w:rFonts w:ascii="Times New Roman" w:eastAsia="Times New Roman" w:hAnsi="Times New Roman" w:cs="Times New Roman"/>
          <w:b/>
          <w:sz w:val="24"/>
          <w:szCs w:val="24"/>
        </w:rPr>
      </w:pPr>
      <w:r w:rsidRPr="00C8193F">
        <w:rPr>
          <w:rFonts w:ascii="Times New Roman" w:eastAsia="Times New Roman" w:hAnsi="Times New Roman" w:cs="Times New Roman"/>
          <w:b/>
          <w:sz w:val="24"/>
          <w:szCs w:val="24"/>
        </w:rPr>
        <w:t xml:space="preserve"> при визначенні вартості</w:t>
      </w:r>
    </w:p>
    <w:p w:rsidR="00400544" w:rsidRPr="00C8193F" w:rsidRDefault="00400544" w:rsidP="00400544">
      <w:pPr>
        <w:spacing w:after="0"/>
        <w:rPr>
          <w:rFonts w:ascii="Times New Roman" w:eastAsia="Times New Roman" w:hAnsi="Times New Roman" w:cs="Times New Roman"/>
          <w:b/>
          <w:sz w:val="24"/>
          <w:szCs w:val="24"/>
        </w:rPr>
      </w:pPr>
      <w:r w:rsidRPr="00C8193F">
        <w:rPr>
          <w:rFonts w:ascii="Times New Roman" w:eastAsia="Times New Roman" w:hAnsi="Times New Roman" w:cs="Times New Roman"/>
          <w:b/>
          <w:sz w:val="24"/>
          <w:szCs w:val="24"/>
        </w:rPr>
        <w:t xml:space="preserve">будівництва об’єктів на 2021 рік </w:t>
      </w:r>
    </w:p>
    <w:p w:rsidR="00400544" w:rsidRPr="00C8193F" w:rsidRDefault="00400544" w:rsidP="00400544">
      <w:pPr>
        <w:spacing w:after="0"/>
        <w:rPr>
          <w:rFonts w:ascii="Times New Roman" w:eastAsia="Times New Roman" w:hAnsi="Times New Roman" w:cs="Times New Roman"/>
          <w:b/>
          <w:sz w:val="24"/>
          <w:szCs w:val="24"/>
        </w:rPr>
      </w:pPr>
    </w:p>
    <w:p w:rsidR="00400544" w:rsidRPr="00C8193F" w:rsidRDefault="00400544" w:rsidP="00400544">
      <w:pPr>
        <w:shd w:val="clear" w:color="auto" w:fill="FFFFFF"/>
        <w:spacing w:after="0"/>
        <w:ind w:firstLine="708"/>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Відповідно до наказу Міністерства регіонального розвитку, будівництва та житлово-комунального господарства України від 27 липня 2018 року № 196 «Про внесення змін до Порядку розрахунку розміру кошторисної заробітної плати, який враховується при визначенні вартості будівництва об’єктів» та керуючись  статтею 26  Закону України «Про місцеве самоврядування в Україні»,  Крупецька сільська рада</w:t>
      </w:r>
    </w:p>
    <w:p w:rsidR="00400544" w:rsidRPr="00C8193F" w:rsidRDefault="00400544" w:rsidP="00400544">
      <w:pPr>
        <w:shd w:val="clear" w:color="auto" w:fill="FFFFFF"/>
        <w:spacing w:after="0"/>
        <w:ind w:firstLine="708"/>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ВИРІШИЛА:</w:t>
      </w:r>
    </w:p>
    <w:p w:rsidR="00400544" w:rsidRPr="00C8193F" w:rsidRDefault="00400544" w:rsidP="00400544">
      <w:pPr>
        <w:shd w:val="clear" w:color="auto" w:fill="FFFFFF"/>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 xml:space="preserve">           1.Затвердити розрахунок розміру кошторисної заробітної плати, який враховується при визначенні вартості будівництва, нового будівництва, реконструкції, реставрації, капітального ремонту, технічного переоснащення об’єктів, що споруджуються із залученням бюджетних коштів, коштів державних і комунальних підприємств, установ та організацій, а також кредитів, наданих під державні гарантії, що додається.</w:t>
      </w:r>
    </w:p>
    <w:p w:rsidR="00400544" w:rsidRPr="00C8193F" w:rsidRDefault="00400544" w:rsidP="00400544">
      <w:pPr>
        <w:shd w:val="clear" w:color="auto" w:fill="FFFFFF"/>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 xml:space="preserve">          2.Встановити, що розмір кошторисної заробітної плати на 2021рік при визначенні вартості робіт будівництва, згідно розрахунку становить 10643,23 грн., враховуючи показник середнього рівня складності робіт в будівництві 3,8. (Додаток 1)</w:t>
      </w:r>
    </w:p>
    <w:p w:rsidR="00400544" w:rsidRPr="00C8193F" w:rsidRDefault="00400544" w:rsidP="00400544">
      <w:pPr>
        <w:shd w:val="clear" w:color="auto" w:fill="FFFFFF"/>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 xml:space="preserve">          3.Контроль за виконанням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(Т.М. Бережна).</w:t>
      </w:r>
    </w:p>
    <w:p w:rsidR="00400544" w:rsidRDefault="00400544" w:rsidP="00400544">
      <w:pPr>
        <w:spacing w:after="0"/>
        <w:jc w:val="both"/>
        <w:rPr>
          <w:rFonts w:ascii="Times New Roman" w:eastAsia="Times New Roman" w:hAnsi="Times New Roman" w:cs="Times New Roman"/>
          <w:sz w:val="24"/>
          <w:szCs w:val="24"/>
        </w:rPr>
      </w:pPr>
    </w:p>
    <w:p w:rsidR="00400544" w:rsidRPr="00C8193F" w:rsidRDefault="00400544" w:rsidP="00400544">
      <w:pPr>
        <w:spacing w:after="0"/>
        <w:jc w:val="both"/>
        <w:rPr>
          <w:rFonts w:ascii="Times New Roman" w:eastAsia="Times New Roman" w:hAnsi="Times New Roman" w:cs="Times New Roman"/>
          <w:sz w:val="24"/>
          <w:szCs w:val="24"/>
        </w:rPr>
      </w:pPr>
    </w:p>
    <w:p w:rsidR="00400544" w:rsidRPr="00C8193F" w:rsidRDefault="00400544" w:rsidP="00400544">
      <w:pPr>
        <w:spacing w:after="0"/>
        <w:jc w:val="both"/>
        <w:rPr>
          <w:rFonts w:ascii="Times New Roman" w:eastAsia="Times New Roman" w:hAnsi="Times New Roman" w:cs="Times New Roman"/>
          <w:sz w:val="24"/>
          <w:szCs w:val="24"/>
        </w:rPr>
      </w:pPr>
    </w:p>
    <w:p w:rsidR="00400544" w:rsidRPr="00C8193F" w:rsidRDefault="00400544" w:rsidP="00400544">
      <w:pPr>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Сільський голова                                                                                  Валерій МИХАЛЮК</w:t>
      </w:r>
    </w:p>
    <w:p w:rsidR="00400544" w:rsidRPr="00C8193F" w:rsidRDefault="00400544" w:rsidP="00400544">
      <w:pPr>
        <w:spacing w:after="0"/>
        <w:jc w:val="both"/>
        <w:rPr>
          <w:rFonts w:ascii="Times New Roman" w:eastAsia="Times New Roman" w:hAnsi="Times New Roman" w:cs="Times New Roman"/>
          <w:sz w:val="24"/>
          <w:szCs w:val="24"/>
        </w:rPr>
      </w:pPr>
    </w:p>
    <w:p w:rsidR="00400544" w:rsidRPr="00C8193F" w:rsidRDefault="00400544" w:rsidP="00400544">
      <w:pPr>
        <w:spacing w:after="0" w:line="240" w:lineRule="auto"/>
        <w:jc w:val="both"/>
        <w:rPr>
          <w:rFonts w:ascii="Times New Roman" w:eastAsia="Times New Roman" w:hAnsi="Times New Roman" w:cs="Times New Roman"/>
          <w:sz w:val="24"/>
          <w:szCs w:val="24"/>
        </w:rPr>
      </w:pPr>
    </w:p>
    <w:p w:rsidR="00400544" w:rsidRPr="00C8193F" w:rsidRDefault="00400544" w:rsidP="00400544">
      <w:pPr>
        <w:spacing w:after="0" w:line="240" w:lineRule="auto"/>
        <w:jc w:val="both"/>
        <w:rPr>
          <w:rFonts w:ascii="Times New Roman" w:eastAsia="Times New Roman" w:hAnsi="Times New Roman" w:cs="Times New Roman"/>
          <w:sz w:val="24"/>
          <w:szCs w:val="24"/>
        </w:rPr>
      </w:pPr>
    </w:p>
    <w:p w:rsidR="00400544" w:rsidRDefault="00400544" w:rsidP="00400544">
      <w:pPr>
        <w:spacing w:after="0" w:line="240" w:lineRule="auto"/>
        <w:jc w:val="both"/>
        <w:rPr>
          <w:rFonts w:ascii="Times New Roman" w:eastAsia="Times New Roman" w:hAnsi="Times New Roman" w:cs="Times New Roman"/>
          <w:sz w:val="24"/>
          <w:szCs w:val="24"/>
        </w:rPr>
      </w:pPr>
    </w:p>
    <w:p w:rsidR="00400544" w:rsidRPr="00C8193F" w:rsidRDefault="00400544" w:rsidP="00400544">
      <w:pPr>
        <w:spacing w:after="0" w:line="240" w:lineRule="auto"/>
        <w:jc w:val="both"/>
        <w:rPr>
          <w:rFonts w:ascii="Times New Roman" w:eastAsia="Times New Roman" w:hAnsi="Times New Roman" w:cs="Times New Roman"/>
          <w:sz w:val="24"/>
          <w:szCs w:val="24"/>
        </w:rPr>
      </w:pPr>
    </w:p>
    <w:p w:rsidR="00400544" w:rsidRPr="00C8193F" w:rsidRDefault="00400544" w:rsidP="00400544">
      <w:pPr>
        <w:spacing w:after="0" w:line="240" w:lineRule="auto"/>
        <w:jc w:val="both"/>
        <w:rPr>
          <w:rFonts w:ascii="Times New Roman" w:eastAsia="Times New Roman" w:hAnsi="Times New Roman" w:cs="Times New Roman"/>
          <w:sz w:val="24"/>
          <w:szCs w:val="24"/>
        </w:rPr>
      </w:pPr>
    </w:p>
    <w:p w:rsidR="00400544" w:rsidRPr="00C8193F" w:rsidRDefault="00400544" w:rsidP="00400544">
      <w:pPr>
        <w:spacing w:after="0"/>
        <w:jc w:val="center"/>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 xml:space="preserve">                                                                                                                                  Додаток 1</w:t>
      </w:r>
    </w:p>
    <w:p w:rsidR="00400544" w:rsidRPr="00C8193F" w:rsidRDefault="00400544" w:rsidP="00400544">
      <w:pPr>
        <w:spacing w:after="0"/>
        <w:jc w:val="right"/>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 xml:space="preserve"> до рішення сесії</w:t>
      </w:r>
    </w:p>
    <w:p w:rsidR="00400544" w:rsidRPr="00C8193F" w:rsidRDefault="00400544" w:rsidP="00400544">
      <w:pPr>
        <w:spacing w:after="0"/>
        <w:jc w:val="right"/>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 xml:space="preserve">Крупецької сільської ради </w:t>
      </w:r>
    </w:p>
    <w:p w:rsidR="00400544" w:rsidRPr="00C8193F" w:rsidRDefault="00400544" w:rsidP="00400544">
      <w:pPr>
        <w:spacing w:after="0"/>
        <w:jc w:val="right"/>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від 25.02.2021 року</w:t>
      </w:r>
      <w:r>
        <w:rPr>
          <w:rFonts w:ascii="Times New Roman" w:eastAsia="Times New Roman" w:hAnsi="Times New Roman" w:cs="Times New Roman"/>
          <w:sz w:val="24"/>
          <w:szCs w:val="24"/>
        </w:rPr>
        <w:t xml:space="preserve"> №5</w:t>
      </w:r>
    </w:p>
    <w:p w:rsidR="00400544" w:rsidRPr="00C8193F" w:rsidRDefault="00400544" w:rsidP="00400544">
      <w:pPr>
        <w:spacing w:after="0"/>
        <w:jc w:val="both"/>
        <w:rPr>
          <w:rFonts w:ascii="Times New Roman" w:eastAsia="Times New Roman" w:hAnsi="Times New Roman" w:cs="Times New Roman"/>
          <w:sz w:val="24"/>
          <w:szCs w:val="24"/>
        </w:rPr>
      </w:pPr>
    </w:p>
    <w:p w:rsidR="00400544" w:rsidRPr="00C8193F" w:rsidRDefault="00400544" w:rsidP="00400544">
      <w:pPr>
        <w:spacing w:after="0"/>
        <w:jc w:val="center"/>
        <w:rPr>
          <w:rFonts w:ascii="Times New Roman" w:eastAsia="Times New Roman" w:hAnsi="Times New Roman" w:cs="Times New Roman"/>
          <w:b/>
          <w:sz w:val="24"/>
          <w:szCs w:val="24"/>
        </w:rPr>
      </w:pPr>
      <w:r w:rsidRPr="00C8193F">
        <w:rPr>
          <w:rFonts w:ascii="Times New Roman" w:eastAsia="Times New Roman" w:hAnsi="Times New Roman" w:cs="Times New Roman"/>
          <w:b/>
          <w:sz w:val="24"/>
          <w:szCs w:val="24"/>
        </w:rPr>
        <w:t xml:space="preserve">РОЗРАХУНОК </w:t>
      </w:r>
    </w:p>
    <w:p w:rsidR="00400544" w:rsidRPr="00C8193F" w:rsidRDefault="00400544" w:rsidP="00400544">
      <w:pPr>
        <w:spacing w:after="0"/>
        <w:jc w:val="center"/>
        <w:rPr>
          <w:rFonts w:ascii="Times New Roman" w:eastAsia="Times New Roman" w:hAnsi="Times New Roman" w:cs="Times New Roman"/>
          <w:b/>
          <w:sz w:val="24"/>
          <w:szCs w:val="24"/>
        </w:rPr>
      </w:pPr>
      <w:r w:rsidRPr="00C8193F">
        <w:rPr>
          <w:rFonts w:ascii="Times New Roman" w:eastAsia="Times New Roman" w:hAnsi="Times New Roman" w:cs="Times New Roman"/>
          <w:b/>
          <w:sz w:val="24"/>
          <w:szCs w:val="24"/>
        </w:rPr>
        <w:t>розміру кошторисної заробітної плати на 2021 рік при здійсненні будівництва (нове будівництво, реконструкція, реставрація, капітальний ремонт, технічне переоснащення) об’єктів за рахунок бюджетних коштів, що відповідає середньому розряду складності робіт 3,8 для звичайних умов будівництва</w:t>
      </w:r>
    </w:p>
    <w:p w:rsidR="00400544" w:rsidRPr="00C8193F" w:rsidRDefault="00400544" w:rsidP="00400544">
      <w:pPr>
        <w:spacing w:after="0"/>
        <w:ind w:firstLine="708"/>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 xml:space="preserve">Середній зважений прожитковий мінімум для працездатних осіб – 2333.00 грн. з розрахунку: </w:t>
      </w:r>
    </w:p>
    <w:p w:rsidR="00400544" w:rsidRPr="00C8193F" w:rsidRDefault="00400544" w:rsidP="00400544">
      <w:pPr>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з 1 січня 2021 року – 2270.00 грн;</w:t>
      </w:r>
    </w:p>
    <w:p w:rsidR="00400544" w:rsidRPr="00C8193F" w:rsidRDefault="00400544" w:rsidP="00400544">
      <w:pPr>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1 липня – 2379.00 грн;</w:t>
      </w:r>
    </w:p>
    <w:p w:rsidR="00400544" w:rsidRPr="00C8193F" w:rsidRDefault="00400544" w:rsidP="00400544">
      <w:pPr>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1 грудня – 2481.00 грн.</w:t>
      </w:r>
    </w:p>
    <w:p w:rsidR="00400544" w:rsidRPr="00C8193F" w:rsidRDefault="00400544" w:rsidP="00400544">
      <w:pPr>
        <w:spacing w:after="0"/>
        <w:ind w:firstLine="708"/>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Мінімальну тарифну ставку (оклад) за просту некваліфіковану працю у розмірі прожиткового мінімуму, встановленого для працездатних осіб. А мінімальну тарифну ставку робітника І розряду в розмірі не менше 231 відсотка розміру прожиткового мінімуму (Галузева угода зі змінами та доповненнями): 2333*2,31 = 5389.23 грн.</w:t>
      </w:r>
    </w:p>
    <w:p w:rsidR="00400544" w:rsidRPr="00C8193F" w:rsidRDefault="00400544" w:rsidP="00400544">
      <w:pPr>
        <w:spacing w:after="0"/>
        <w:ind w:firstLine="708"/>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Галузевий коефіцієнт, який враховує співвідношення місячної тарифної ставки робітників першого розряду до мінімального гарантованого розміру тарифної ставки працівників, які виконують просту і некваліфіковану роботу. Встановленого пунктом 1 розділу 1 додатка №1 до Галузевої угоди між Мінрегіоном та профспілкою працівників будівництва і промисловості будівельних матеріалів України (Галузева угода).</w:t>
      </w:r>
    </w:p>
    <w:p w:rsidR="00400544" w:rsidRPr="00C8193F" w:rsidRDefault="00400544" w:rsidP="00400544">
      <w:pPr>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ab/>
        <w:t>К галуз — коефіцієнт співвідношення місячних тарифних ставок робітників першого розряду до мінімального розміру тарифної ставки (посадового окладу) згідно з відповідною галузевою угодою. Згідно з  Галузевою угодою  для будівельних робіт на об’єктах нового будівництва, капітального ремонту, реконструкції та реставрації  К галуз  =1,28; 5389.23*1,28=6898.21 грн.</w:t>
      </w:r>
    </w:p>
    <w:p w:rsidR="00400544" w:rsidRPr="00C8193F" w:rsidRDefault="00400544" w:rsidP="00400544">
      <w:pPr>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ab/>
        <w:t>Коефіцієнт середнього розряду – це коефіцієнт переходу від першого розряду до середнього розряду 3,8 у будівництві. Згідно з додатком А до ДСТУ-Н Б Д.1.1-2:2013 становить 1,308; 6898.21*1,308=9022.86 грн.</w:t>
      </w:r>
    </w:p>
    <w:p w:rsidR="00400544" w:rsidRPr="00C8193F" w:rsidRDefault="00400544" w:rsidP="00400544">
      <w:pPr>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b/>
          <w:sz w:val="24"/>
          <w:szCs w:val="24"/>
        </w:rPr>
        <w:t>Всього основна заробітна плата – 9022.86 грн</w:t>
      </w:r>
      <w:r w:rsidRPr="00C8193F">
        <w:rPr>
          <w:rFonts w:ascii="Times New Roman" w:eastAsia="Times New Roman" w:hAnsi="Times New Roman" w:cs="Times New Roman"/>
          <w:sz w:val="24"/>
          <w:szCs w:val="24"/>
        </w:rPr>
        <w:t>.</w:t>
      </w:r>
    </w:p>
    <w:p w:rsidR="00400544" w:rsidRPr="00C8193F" w:rsidRDefault="00400544" w:rsidP="00400544">
      <w:pPr>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ab/>
        <w:t>Додаткова заробітна плата.</w:t>
      </w:r>
    </w:p>
    <w:p w:rsidR="00400544" w:rsidRPr="00C8193F" w:rsidRDefault="00400544" w:rsidP="00400544">
      <w:pPr>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lastRenderedPageBreak/>
        <w:tab/>
        <w:t>Коефіцієнт майстерності визначається відповідно до додатку №3 до Галузевої угоди.</w:t>
      </w:r>
    </w:p>
    <w:p w:rsidR="00400544" w:rsidRPr="00C8193F" w:rsidRDefault="00400544" w:rsidP="00400544">
      <w:pPr>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ab/>
        <w:t>Диференційовані надбавки до тарифних ставок робітників за професійну майстерність складають:</w:t>
      </w:r>
    </w:p>
    <w:p w:rsidR="00400544" w:rsidRPr="00C8193F" w:rsidRDefault="00400544" w:rsidP="00400544">
      <w:pPr>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Для 3-го розряду – 12 відсотків;</w:t>
      </w:r>
    </w:p>
    <w:p w:rsidR="00400544" w:rsidRPr="00C8193F" w:rsidRDefault="00400544" w:rsidP="00400544">
      <w:pPr>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Для 3,8-го розряду – 15,2 відсотка;</w:t>
      </w:r>
    </w:p>
    <w:p w:rsidR="00400544" w:rsidRPr="00C8193F" w:rsidRDefault="00400544" w:rsidP="00400544">
      <w:pPr>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Для 4-го розряду – 16 відсотків;</w:t>
      </w:r>
    </w:p>
    <w:p w:rsidR="00400544" w:rsidRPr="00C8193F" w:rsidRDefault="00400544" w:rsidP="00400544">
      <w:pPr>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Для 5-го розряду – 20 відсотків;</w:t>
      </w:r>
    </w:p>
    <w:p w:rsidR="00400544" w:rsidRPr="00C8193F" w:rsidRDefault="00400544" w:rsidP="00400544">
      <w:pPr>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Для 6-го і вищих розрядів – 24 відсотки.</w:t>
      </w:r>
    </w:p>
    <w:p w:rsidR="00400544" w:rsidRPr="00C8193F" w:rsidRDefault="00400544" w:rsidP="00400544">
      <w:pPr>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ab/>
        <w:t>Додаткова заробітна плата за високу професійну майстерність: 9022.86*0,152*0,35= 480.02 грн., де 0,35 - питома вага робітників, які отримують цю надбавку. (усереднені показники підрядних організацій).</w:t>
      </w:r>
    </w:p>
    <w:p w:rsidR="00400544" w:rsidRPr="00C8193F" w:rsidRDefault="00400544" w:rsidP="00400544">
      <w:pPr>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ab/>
        <w:t>ЗПвідпуст = (ЗПтар + ЗПшк + ЗПмайст + ЗПважл.р + ЗПвис. дос + ЗПі) х Квідпуст,</w:t>
      </w:r>
    </w:p>
    <w:p w:rsidR="00400544" w:rsidRPr="00C8193F" w:rsidRDefault="00400544" w:rsidP="00400544">
      <w:pPr>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де Квідпуст - коефіцієнт, що враховує середній рівень основних і додаткових відпусток (порівняно з місячною заробітною платою), які надаються відповідно до статей 6 і 7 Закону України «Про відпустки»: (9022.86+480.02)*0,12=1140.35 грн.</w:t>
      </w:r>
    </w:p>
    <w:p w:rsidR="00400544" w:rsidRPr="00C8193F" w:rsidRDefault="00400544" w:rsidP="00400544">
      <w:pPr>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ab/>
        <w:t xml:space="preserve">Загальна сума </w:t>
      </w:r>
      <w:r w:rsidRPr="00C8193F">
        <w:rPr>
          <w:rFonts w:ascii="Times New Roman" w:eastAsia="Times New Roman" w:hAnsi="Times New Roman" w:cs="Times New Roman"/>
          <w:b/>
          <w:sz w:val="24"/>
          <w:szCs w:val="24"/>
        </w:rPr>
        <w:t xml:space="preserve">додаткової заробітної плати </w:t>
      </w:r>
      <w:r w:rsidRPr="00C8193F">
        <w:rPr>
          <w:rFonts w:ascii="Times New Roman" w:eastAsia="Times New Roman" w:hAnsi="Times New Roman" w:cs="Times New Roman"/>
          <w:sz w:val="24"/>
          <w:szCs w:val="24"/>
        </w:rPr>
        <w:t>та інших заохочувальних та компенсаційних виплат складає: 480.02+1140.35=</w:t>
      </w:r>
      <w:r w:rsidRPr="00C8193F">
        <w:rPr>
          <w:rFonts w:ascii="Times New Roman" w:eastAsia="Times New Roman" w:hAnsi="Times New Roman" w:cs="Times New Roman"/>
          <w:b/>
          <w:sz w:val="24"/>
          <w:szCs w:val="24"/>
        </w:rPr>
        <w:t>1620.37 грн.</w:t>
      </w:r>
    </w:p>
    <w:p w:rsidR="00400544" w:rsidRPr="00C8193F" w:rsidRDefault="00400544" w:rsidP="00400544">
      <w:pPr>
        <w:spacing w:after="0"/>
        <w:jc w:val="both"/>
        <w:rPr>
          <w:rFonts w:ascii="Times New Roman" w:eastAsia="Times New Roman" w:hAnsi="Times New Roman" w:cs="Times New Roman"/>
          <w:sz w:val="24"/>
          <w:szCs w:val="24"/>
        </w:rPr>
      </w:pPr>
      <w:r w:rsidRPr="00C8193F">
        <w:rPr>
          <w:rFonts w:ascii="Times New Roman" w:eastAsia="Times New Roman" w:hAnsi="Times New Roman" w:cs="Times New Roman"/>
          <w:sz w:val="24"/>
          <w:szCs w:val="24"/>
        </w:rPr>
        <w:tab/>
      </w:r>
      <w:r w:rsidRPr="00C8193F">
        <w:rPr>
          <w:rFonts w:ascii="Times New Roman" w:eastAsia="Times New Roman" w:hAnsi="Times New Roman" w:cs="Times New Roman"/>
          <w:b/>
          <w:sz w:val="24"/>
          <w:szCs w:val="24"/>
        </w:rPr>
        <w:t>Кошторисна заробітна плата</w:t>
      </w:r>
      <w:r w:rsidRPr="00C8193F">
        <w:rPr>
          <w:rFonts w:ascii="Times New Roman" w:eastAsia="Times New Roman" w:hAnsi="Times New Roman" w:cs="Times New Roman"/>
          <w:sz w:val="24"/>
          <w:szCs w:val="24"/>
        </w:rPr>
        <w:t>, яка визначена з урахуванням прожиткового мінімуму для працездатних осіб складає: 9022.86+1620.37=</w:t>
      </w:r>
      <w:r w:rsidRPr="00C8193F">
        <w:rPr>
          <w:rFonts w:ascii="Times New Roman" w:eastAsia="Times New Roman" w:hAnsi="Times New Roman" w:cs="Times New Roman"/>
          <w:b/>
          <w:sz w:val="24"/>
          <w:szCs w:val="24"/>
        </w:rPr>
        <w:t>10643.23</w:t>
      </w:r>
      <w:r w:rsidRPr="00C8193F">
        <w:rPr>
          <w:rFonts w:ascii="Times New Roman" w:eastAsia="Times New Roman" w:hAnsi="Times New Roman" w:cs="Times New Roman"/>
          <w:sz w:val="24"/>
          <w:szCs w:val="24"/>
        </w:rPr>
        <w:t xml:space="preserve"> грн. </w:t>
      </w:r>
    </w:p>
    <w:p w:rsidR="00400544" w:rsidRDefault="00400544" w:rsidP="00400544">
      <w:pPr>
        <w:spacing w:after="0"/>
        <w:jc w:val="both"/>
        <w:rPr>
          <w:rFonts w:ascii="Times New Roman" w:eastAsia="Times New Roman" w:hAnsi="Times New Roman" w:cs="Times New Roman"/>
          <w:sz w:val="24"/>
          <w:szCs w:val="24"/>
        </w:rPr>
      </w:pPr>
    </w:p>
    <w:p w:rsidR="00400544" w:rsidRDefault="00400544" w:rsidP="00400544">
      <w:pPr>
        <w:spacing w:after="0"/>
        <w:jc w:val="both"/>
        <w:rPr>
          <w:rFonts w:ascii="Times New Roman" w:eastAsia="Times New Roman" w:hAnsi="Times New Roman" w:cs="Times New Roman"/>
          <w:sz w:val="24"/>
          <w:szCs w:val="24"/>
        </w:rPr>
      </w:pPr>
    </w:p>
    <w:p w:rsidR="00400544" w:rsidRPr="00C8193F" w:rsidRDefault="00400544" w:rsidP="00400544">
      <w:pPr>
        <w:spacing w:after="0"/>
        <w:jc w:val="both"/>
        <w:rPr>
          <w:rFonts w:ascii="Times New Roman" w:eastAsia="Times New Roman" w:hAnsi="Times New Roman" w:cs="Times New Roman"/>
          <w:sz w:val="24"/>
          <w:szCs w:val="24"/>
        </w:rPr>
      </w:pPr>
    </w:p>
    <w:p w:rsidR="00400544" w:rsidRPr="00C8193F" w:rsidRDefault="00400544" w:rsidP="00400544">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Головний спеціаліст  відділу бухгалтерського обліку                           Катерина БАЗАН</w:t>
      </w:r>
    </w:p>
    <w:p w:rsidR="00483C92" w:rsidRDefault="00483C92">
      <w:bookmarkStart w:id="0" w:name="_GoBack"/>
      <w:bookmarkEnd w:id="0"/>
    </w:p>
    <w:sectPr w:rsidR="00483C92">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544"/>
    <w:rsid w:val="00171A2E"/>
    <w:rsid w:val="00304C90"/>
    <w:rsid w:val="00400544"/>
    <w:rsid w:val="00483C92"/>
    <w:rsid w:val="00505B6D"/>
    <w:rsid w:val="006D3977"/>
    <w:rsid w:val="007D6C18"/>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400544"/>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400544"/>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400544"/>
    <w:rPr>
      <w:rFonts w:ascii="Consolas" w:hAnsi="Consolas"/>
      <w:sz w:val="20"/>
      <w:szCs w:val="20"/>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400544"/>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400544"/>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400544"/>
    <w:rPr>
      <w:rFonts w:ascii="Consolas" w:hAnsi="Consolas"/>
      <w:sz w:val="20"/>
      <w:szCs w:val="2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3</Pages>
  <Words>753</Words>
  <Characters>4297</Characters>
  <Application>Microsoft Office Word</Application>
  <DocSecurity>0</DocSecurity>
  <Lines>35</Lines>
  <Paragraphs>10</Paragraphs>
  <ScaleCrop>false</ScaleCrop>
  <Company>Microsoft</Company>
  <LinksUpToDate>false</LinksUpToDate>
  <CharactersWithSpaces>5040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1</cp:revision>
  <dcterms:created xsi:type="dcterms:W3CDTF">2021-03-02T13:51:00Z</dcterms:created>
  <dcterms:modified xsi:type="dcterms:W3CDTF">2021-03-02T13:51:00Z</dcterms:modified>
</cp:coreProperties>
</file>