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0AA" w:rsidRPr="006E3F23" w:rsidRDefault="00F030AA" w:rsidP="00F030AA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0AA" w:rsidRDefault="00F030AA" w:rsidP="00F030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030AA" w:rsidRDefault="00F030AA" w:rsidP="00F030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030AA" w:rsidRDefault="00F030AA" w:rsidP="00F030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30AA" w:rsidRDefault="00F030AA" w:rsidP="00F030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30AA" w:rsidRDefault="00F030AA" w:rsidP="00F030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30AA" w:rsidRDefault="00F030AA" w:rsidP="00F030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30AA" w:rsidRDefault="00F030AA" w:rsidP="00F030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030AA" w:rsidRDefault="00F030AA" w:rsidP="00F030A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030AA" w:rsidRDefault="00F030AA" w:rsidP="00F030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030AA" w:rsidRDefault="00F030AA" w:rsidP="00F030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030AA" w:rsidRDefault="00F030AA" w:rsidP="00F030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30AA" w:rsidRDefault="00F030AA" w:rsidP="00F030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030AA" w:rsidRDefault="00F030AA" w:rsidP="00F030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30AA" w:rsidRDefault="00F030AA" w:rsidP="00F030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030AA" w:rsidRDefault="00F030AA" w:rsidP="00F030A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030AA" w:rsidRPr="00E9192E" w:rsidRDefault="00F030AA" w:rsidP="00F030A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№19</w:t>
      </w:r>
    </w:p>
    <w:p w:rsidR="00F030AA" w:rsidRPr="00A31AA4" w:rsidRDefault="00F030AA" w:rsidP="00F030AA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F030AA" w:rsidRPr="00A31AA4" w:rsidRDefault="00F030AA" w:rsidP="00F030AA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F030AA" w:rsidRPr="00A31AA4" w:rsidRDefault="00F030AA" w:rsidP="00F030AA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F030AA" w:rsidRPr="00243225" w:rsidRDefault="00F030AA" w:rsidP="00F030AA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Семенчуку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П.С.</w:t>
      </w:r>
    </w:p>
    <w:p w:rsidR="00F030AA" w:rsidRPr="00A31AA4" w:rsidRDefault="00F030AA" w:rsidP="00F030AA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030AA" w:rsidRPr="00A31AA4" w:rsidRDefault="00F030AA" w:rsidP="00F030A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Земельного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Семенчука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П.С.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F030AA" w:rsidRPr="00A31AA4" w:rsidRDefault="00F030AA" w:rsidP="00F030A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F030AA" w:rsidRPr="00A31AA4" w:rsidRDefault="00F030AA" w:rsidP="00F030A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Семенчуку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Павлу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Сергійовичу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2,0000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Стригани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  <w:proofErr w:type="gramEnd"/>
    </w:p>
    <w:p w:rsidR="00F030AA" w:rsidRDefault="00F030AA" w:rsidP="00F030AA">
      <w:pPr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 </w:t>
      </w:r>
      <w:proofErr w:type="gramStart"/>
      <w:r w:rsidRPr="004E3D91">
        <w:rPr>
          <w:rFonts w:ascii="Times New Roman" w:eastAsia="Arial Unicode MS" w:hAnsi="Times New Roman"/>
          <w:sz w:val="24"/>
          <w:szCs w:val="24"/>
        </w:rPr>
        <w:t>2.Передат</w:t>
      </w:r>
      <w:r>
        <w:rPr>
          <w:rFonts w:ascii="Times New Roman" w:eastAsia="Arial Unicode MS" w:hAnsi="Times New Roman"/>
          <w:sz w:val="24"/>
          <w:szCs w:val="24"/>
        </w:rPr>
        <w:t xml:space="preserve">и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Семенчуку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Павлу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Сергійовичу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, 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я</w:t>
      </w:r>
      <w:r>
        <w:rPr>
          <w:rFonts w:ascii="Times New Roman" w:eastAsia="Arial Unicode MS" w:hAnsi="Times New Roman"/>
          <w:sz w:val="24"/>
          <w:szCs w:val="24"/>
        </w:rPr>
        <w:t>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зареєстрований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: </w:t>
      </w:r>
      <w:r w:rsidR="00CC224D">
        <w:rPr>
          <w:rFonts w:ascii="Times New Roman" w:eastAsia="Arial Unicode MS" w:hAnsi="Times New Roman"/>
          <w:sz w:val="24"/>
          <w:szCs w:val="24"/>
        </w:rPr>
        <w:t>_______________</w:t>
      </w:r>
      <w:r>
        <w:rPr>
          <w:rFonts w:ascii="Times New Roman" w:eastAsia="Arial Unicode MS" w:hAnsi="Times New Roman"/>
          <w:sz w:val="24"/>
          <w:szCs w:val="24"/>
        </w:rPr>
        <w:t>,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ідентифікаційний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 </w:t>
      </w:r>
      <w:r w:rsidR="00CC224D">
        <w:rPr>
          <w:rFonts w:ascii="Times New Roman" w:eastAsia="Arial Unicode MS" w:hAnsi="Times New Roman"/>
          <w:sz w:val="24"/>
          <w:szCs w:val="24"/>
        </w:rPr>
        <w:t>_________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</w:rPr>
        <w:t xml:space="preserve">, у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2,0000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га,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кадастровий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номер: 6823984000:0</w:t>
      </w:r>
      <w:r>
        <w:rPr>
          <w:rFonts w:ascii="Times New Roman" w:eastAsia="Arial Unicode MS" w:hAnsi="Times New Roman"/>
          <w:sz w:val="24"/>
          <w:szCs w:val="24"/>
        </w:rPr>
        <w:t>3:012:0204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яка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розташована</w:t>
      </w:r>
      <w:proofErr w:type="spellEnd"/>
      <w:proofErr w:type="gram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Стригани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F030AA" w:rsidRPr="00A31AA4" w:rsidRDefault="00F030AA" w:rsidP="00F030AA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Семенчуку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П.С.,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F030AA" w:rsidRDefault="00F030AA" w:rsidP="00F030AA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 xml:space="preserve">          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F030AA" w:rsidRPr="00A31AA4" w:rsidRDefault="00F030AA" w:rsidP="00F030AA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030AA" w:rsidRDefault="00F030AA" w:rsidP="00F030AA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CB09F3" w:rsidRDefault="00CB09F3"/>
    <w:sectPr w:rsidR="00CB09F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0AA"/>
    <w:rsid w:val="00171A2E"/>
    <w:rsid w:val="00304C90"/>
    <w:rsid w:val="00505B6D"/>
    <w:rsid w:val="006D3977"/>
    <w:rsid w:val="007D6C18"/>
    <w:rsid w:val="00CB09F3"/>
    <w:rsid w:val="00CC224D"/>
    <w:rsid w:val="00D1641A"/>
    <w:rsid w:val="00F03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334</Words>
  <Characters>1904</Characters>
  <Application>Microsoft Office Word</Application>
  <DocSecurity>0</DocSecurity>
  <Lines>15</Lines>
  <Paragraphs>4</Paragraphs>
  <ScaleCrop>false</ScaleCrop>
  <Company>Microsoft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2</cp:revision>
  <dcterms:created xsi:type="dcterms:W3CDTF">2020-11-30T15:27:00Z</dcterms:created>
  <dcterms:modified xsi:type="dcterms:W3CDTF">2020-12-01T06:50:00Z</dcterms:modified>
</cp:coreProperties>
</file>