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A4F" w:rsidRDefault="00AB0A4F" w:rsidP="00AB0A4F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uk-UA" w:eastAsia="uk-UA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2718435</wp:posOffset>
                </wp:positionH>
                <wp:positionV relativeFrom="paragraph">
                  <wp:posOffset>-3175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0A4F" w:rsidRDefault="00AB0A4F" w:rsidP="00AB0A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0A4F" w:rsidRDefault="00AB0A4F" w:rsidP="00AB0A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0A4F" w:rsidRDefault="00AB0A4F" w:rsidP="00AB0A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0A4F" w:rsidRDefault="00AB0A4F" w:rsidP="00AB0A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0A4F" w:rsidRDefault="00AB0A4F" w:rsidP="00AB0A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0A4F" w:rsidRDefault="00AB0A4F" w:rsidP="00AB0A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0A4F" w:rsidRDefault="00AB0A4F" w:rsidP="00AB0A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0A4F" w:rsidRDefault="00AB0A4F" w:rsidP="00AB0A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0A4F" w:rsidRDefault="00AB0A4F" w:rsidP="00AB0A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0A4F" w:rsidRDefault="00AB0A4F" w:rsidP="00AB0A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0A4F" w:rsidRDefault="00AB0A4F" w:rsidP="00AB0A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0A4F" w:rsidRDefault="00AB0A4F" w:rsidP="00AB0A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0A4F" w:rsidRDefault="00AB0A4F" w:rsidP="00AB0A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0A4F" w:rsidRDefault="00AB0A4F" w:rsidP="00AB0A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0A4F" w:rsidRDefault="00AB0A4F" w:rsidP="00AB0A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0A4F" w:rsidRDefault="00AB0A4F" w:rsidP="00AB0A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0A4F" w:rsidRDefault="00AB0A4F" w:rsidP="00AB0A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0A4F" w:rsidRDefault="00AB0A4F" w:rsidP="00AB0A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0A4F" w:rsidRDefault="00AB0A4F" w:rsidP="00AB0A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0A4F" w:rsidRDefault="00AB0A4F" w:rsidP="00AB0A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0A4F" w:rsidRDefault="00AB0A4F" w:rsidP="00AB0A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0A4F" w:rsidRDefault="00AB0A4F" w:rsidP="00AB0A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0A4F" w:rsidRDefault="00AB0A4F" w:rsidP="00AB0A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0A4F" w:rsidRDefault="00AB0A4F" w:rsidP="00AB0A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0A4F" w:rsidRDefault="00AB0A4F" w:rsidP="00AB0A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0A4F" w:rsidRDefault="00AB0A4F" w:rsidP="00AB0A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0A4F" w:rsidRDefault="00AB0A4F" w:rsidP="00AB0A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0A4F" w:rsidRDefault="00AB0A4F" w:rsidP="00AB0A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0A4F" w:rsidRDefault="00AB0A4F" w:rsidP="00AB0A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0A4F" w:rsidRDefault="00AB0A4F" w:rsidP="00AB0A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4.05pt;margin-top:-.25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B0A4F" w:rsidRDefault="00AB0A4F" w:rsidP="00AB0A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B0A4F" w:rsidRDefault="00AB0A4F" w:rsidP="00AB0A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B0A4F" w:rsidRDefault="00AB0A4F" w:rsidP="00AB0A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B0A4F" w:rsidRDefault="00AB0A4F" w:rsidP="00AB0A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B0A4F" w:rsidRDefault="00AB0A4F" w:rsidP="00AB0A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B0A4F" w:rsidRDefault="00AB0A4F" w:rsidP="00AB0A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B0A4F" w:rsidRDefault="00AB0A4F" w:rsidP="00AB0A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B0A4F" w:rsidRDefault="00AB0A4F" w:rsidP="00AB0A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B0A4F" w:rsidRDefault="00AB0A4F" w:rsidP="00AB0A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B0A4F" w:rsidRDefault="00AB0A4F" w:rsidP="00AB0A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B0A4F" w:rsidRDefault="00AB0A4F" w:rsidP="00AB0A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B0A4F" w:rsidRDefault="00AB0A4F" w:rsidP="00AB0A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B0A4F" w:rsidRDefault="00AB0A4F" w:rsidP="00AB0A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B0A4F" w:rsidRDefault="00AB0A4F" w:rsidP="00AB0A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B0A4F" w:rsidRDefault="00AB0A4F" w:rsidP="00AB0A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B0A4F" w:rsidRDefault="00AB0A4F" w:rsidP="00AB0A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B0A4F" w:rsidRDefault="00AB0A4F" w:rsidP="00AB0A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B0A4F" w:rsidRDefault="00AB0A4F" w:rsidP="00AB0A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B0A4F" w:rsidRDefault="00AB0A4F" w:rsidP="00AB0A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B0A4F" w:rsidRDefault="00AB0A4F" w:rsidP="00AB0A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AB0A4F" w:rsidRDefault="00AB0A4F" w:rsidP="00AB0A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B0A4F" w:rsidRDefault="00AB0A4F" w:rsidP="00AB0A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B0A4F" w:rsidRDefault="00AB0A4F" w:rsidP="00AB0A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B0A4F" w:rsidRDefault="00AB0A4F" w:rsidP="00AB0A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B0A4F" w:rsidRDefault="00AB0A4F" w:rsidP="00AB0A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B0A4F" w:rsidRDefault="00AB0A4F" w:rsidP="00AB0A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B0A4F" w:rsidRDefault="00AB0A4F" w:rsidP="00AB0A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AB0A4F" w:rsidRDefault="00AB0A4F" w:rsidP="00AB0A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B0A4F" w:rsidRDefault="00AB0A4F" w:rsidP="00AB0A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B0A4F" w:rsidRDefault="00AB0A4F" w:rsidP="00AB0A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B0A4F" w:rsidRDefault="00AB0A4F" w:rsidP="00AB0A4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B0A4F" w:rsidRDefault="00AB0A4F" w:rsidP="00AB0A4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B0A4F" w:rsidRDefault="00AB0A4F" w:rsidP="00AB0A4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B0A4F" w:rsidRDefault="00AB0A4F" w:rsidP="00AB0A4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B0A4F" w:rsidRDefault="00AB0A4F" w:rsidP="00AB0A4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B0A4F" w:rsidRDefault="00AB0A4F" w:rsidP="00AB0A4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AB0A4F" w:rsidRDefault="00AB0A4F" w:rsidP="00AB0A4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B0A4F" w:rsidRDefault="00AB0A4F" w:rsidP="00AB0A4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B0A4F" w:rsidRDefault="00AB0A4F" w:rsidP="00AB0A4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AB0A4F" w:rsidRDefault="00AB0A4F" w:rsidP="00AB0A4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B0A4F" w:rsidRDefault="00AB0A4F" w:rsidP="00AB0A4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AB0A4F" w:rsidRDefault="00AB0A4F" w:rsidP="00AB0A4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B0A4F" w:rsidRPr="00D74EEC" w:rsidRDefault="00AB0A4F" w:rsidP="00AB0A4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25.03.2021 року                                            Крупець                                                       №78</w:t>
      </w:r>
    </w:p>
    <w:p w:rsidR="00AB0A4F" w:rsidRPr="00B60227" w:rsidRDefault="00AB0A4F" w:rsidP="00AB0A4F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color w:val="FF0000"/>
        </w:rPr>
      </w:pPr>
    </w:p>
    <w:p w:rsidR="00AB0A4F" w:rsidRDefault="00AB0A4F" w:rsidP="00AB0A4F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6E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 розірвання договору оренди</w:t>
      </w:r>
    </w:p>
    <w:p w:rsidR="00AB0A4F" w:rsidRPr="00126E65" w:rsidRDefault="00AB0A4F" w:rsidP="00AB0A4F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B0C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землі від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23</w:t>
      </w:r>
      <w:r w:rsidRPr="00DB0C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08</w:t>
      </w:r>
      <w:r w:rsidRPr="00126E6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.2012 р.</w:t>
      </w:r>
    </w:p>
    <w:p w:rsidR="00AB0A4F" w:rsidRPr="00126E65" w:rsidRDefault="00AB0A4F" w:rsidP="00AB0A4F">
      <w:pPr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B0A4F" w:rsidRPr="00126E65" w:rsidRDefault="00AB0A4F" w:rsidP="00AB0A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Відповідно до пункту 34 частини 1 статті 26 Закону України «Про місцеве самоврядування в Україні», статті 31 Закону України «Про оренду землі», пунктів 38</w:t>
      </w:r>
      <w:r w:rsidRPr="00533C36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, 40 Договору оренди землі від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23.08</w:t>
      </w:r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.2012 р., зареєстрованого Державному р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еєстрі земель за №6823900040007214 від 19</w:t>
      </w:r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.11.2012 р., сільська рада </w:t>
      </w:r>
    </w:p>
    <w:p w:rsidR="00AB0A4F" w:rsidRPr="00126E65" w:rsidRDefault="00AB0A4F" w:rsidP="00AB0A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ВИРІШИЛА:</w:t>
      </w:r>
    </w:p>
    <w:p w:rsidR="00AB0A4F" w:rsidRDefault="00AB0A4F" w:rsidP="00AB0A4F">
      <w:pPr>
        <w:tabs>
          <w:tab w:val="left" w:pos="708"/>
        </w:tabs>
        <w:spacing w:after="0"/>
        <w:ind w:left="708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</w:rPr>
        <w:t>1.</w:t>
      </w:r>
      <w:r w:rsidRPr="00126E65">
        <w:rPr>
          <w:rFonts w:ascii="Times New Roman" w:eastAsia="Calibri" w:hAnsi="Times New Roman" w:cs="Times New Roman"/>
          <w:sz w:val="24"/>
          <w:szCs w:val="24"/>
        </w:rPr>
        <w:t>Розірвати Договір оренди землі від</w:t>
      </w:r>
      <w:r>
        <w:rPr>
          <w:rFonts w:ascii="Times New Roman" w:eastAsia="Calibri" w:hAnsi="Times New Roman" w:cs="Times New Roman"/>
          <w:sz w:val="24"/>
          <w:szCs w:val="24"/>
        </w:rPr>
        <w:t>23 серпня</w:t>
      </w:r>
      <w:r w:rsidRPr="00126E65">
        <w:rPr>
          <w:rFonts w:ascii="Times New Roman" w:eastAsia="Calibri" w:hAnsi="Times New Roman" w:cs="Times New Roman"/>
          <w:sz w:val="24"/>
          <w:szCs w:val="24"/>
        </w:rPr>
        <w:t xml:space="preserve"> 2012 року, </w:t>
      </w:r>
      <w:r w:rsidRPr="00126E65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зареєстрованого</w:t>
      </w:r>
    </w:p>
    <w:p w:rsidR="00AB0A4F" w:rsidRPr="00126E65" w:rsidRDefault="00AB0A4F" w:rsidP="00AB0A4F">
      <w:pPr>
        <w:tabs>
          <w:tab w:val="left" w:pos="708"/>
        </w:tabs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E65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Державному реєстрі земель за</w:t>
      </w:r>
      <w:r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№6823900040007214</w:t>
      </w:r>
      <w:r w:rsidRPr="00126E65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від</w:t>
      </w:r>
      <w:r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19</w:t>
      </w:r>
      <w:r w:rsidRPr="00126E65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.11.2012 р. та </w:t>
      </w:r>
      <w:r w:rsidRPr="00126E65">
        <w:rPr>
          <w:rFonts w:ascii="Times New Roman" w:eastAsia="Calibri" w:hAnsi="Times New Roman" w:cs="Times New Roman"/>
          <w:sz w:val="24"/>
          <w:szCs w:val="24"/>
        </w:rPr>
        <w:t xml:space="preserve">укладеного між Славутською районною державною адміністрацією та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Шуст Ніною Вікторівною </w:t>
      </w:r>
      <w:r w:rsidRPr="00126E65">
        <w:rPr>
          <w:rFonts w:ascii="Times New Roman" w:eastAsia="Calibri" w:hAnsi="Times New Roman" w:cs="Times New Roman"/>
          <w:sz w:val="24"/>
          <w:szCs w:val="24"/>
        </w:rPr>
        <w:t xml:space="preserve"> згідно із яким передано  в довгострокове користування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земельну ділянку площею 17,4539</w:t>
      </w:r>
      <w:r w:rsidRPr="00126E65">
        <w:rPr>
          <w:rFonts w:ascii="Times New Roman" w:eastAsia="Calibri" w:hAnsi="Times New Roman" w:cs="Times New Roman"/>
          <w:sz w:val="24"/>
          <w:szCs w:val="24"/>
        </w:rPr>
        <w:t xml:space="preserve"> га, для сінокосіння і випасання худоби,</w:t>
      </w:r>
      <w:r>
        <w:rPr>
          <w:rFonts w:ascii="Times New Roman" w:eastAsia="Calibri" w:hAnsi="Times New Roman" w:cs="Times New Roman"/>
          <w:sz w:val="24"/>
          <w:szCs w:val="24"/>
        </w:rPr>
        <w:t xml:space="preserve"> кадастровий номер 6823984700:01:016:0012</w:t>
      </w:r>
      <w:r w:rsidRPr="00126E65">
        <w:rPr>
          <w:rFonts w:ascii="Times New Roman" w:eastAsia="Calibri" w:hAnsi="Times New Roman" w:cs="Times New Roman"/>
          <w:sz w:val="24"/>
          <w:szCs w:val="24"/>
        </w:rPr>
        <w:t>, шляхом укладення відповідної додаткової угоди.</w:t>
      </w:r>
    </w:p>
    <w:p w:rsidR="00AB0A4F" w:rsidRDefault="00AB0A4F" w:rsidP="00AB0A4F">
      <w:pPr>
        <w:tabs>
          <w:tab w:val="left" w:pos="708"/>
        </w:tabs>
        <w:spacing w:after="0"/>
        <w:ind w:left="426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2.</w:t>
      </w:r>
      <w:r w:rsidRPr="00126E65">
        <w:rPr>
          <w:rFonts w:ascii="Times New Roman" w:eastAsia="Calibri" w:hAnsi="Times New Roman" w:cs="Times New Roman"/>
          <w:sz w:val="24"/>
          <w:szCs w:val="24"/>
        </w:rPr>
        <w:t xml:space="preserve">Уповноважити сільського голову Валерія Михалюка </w:t>
      </w:r>
      <w:r w:rsidRPr="00126E65">
        <w:rPr>
          <w:rFonts w:ascii="Times New Roman" w:eastAsia="Calibri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класти з  Шуст Ніною</w:t>
      </w:r>
    </w:p>
    <w:p w:rsidR="00AB0A4F" w:rsidRPr="00126E65" w:rsidRDefault="00AB0A4F" w:rsidP="00AB0A4F">
      <w:pPr>
        <w:tabs>
          <w:tab w:val="left" w:pos="708"/>
        </w:tabs>
        <w:spacing w:after="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Вікторівною</w:t>
      </w:r>
      <w:r w:rsidRPr="00126E6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додаткову угоду про розірвання Договору, зазначеного в пункті 1 цього рішення. </w:t>
      </w:r>
    </w:p>
    <w:p w:rsidR="00AB0A4F" w:rsidRDefault="00AB0A4F" w:rsidP="00AB0A4F">
      <w:pPr>
        <w:tabs>
          <w:tab w:val="left" w:pos="708"/>
        </w:tabs>
        <w:spacing w:after="0"/>
        <w:ind w:left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</w:t>
      </w:r>
      <w:r w:rsidRPr="00126E65">
        <w:rPr>
          <w:rFonts w:ascii="Times New Roman" w:eastAsia="Calibri" w:hAnsi="Times New Roman" w:cs="Times New Roman"/>
          <w:sz w:val="24"/>
          <w:szCs w:val="24"/>
        </w:rPr>
        <w:t xml:space="preserve">Контроль за виконанням цього рішення покласти на постійну комісію з питань </w:t>
      </w:r>
    </w:p>
    <w:p w:rsidR="00AB0A4F" w:rsidRPr="00126E65" w:rsidRDefault="00AB0A4F" w:rsidP="00AB0A4F">
      <w:pPr>
        <w:tabs>
          <w:tab w:val="left" w:pos="708"/>
        </w:tabs>
        <w:spacing w:after="0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26E65">
        <w:rPr>
          <w:rFonts w:ascii="Times New Roman" w:eastAsia="Calibri" w:hAnsi="Times New Roman" w:cs="Times New Roman"/>
          <w:sz w:val="24"/>
          <w:szCs w:val="24"/>
        </w:rPr>
        <w:t>комунальної власності, житлово - комунального господарства, енергозбереження та транспорту та інфраструктури (Качаровський М.Г.).</w:t>
      </w:r>
    </w:p>
    <w:p w:rsidR="00AB0A4F" w:rsidRPr="00126E65" w:rsidRDefault="00AB0A4F" w:rsidP="00AB0A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AB0A4F" w:rsidRDefault="00AB0A4F" w:rsidP="00AB0A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AB0A4F" w:rsidRDefault="00AB0A4F" w:rsidP="00AB0A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AB0A4F" w:rsidRPr="00126E65" w:rsidRDefault="00AB0A4F" w:rsidP="00AB0A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AB0A4F" w:rsidRDefault="00AB0A4F" w:rsidP="00AB0A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  <w:r w:rsidRPr="00126E65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 xml:space="preserve">Сільський голова </w:t>
      </w:r>
      <w:r w:rsidRPr="00126E65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 w:rsidRPr="00126E65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 w:rsidRPr="00126E65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 w:rsidRPr="00126E65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 w:rsidRPr="00126E65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</w:r>
      <w:r w:rsidRPr="00126E65"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  <w:tab/>
        <w:t xml:space="preserve">        Валерій МИХАЛЮК </w:t>
      </w:r>
    </w:p>
    <w:p w:rsidR="00AB0A4F" w:rsidRDefault="00AB0A4F" w:rsidP="00AB0A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</w:p>
    <w:p w:rsidR="00AB0A4F" w:rsidRDefault="00AB0A4F" w:rsidP="00AB0A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</w:p>
    <w:p w:rsidR="00AB0A4F" w:rsidRDefault="00AB0A4F" w:rsidP="00AB0A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</w:p>
    <w:p w:rsidR="00AB0A4F" w:rsidRDefault="00AB0A4F" w:rsidP="00AB0A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</w:p>
    <w:p w:rsidR="00AB0A4F" w:rsidRDefault="00AB0A4F" w:rsidP="00AB0A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</w:p>
    <w:p w:rsidR="00AB0A4F" w:rsidRPr="00126E65" w:rsidRDefault="00AB0A4F" w:rsidP="00AB0A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SimSun" w:hAnsi="Times New Roman" w:cs="Times New Roman"/>
          <w:kern w:val="2"/>
          <w:sz w:val="24"/>
          <w:szCs w:val="24"/>
          <w:lang w:eastAsia="hi-IN" w:bidi="hi-IN"/>
        </w:rPr>
      </w:pPr>
    </w:p>
    <w:p w:rsidR="00AB0A4F" w:rsidRDefault="00AB0A4F" w:rsidP="00AB0A4F">
      <w:pPr>
        <w:tabs>
          <w:tab w:val="left" w:pos="708"/>
        </w:tabs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B0A4F" w:rsidRPr="00126E65" w:rsidRDefault="00AB0A4F" w:rsidP="00AB0A4F">
      <w:pPr>
        <w:tabs>
          <w:tab w:val="left" w:pos="708"/>
        </w:tabs>
        <w:ind w:left="426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AB0A4F" w:rsidRPr="00126E65" w:rsidRDefault="00AB0A4F" w:rsidP="00AB0A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Chars="2717" w:left="5977" w:firstLine="2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26E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Додаток </w:t>
      </w:r>
    </w:p>
    <w:p w:rsidR="00AB0A4F" w:rsidRPr="00126E65" w:rsidRDefault="00AB0A4F" w:rsidP="00AB0A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Chars="2717" w:left="5977" w:firstLine="2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до рішенням ІХ</w:t>
      </w:r>
      <w:r w:rsidRPr="00126E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сесії </w:t>
      </w:r>
    </w:p>
    <w:p w:rsidR="00AB0A4F" w:rsidRPr="00126E65" w:rsidRDefault="00AB0A4F" w:rsidP="00AB0A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Chars="2717" w:left="5977" w:firstLine="2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26E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Крупецької  сільської ради </w:t>
      </w:r>
    </w:p>
    <w:p w:rsidR="00AB0A4F" w:rsidRPr="00126E65" w:rsidRDefault="00AB0A4F" w:rsidP="00AB0A4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Chars="2717" w:left="5977" w:firstLine="2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від 25.03.2021 р. №78</w:t>
      </w:r>
    </w:p>
    <w:p w:rsidR="00AB0A4F" w:rsidRPr="00126E65" w:rsidRDefault="00AB0A4F" w:rsidP="00AB0A4F">
      <w:pPr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B0A4F" w:rsidRPr="00126E65" w:rsidRDefault="00AB0A4F" w:rsidP="00AB0A4F">
      <w:pPr>
        <w:tabs>
          <w:tab w:val="left" w:pos="708"/>
        </w:tabs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6E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ДОДАТКОВА УГОДА</w:t>
      </w:r>
    </w:p>
    <w:p w:rsidR="00AB0A4F" w:rsidRPr="00126E65" w:rsidRDefault="00AB0A4F" w:rsidP="00AB0A4F">
      <w:pPr>
        <w:tabs>
          <w:tab w:val="left" w:pos="708"/>
        </w:tabs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26E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 розірва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ння Договору оренди землі від  23 серпня </w:t>
      </w:r>
      <w:r w:rsidRPr="00126E6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2012 року </w:t>
      </w:r>
    </w:p>
    <w:p w:rsidR="00AB0A4F" w:rsidRPr="00126E65" w:rsidRDefault="00AB0A4F" w:rsidP="00AB0A4F">
      <w:pPr>
        <w:tabs>
          <w:tab w:val="left" w:pos="708"/>
        </w:tabs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B0A4F" w:rsidRPr="00126E65" w:rsidRDefault="00AB0A4F" w:rsidP="00AB0A4F">
      <w:pPr>
        <w:tabs>
          <w:tab w:val="left" w:pos="708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с. Крупець</w:t>
      </w: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«__»___________2021 року</w:t>
      </w:r>
    </w:p>
    <w:p w:rsidR="00AB0A4F" w:rsidRPr="00126E65" w:rsidRDefault="00AB0A4F" w:rsidP="00AB0A4F">
      <w:pPr>
        <w:tabs>
          <w:tab w:val="left" w:pos="708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B0A4F" w:rsidRPr="00126E65" w:rsidRDefault="00AB0A4F" w:rsidP="00AB0A4F">
      <w:pPr>
        <w:tabs>
          <w:tab w:val="left" w:pos="708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Шуст Ніна Вікторівна</w:t>
      </w: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яка діє на підставі паспорта ___________________ виданий___________________________________(надалі - Сторона 1),  з однієї сторони, та</w:t>
      </w:r>
    </w:p>
    <w:p w:rsidR="00AB0A4F" w:rsidRPr="00126E65" w:rsidRDefault="00AB0A4F" w:rsidP="00AB0A4F">
      <w:pPr>
        <w:tabs>
          <w:tab w:val="left" w:pos="708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6E6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Крупецька сільська рада</w:t>
      </w: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126E6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в особі сільського голови Михалюка Валерія Анатолійович</w:t>
      </w: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а, який діє на підставі Закону України «Про місцеве самоврядування в Україні» та рішення Крупець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кої сільської ради від __ березня</w:t>
      </w: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2021 року № ___ «Про розірван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ня договору оренди землі  від 23.08</w:t>
      </w: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.2012 р.»(надалі - Сторона 2), з другої сторони, (в подальшому разом іменуються «Сторони», а окремо - «Сторона»),відповідно </w:t>
      </w:r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пунктів 38,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40 Договору оренди землі від 23</w:t>
      </w:r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.08.2012 р., зареєстрованого Державному ре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єстрі земель за №6823900040007214 від 19</w:t>
      </w:r>
      <w:r w:rsidRPr="00126E6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.11.2012 р. (далі – Договір оренди землі) та статті 31 Закону України «Про оренду землі»</w:t>
      </w: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уклали цю Додаткову угоду до Договору оренди землі, (надалі іменується "Угода") про наступне:</w:t>
      </w:r>
    </w:p>
    <w:p w:rsidR="00AB0A4F" w:rsidRDefault="00AB0A4F" w:rsidP="00AB0A4F">
      <w:pPr>
        <w:shd w:val="clear" w:color="auto" w:fill="FFFFFF"/>
        <w:tabs>
          <w:tab w:val="left" w:pos="708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Сторони за взаємною згодою вирішили достроково розірвати Договір оренди </w:t>
      </w:r>
    </w:p>
    <w:p w:rsidR="00AB0A4F" w:rsidRPr="00126E65" w:rsidRDefault="00AB0A4F" w:rsidP="00AB0A4F">
      <w:pPr>
        <w:shd w:val="clear" w:color="auto" w:fill="FFFFFF"/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емлі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26E65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 із яким передано в довгострокове користування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земельну ділянку площею 17,4539</w:t>
      </w:r>
      <w:r w:rsidRPr="00126E6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га, для сінокосіння і випасання худоби,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кадастровий номер 6823984700:01:016:0012</w:t>
      </w: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B0A4F" w:rsidRPr="00126E65" w:rsidRDefault="00AB0A4F" w:rsidP="00AB0A4F">
      <w:pPr>
        <w:shd w:val="clear" w:color="auto" w:fill="FFFFFF"/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2.</w:t>
      </w: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Дострокове розірвання Договору оренди землі не звільняє Сторони від виконання зобов’язань, що виникли у них під час його дії та відповідальності за його порушення, яке мало місце під час його дії.</w:t>
      </w:r>
    </w:p>
    <w:p w:rsidR="00AB0A4F" w:rsidRPr="00126E65" w:rsidRDefault="00AB0A4F" w:rsidP="00AB0A4F">
      <w:pPr>
        <w:shd w:val="clear" w:color="auto" w:fill="FFFFFF"/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3.</w:t>
      </w: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Сторони не мають права вимагати повернення того, що було виконане ними за Договором, до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моменту його розірвання.</w:t>
      </w:r>
    </w:p>
    <w:p w:rsidR="00AB0A4F" w:rsidRPr="00126E65" w:rsidRDefault="00AB0A4F" w:rsidP="00AB0A4F">
      <w:pPr>
        <w:shd w:val="clear" w:color="auto" w:fill="FFFFFF"/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4.</w:t>
      </w: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Ця Угода складена при повному розумінні Сторонами її умов та термінології українською мовою у двох автентичних примірниках, які мають однакову юридичну силу – по одному для кожної із Сторін.</w:t>
      </w:r>
    </w:p>
    <w:p w:rsidR="00AB0A4F" w:rsidRPr="00126E65" w:rsidRDefault="00AB0A4F" w:rsidP="00AB0A4F">
      <w:pPr>
        <w:shd w:val="clear" w:color="auto" w:fill="FFFFFF"/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5. </w:t>
      </w: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Ця Угода набирає чинності з моменту її підписання Сторонами та її скріплення печатками Сторін.</w:t>
      </w:r>
    </w:p>
    <w:p w:rsidR="00AB0A4F" w:rsidRPr="00126E65" w:rsidRDefault="00AB0A4F" w:rsidP="00AB0A4F">
      <w:pPr>
        <w:tabs>
          <w:tab w:val="left" w:pos="708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B0A4F" w:rsidRPr="00126E65" w:rsidRDefault="00AB0A4F" w:rsidP="00AB0A4F">
      <w:pPr>
        <w:tabs>
          <w:tab w:val="left" w:pos="708"/>
        </w:tabs>
        <w:spacing w:after="0" w:line="240" w:lineRule="auto"/>
        <w:ind w:firstLine="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26E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РЕКВІЗИТИ СТОРІН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4827"/>
        <w:gridCol w:w="4749"/>
      </w:tblGrid>
      <w:tr w:rsidR="00AB0A4F" w:rsidRPr="00126E65" w:rsidTr="00C41073">
        <w:tc>
          <w:tcPr>
            <w:tcW w:w="4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A4F" w:rsidRPr="00126E65" w:rsidRDefault="00AB0A4F" w:rsidP="00C4107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26E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СТОРОНА 1</w:t>
            </w:r>
          </w:p>
          <w:p w:rsidR="00AB0A4F" w:rsidRPr="00126E65" w:rsidRDefault="00AB0A4F" w:rsidP="00C4107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Шуст НінаВікторівна</w:t>
            </w:r>
          </w:p>
          <w:p w:rsidR="00AB0A4F" w:rsidRPr="00126E65" w:rsidRDefault="00AB0A4F" w:rsidP="00C410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A4F" w:rsidRPr="00126E65" w:rsidRDefault="00AB0A4F" w:rsidP="00C4107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126E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СТОРОНА 2</w:t>
            </w:r>
          </w:p>
          <w:p w:rsidR="00AB0A4F" w:rsidRPr="00126E65" w:rsidRDefault="00AB0A4F" w:rsidP="00C410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6E6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Крупецька сільська рада</w:t>
            </w:r>
          </w:p>
        </w:tc>
      </w:tr>
      <w:tr w:rsidR="00AB0A4F" w:rsidRPr="00126E65" w:rsidTr="00C41073">
        <w:tc>
          <w:tcPr>
            <w:tcW w:w="4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0A4F" w:rsidRPr="00126E65" w:rsidRDefault="00AB0A4F" w:rsidP="00C410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Лисиче</w:t>
            </w:r>
            <w:r w:rsidRPr="00126E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126E65">
              <w:rPr>
                <w:rFonts w:ascii="Times New Roman" w:hAnsi="Times New Roman"/>
                <w:sz w:val="24"/>
                <w:szCs w:val="24"/>
              </w:rPr>
              <w:t>Славутський</w:t>
            </w:r>
          </w:p>
          <w:p w:rsidR="00AB0A4F" w:rsidRPr="00126E65" w:rsidRDefault="00AB0A4F" w:rsidP="00C410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6E65">
              <w:rPr>
                <w:rFonts w:ascii="Times New Roman" w:hAnsi="Times New Roman"/>
                <w:sz w:val="24"/>
                <w:szCs w:val="24"/>
              </w:rPr>
              <w:lastRenderedPageBreak/>
              <w:t>(Шепетівський)</w:t>
            </w:r>
            <w:r w:rsidRPr="00126E6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р-н, Хмельницька область</w:t>
            </w:r>
          </w:p>
          <w:p w:rsidR="00AB0A4F" w:rsidRPr="00126E65" w:rsidRDefault="00AB0A4F" w:rsidP="00C410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6E65">
              <w:rPr>
                <w:rFonts w:ascii="Times New Roman" w:hAnsi="Times New Roman"/>
                <w:color w:val="000000"/>
                <w:sz w:val="24"/>
                <w:szCs w:val="24"/>
              </w:rPr>
              <w:t>паспорт __________________</w:t>
            </w:r>
          </w:p>
          <w:p w:rsidR="00AB0A4F" w:rsidRPr="00126E65" w:rsidRDefault="00AB0A4F" w:rsidP="00C410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6E65">
              <w:rPr>
                <w:rFonts w:ascii="Times New Roman" w:hAnsi="Times New Roman"/>
                <w:color w:val="000000"/>
                <w:sz w:val="24"/>
                <w:szCs w:val="24"/>
              </w:rPr>
              <w:t>виданий _________________________</w:t>
            </w:r>
          </w:p>
          <w:p w:rsidR="00AB0A4F" w:rsidRPr="00126E65" w:rsidRDefault="00AB0A4F" w:rsidP="00C410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6E65">
              <w:rPr>
                <w:rFonts w:ascii="Times New Roman" w:hAnsi="Times New Roman"/>
                <w:color w:val="000000"/>
                <w:sz w:val="24"/>
                <w:szCs w:val="24"/>
              </w:rPr>
              <w:t>ІПН __________________</w:t>
            </w:r>
          </w:p>
          <w:p w:rsidR="00AB0A4F" w:rsidRPr="00126E65" w:rsidRDefault="00AB0A4F" w:rsidP="00C410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A4F" w:rsidRPr="00126E65" w:rsidRDefault="00AB0A4F" w:rsidP="00C41073">
            <w:pPr>
              <w:widowControl w:val="0"/>
              <w:suppressLineNumbers/>
              <w:suppressAutoHyphens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val="uk-UA" w:eastAsia="hi-IN" w:bidi="hi-IN"/>
              </w:rPr>
            </w:pPr>
            <w:r w:rsidRPr="00126E65">
              <w:rPr>
                <w:rFonts w:ascii="Times New Roman" w:eastAsia="SimSun" w:hAnsi="Times New Roman"/>
                <w:kern w:val="2"/>
                <w:sz w:val="24"/>
                <w:szCs w:val="24"/>
                <w:lang w:val="uk-UA" w:eastAsia="hi-IN" w:bidi="hi-IN"/>
              </w:rPr>
              <w:lastRenderedPageBreak/>
              <w:t>вул. Б. Хмельницького, 106,</w:t>
            </w:r>
          </w:p>
          <w:p w:rsidR="00AB0A4F" w:rsidRPr="00126E65" w:rsidRDefault="00AB0A4F" w:rsidP="00C41073">
            <w:pPr>
              <w:widowControl w:val="0"/>
              <w:suppressLineNumbers/>
              <w:suppressAutoHyphens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val="uk-UA" w:eastAsia="hi-IN" w:bidi="hi-IN"/>
              </w:rPr>
            </w:pPr>
            <w:r w:rsidRPr="00126E65">
              <w:rPr>
                <w:rFonts w:ascii="Times New Roman" w:eastAsia="SimSun" w:hAnsi="Times New Roman"/>
                <w:kern w:val="2"/>
                <w:sz w:val="24"/>
                <w:szCs w:val="24"/>
                <w:lang w:val="uk-UA" w:eastAsia="hi-IN" w:bidi="hi-IN"/>
              </w:rPr>
              <w:lastRenderedPageBreak/>
              <w:t xml:space="preserve">с. Крупець, Славутський </w:t>
            </w:r>
          </w:p>
          <w:p w:rsidR="00AB0A4F" w:rsidRPr="00126E65" w:rsidRDefault="00AB0A4F" w:rsidP="00C41073">
            <w:pPr>
              <w:widowControl w:val="0"/>
              <w:suppressLineNumbers/>
              <w:suppressAutoHyphens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val="uk-UA" w:eastAsia="hi-IN" w:bidi="hi-IN"/>
              </w:rPr>
            </w:pPr>
            <w:r w:rsidRPr="00126E65">
              <w:rPr>
                <w:rFonts w:ascii="Times New Roman" w:eastAsia="SimSun" w:hAnsi="Times New Roman"/>
                <w:kern w:val="2"/>
                <w:sz w:val="24"/>
                <w:szCs w:val="24"/>
                <w:lang w:val="uk-UA" w:eastAsia="hi-IN" w:bidi="hi-IN"/>
              </w:rPr>
              <w:t>(Шепетівський) р-н,</w:t>
            </w:r>
          </w:p>
          <w:p w:rsidR="00AB0A4F" w:rsidRPr="00126E65" w:rsidRDefault="00AB0A4F" w:rsidP="00C41073">
            <w:pPr>
              <w:widowControl w:val="0"/>
              <w:suppressLineNumbers/>
              <w:suppressAutoHyphens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val="uk-UA" w:eastAsia="hi-IN" w:bidi="hi-IN"/>
              </w:rPr>
            </w:pPr>
            <w:r w:rsidRPr="00126E65">
              <w:rPr>
                <w:rFonts w:ascii="Times New Roman" w:eastAsia="SimSun" w:hAnsi="Times New Roman"/>
                <w:kern w:val="2"/>
                <w:sz w:val="24"/>
                <w:szCs w:val="24"/>
                <w:lang w:val="uk-UA" w:eastAsia="hi-IN" w:bidi="hi-IN"/>
              </w:rPr>
              <w:t>Хмельницька область, 30068</w:t>
            </w:r>
          </w:p>
          <w:p w:rsidR="00AB0A4F" w:rsidRPr="00126E65" w:rsidRDefault="00AB0A4F" w:rsidP="00C410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6E65">
              <w:rPr>
                <w:rFonts w:ascii="Times New Roman" w:hAnsi="Times New Roman"/>
                <w:sz w:val="24"/>
                <w:szCs w:val="24"/>
              </w:rPr>
              <w:t>ЄДРПОУ 04405030</w:t>
            </w:r>
          </w:p>
        </w:tc>
      </w:tr>
      <w:tr w:rsidR="00AB0A4F" w:rsidRPr="00126E65" w:rsidTr="00C41073">
        <w:tc>
          <w:tcPr>
            <w:tcW w:w="49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A4F" w:rsidRPr="00126E65" w:rsidRDefault="00AB0A4F" w:rsidP="00C410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__________Н</w:t>
            </w:r>
            <w:r w:rsidRPr="00126E65">
              <w:rPr>
                <w:rFonts w:ascii="Times New Roman" w:hAnsi="Times New Roman"/>
                <w:color w:val="000000"/>
                <w:sz w:val="24"/>
                <w:szCs w:val="24"/>
              </w:rPr>
              <w:t>. Шуст</w:t>
            </w:r>
          </w:p>
        </w:tc>
        <w:tc>
          <w:tcPr>
            <w:tcW w:w="49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B0A4F" w:rsidRPr="00126E65" w:rsidRDefault="00AB0A4F" w:rsidP="00C41073">
            <w:pPr>
              <w:widowControl w:val="0"/>
              <w:suppressLineNumbers/>
              <w:suppressAutoHyphens/>
              <w:jc w:val="center"/>
              <w:rPr>
                <w:rFonts w:ascii="Times New Roman" w:eastAsia="SimSun" w:hAnsi="Times New Roman"/>
                <w:kern w:val="2"/>
                <w:sz w:val="24"/>
                <w:szCs w:val="24"/>
                <w:lang w:val="uk-UA" w:eastAsia="hi-IN" w:bidi="hi-IN"/>
              </w:rPr>
            </w:pPr>
            <w:r w:rsidRPr="00126E65">
              <w:rPr>
                <w:rFonts w:ascii="Times New Roman" w:eastAsia="SimSun" w:hAnsi="Times New Roman"/>
                <w:kern w:val="2"/>
                <w:sz w:val="24"/>
                <w:szCs w:val="24"/>
                <w:lang w:val="uk-UA" w:eastAsia="hi-IN" w:bidi="hi-IN"/>
              </w:rPr>
              <w:t>Сільський голова _________В. Михалюк</w:t>
            </w:r>
          </w:p>
        </w:tc>
      </w:tr>
    </w:tbl>
    <w:p w:rsidR="00AB0A4F" w:rsidRPr="00126E65" w:rsidRDefault="00AB0A4F" w:rsidP="00AB0A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51860" w:rsidRDefault="00551860">
      <w:bookmarkStart w:id="0" w:name="_GoBack"/>
      <w:bookmarkEnd w:id="0"/>
    </w:p>
    <w:sectPr w:rsidR="0055186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embedSystemFonts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0A4F"/>
    <w:rsid w:val="00171A2E"/>
    <w:rsid w:val="00304C90"/>
    <w:rsid w:val="00505B6D"/>
    <w:rsid w:val="00551860"/>
    <w:rsid w:val="006D3977"/>
    <w:rsid w:val="007D6C18"/>
    <w:rsid w:val="00AB0A4F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AB0A4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AB0A4F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AB0A4F"/>
    <w:rPr>
      <w:rFonts w:ascii="Consolas" w:hAnsi="Consolas"/>
      <w:sz w:val="20"/>
      <w:szCs w:val="20"/>
      <w:lang w:val="uk-UA" w:eastAsia="uk-UA" w:bidi="ar-SA"/>
    </w:rPr>
  </w:style>
  <w:style w:type="table" w:customStyle="1" w:styleId="12">
    <w:name w:val="Сетка таблицы1"/>
    <w:basedOn w:val="a1"/>
    <w:next w:val="af4"/>
    <w:uiPriority w:val="59"/>
    <w:rsid w:val="00AB0A4F"/>
    <w:pPr>
      <w:spacing w:after="0" w:line="240" w:lineRule="auto"/>
    </w:pPr>
    <w:rPr>
      <w:rFonts w:ascii="Calibri" w:eastAsia="Times New Roman" w:hAnsi="Calibri" w:cs="Times New Roman"/>
      <w:lang w:val="ru-RU"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4">
    <w:name w:val="Table Grid"/>
    <w:basedOn w:val="a1"/>
    <w:uiPriority w:val="59"/>
    <w:rsid w:val="00AB0A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AB0A4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AB0A4F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AB0A4F"/>
    <w:rPr>
      <w:rFonts w:ascii="Consolas" w:hAnsi="Consolas"/>
      <w:sz w:val="20"/>
      <w:szCs w:val="20"/>
      <w:lang w:val="uk-UA" w:eastAsia="uk-UA" w:bidi="ar-SA"/>
    </w:rPr>
  </w:style>
  <w:style w:type="table" w:customStyle="1" w:styleId="12">
    <w:name w:val="Сетка таблицы1"/>
    <w:basedOn w:val="a1"/>
    <w:next w:val="af4"/>
    <w:uiPriority w:val="59"/>
    <w:rsid w:val="00AB0A4F"/>
    <w:pPr>
      <w:spacing w:after="0" w:line="240" w:lineRule="auto"/>
    </w:pPr>
    <w:rPr>
      <w:rFonts w:ascii="Calibri" w:eastAsia="Times New Roman" w:hAnsi="Calibri" w:cs="Times New Roman"/>
      <w:lang w:val="ru-RU"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4">
    <w:name w:val="Table Grid"/>
    <w:basedOn w:val="a1"/>
    <w:uiPriority w:val="59"/>
    <w:rsid w:val="00AB0A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3</Pages>
  <Words>2462</Words>
  <Characters>1404</Characters>
  <Application>Microsoft Office Word</Application>
  <DocSecurity>0</DocSecurity>
  <Lines>11</Lines>
  <Paragraphs>7</Paragraphs>
  <ScaleCrop>false</ScaleCrop>
  <Company>Microsoft</Company>
  <LinksUpToDate>false</LinksUpToDate>
  <CharactersWithSpaces>3859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005</dc:creator>
  <cp:lastModifiedBy>005</cp:lastModifiedBy>
  <cp:revision>1</cp:revision>
  <dcterms:created xsi:type="dcterms:W3CDTF">2021-03-31T05:53:00Z</dcterms:created>
  <dcterms:modified xsi:type="dcterms:W3CDTF">2021-03-31T05:53:00Z</dcterms:modified>
</cp:coreProperties>
</file>